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7EE2D50" w14:textId="77777777" w:rsidR="00BC2898" w:rsidRPr="00371BEF" w:rsidRDefault="00991AC9" w:rsidP="00870A1B">
      <w:pPr>
        <w:pStyle w:val="Title"/>
      </w:pPr>
      <w:r>
        <w:rPr>
          <w:noProof/>
          <w:lang w:val="nl-NL" w:eastAsia="nl-NL"/>
        </w:rPr>
        <w:pict w14:anchorId="186CFCEA">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278.4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" filled="f" fillcolor="#0c9" stroked="f">
            <v:textbox>
              <w:txbxContent>
                <w:p w14:paraId="04E6A21C" w14:textId="77777777" w:rsidR="00BC2898" w:rsidRPr="00380C7B" w:rsidRDefault="00BC2898"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380C7B">
                    <w:rPr>
                      <w:rFonts w:cs="Arial"/>
                      <w:b/>
                      <w:bCs/>
                      <w:color w:val="000000"/>
                      <w:sz w:val="36"/>
                      <w:szCs w:val="36"/>
                      <w:highlight w:val="yellow"/>
                    </w:rPr>
                    <w:t>####</w:t>
                  </w:r>
                </w:p>
                <w:p w14:paraId="1EE5B2FD" w14:textId="77777777" w:rsidR="00BC2898" w:rsidRPr="00380C7B" w:rsidRDefault="00BC2898" w:rsidP="00460028">
                  <w:pPr>
                    <w:autoSpaceDE w:val="0"/>
                    <w:autoSpaceDN w:val="0"/>
                    <w:adjustRightInd w:val="0"/>
                    <w:jc w:val="center"/>
                    <w:rPr>
                      <w:rFonts w:cs="Arial"/>
                      <w:b/>
                      <w:bCs/>
                      <w:color w:val="000000"/>
                      <w:sz w:val="36"/>
                      <w:szCs w:val="36"/>
                      <w:highlight w:val="yellow"/>
                    </w:rPr>
                  </w:pPr>
                </w:p>
                <w:p w14:paraId="6D104AD5" w14:textId="77777777" w:rsidR="00BC2898" w:rsidRPr="00DE5827" w:rsidRDefault="00BC2898"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2513ACB1" w14:textId="77777777" w:rsidR="00BC2898" w:rsidRPr="00DE5827" w:rsidRDefault="00BC2898" w:rsidP="00460028">
                  <w:pPr>
                    <w:autoSpaceDE w:val="0"/>
                    <w:autoSpaceDN w:val="0"/>
                    <w:adjustRightInd w:val="0"/>
                    <w:jc w:val="center"/>
                    <w:rPr>
                      <w:rFonts w:cs="Arial"/>
                      <w:b/>
                      <w:bCs/>
                      <w:color w:val="000000"/>
                      <w:sz w:val="36"/>
                      <w:szCs w:val="36"/>
                    </w:rPr>
                  </w:pPr>
                </w:p>
                <w:p w14:paraId="7ED4B792" w14:textId="77777777" w:rsidR="00BC2898" w:rsidRPr="00240B4C" w:rsidRDefault="00BC2898"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14:paraId="419361DC" w14:textId="77777777" w:rsidR="00BC2898" w:rsidRPr="00527B29" w:rsidRDefault="00BC2898" w:rsidP="00527B29">
                  <w:pPr>
                    <w:pStyle w:val="Title"/>
                    <w:rPr>
                      <w:szCs w:val="36"/>
                    </w:rPr>
                  </w:pPr>
                </w:p>
                <w:p w14:paraId="4E1E1EA5" w14:textId="77777777" w:rsidR="00BC2898" w:rsidRPr="00DE5827" w:rsidRDefault="00BC2898" w:rsidP="00460028">
                  <w:pPr>
                    <w:autoSpaceDE w:val="0"/>
                    <w:autoSpaceDN w:val="0"/>
                    <w:adjustRightInd w:val="0"/>
                    <w:jc w:val="center"/>
                    <w:rPr>
                      <w:rFonts w:cs="Arial"/>
                      <w:b/>
                      <w:bCs/>
                      <w:color w:val="000000"/>
                      <w:sz w:val="36"/>
                      <w:szCs w:val="36"/>
                    </w:rPr>
                  </w:pPr>
                  <w:r w:rsidRPr="00DE5827">
                    <w:rPr>
                      <w:rFonts w:cs="Arial"/>
                      <w:b/>
                      <w:bCs/>
                      <w:color w:val="000000"/>
                      <w:sz w:val="36"/>
                      <w:szCs w:val="36"/>
                    </w:rPr>
                    <w:t>Edition 1</w:t>
                  </w:r>
                </w:p>
                <w:p w14:paraId="748A8517" w14:textId="77777777" w:rsidR="00BC2898" w:rsidRPr="00380C7B" w:rsidRDefault="00BC2898" w:rsidP="00460028">
                  <w:pPr>
                    <w:autoSpaceDE w:val="0"/>
                    <w:autoSpaceDN w:val="0"/>
                    <w:adjustRightInd w:val="0"/>
                    <w:jc w:val="center"/>
                    <w:rPr>
                      <w:rFonts w:cs="Arial"/>
                      <w:b/>
                      <w:bCs/>
                      <w:color w:val="000000"/>
                      <w:sz w:val="36"/>
                      <w:szCs w:val="36"/>
                      <w:highlight w:val="yellow"/>
                    </w:rPr>
                  </w:pPr>
                </w:p>
                <w:p w14:paraId="0120CBCE" w14:textId="5958B362" w:rsidR="00BC2898" w:rsidRPr="00E81DE2" w:rsidRDefault="00991AC9" w:rsidP="0005196A">
                  <w:pPr>
                    <w:autoSpaceDE w:val="0"/>
                    <w:autoSpaceDN w:val="0"/>
                    <w:adjustRightInd w:val="0"/>
                    <w:jc w:val="center"/>
                    <w:rPr>
                      <w:rFonts w:cs="Arial"/>
                      <w:b/>
                      <w:bCs/>
                      <w:color w:val="000000"/>
                      <w:sz w:val="36"/>
                      <w:szCs w:val="36"/>
                    </w:rPr>
                  </w:pPr>
                  <w:r w:rsidRPr="00991AC9">
                    <w:rPr>
                      <w:rFonts w:cs="Arial"/>
                      <w:b/>
                      <w:bCs/>
                      <w:color w:val="000000"/>
                      <w:sz w:val="36"/>
                      <w:szCs w:val="36"/>
                      <w:highlight w:val="yellow"/>
                    </w:rPr>
                    <w:t>Dec</w:t>
                  </w:r>
                  <w:r w:rsidR="00BC2898" w:rsidRPr="00991AC9">
                    <w:rPr>
                      <w:rFonts w:cs="Arial"/>
                      <w:b/>
                      <w:bCs/>
                      <w:color w:val="000000"/>
                      <w:sz w:val="36"/>
                      <w:szCs w:val="36"/>
                      <w:highlight w:val="yellow"/>
                    </w:rPr>
                    <w:t>e</w:t>
                  </w:r>
                  <w:r w:rsidR="00BC2898" w:rsidRPr="00E966B6">
                    <w:rPr>
                      <w:rFonts w:cs="Arial"/>
                      <w:b/>
                      <w:bCs/>
                      <w:color w:val="000000"/>
                      <w:sz w:val="36"/>
                      <w:szCs w:val="36"/>
                      <w:highlight w:val="yellow"/>
                    </w:rPr>
                    <w:t>mber 20</w:t>
                  </w:r>
                  <w:r w:rsidR="00BC2898" w:rsidRPr="0005196A">
                    <w:rPr>
                      <w:rFonts w:cs="Arial"/>
                      <w:b/>
                      <w:bCs/>
                      <w:color w:val="000000"/>
                      <w:sz w:val="36"/>
                      <w:szCs w:val="36"/>
                      <w:highlight w:val="yellow"/>
                    </w:rPr>
                    <w:t>12</w:t>
                  </w:r>
                </w:p>
                <w:p w14:paraId="62374878" w14:textId="77777777" w:rsidR="00BC2898" w:rsidRDefault="00BC2898" w:rsidP="00460028">
                  <w:pPr>
                    <w:autoSpaceDE w:val="0"/>
                    <w:autoSpaceDN w:val="0"/>
                    <w:adjustRightInd w:val="0"/>
                    <w:jc w:val="center"/>
                    <w:rPr>
                      <w:rFonts w:cs="Arial"/>
                      <w:b/>
                      <w:bCs/>
                      <w:color w:val="000000"/>
                    </w:rPr>
                  </w:pPr>
                </w:p>
              </w:txbxContent>
            </v:textbox>
          </v:shape>
        </w:pict>
      </w:r>
      <w:r>
        <w:rPr>
          <w:noProof/>
          <w:lang w:val="nl-NL" w:eastAsia="nl-NL"/>
        </w:rPr>
        <w:pict w14:anchorId="282F4DB7">
          <v:shape id="Text Box 114" o:spid="_x0000_s1027" type="#_x0000_t202" style="position:absolute;left:0;text-align:left;margin-left:-197.7pt;margin-top:445.9pt;width:432.3pt;height:30.1pt;rotation:-90;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QpxAIAANU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HGxVCnEAgAA1QUAAA4AAAAAAAAAAAAAAAAALgIAAGRycy9lMm9Eb2MueG1sUEsBAi0AFAAG&#10;AAgAAAAhAMU8GsndAAAACQEAAA8AAAAAAAAAAAAAAAAAHgUAAGRycy9kb3ducmV2LnhtbFBLBQYA&#10;AAAABAAEAPMAAAAoBgAAAAA=&#10;" filled="f" fillcolor="#0c9" stroked="f">
            <v:textbox style="layout-flow:vertical;mso-layout-flow-alt:bottom-to-top">
              <w:txbxContent>
                <w:p w14:paraId="3086B10E" w14:textId="77777777" w:rsidR="00BC2898" w:rsidRDefault="00BC2898"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nl-NL" w:eastAsia="nl-NL"/>
        </w:rPr>
        <w:pict w14:anchorId="39C51B81">
          <v:line id="Line 116" o:spid="_x0000_s1028" style="position:absolute;left:0;text-align:left;flip:y;z-index:251659264;visibility:visible;mso-wrap-distance-left:114296emu;mso-wrap-distance-right:114296emu"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cGwIAADU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C1DU/cGwIAADUEAAAOAAAAAAAAAAAAAAAAAC4CAABkcnMvZTJvRG9jLnhtbFBLAQItABQA&#10;BgAIAAAAIQDr0JKx3AAAAAkBAAAPAAAAAAAAAAAAAAAAAHUEAABkcnMvZG93bnJldi54bWxQSwUG&#10;AAAAAAQABADzAAAAfgUAAAAA&#10;"/>
        </w:pict>
      </w:r>
      <w:r>
        <w:rPr>
          <w:noProof/>
          <w:lang w:val="nl-NL" w:eastAsia="nl-NL"/>
        </w:rPr>
        <w:pict w14:anchorId="59BCFC47">
          <v:line id="Line 117" o:spid="_x0000_s1029" style="position:absolute;left:0;text-align:left;z-index:251660288;visibility:visible;mso-wrap-distance-left:114296emu;mso-wrap-distance-right:114296emu"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nN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OOwnN&#10;FAIAACsEAAAOAAAAAAAAAAAAAAAAAC4CAABkcnMvZTJvRG9jLnhtbFBLAQItABQABgAIAAAAIQCt&#10;h9P/2gAAAAUBAAAPAAAAAAAAAAAAAAAAAG4EAABkcnMvZG93bnJldi54bWxQSwUGAAAAAAQABADz&#10;AAAAdQUAAAAA&#10;"/>
        </w:pict>
      </w:r>
      <w:r>
        <w:rPr>
          <w:noProof/>
          <w:lang w:val="nl-NL" w:eastAsia="nl-NL"/>
        </w:rPr>
        <w:pict w14:anchorId="42271685">
          <v:shape id="Text Box 115" o:spid="_x0000_s1030" type="#_x0000_t202" style="position:absolute;left:0;text-align:left;margin-left:-90.05pt;margin-top:122.15pt;width:224pt;height:37.1pt;rotation:-9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" filled="f" fillcolor="#0c9" stroked="f">
            <v:textbox style="layout-flow:vertical;mso-layout-flow-alt:bottom-to-top">
              <w:txbxContent>
                <w:p w14:paraId="3D26E4BE" w14:textId="77777777" w:rsidR="00BC2898" w:rsidRDefault="00BC2898"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w:r>
      <w:r>
        <w:rPr>
          <w:noProof/>
          <w:lang w:val="nl-NL" w:eastAsia="nl-NL"/>
        </w:rPr>
        <w:pict w14:anchorId="7097C747">
          <v:shape id="Text Box 118" o:spid="_x0000_s1031" type="#_x0000_t202" style="position:absolute;left:0;text-align:left;margin-left:67.35pt;margin-top:585.35pt;width:361.25pt;height:69.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FkdpvLAAgAAwwUAAA4AAAAAAAAAAAAAAAAALgIAAGRycy9lMm9Eb2MueG1sUEsBAi0AFAAG&#10;AAgAAAAhAKE4/WThAAAADQEAAA8AAAAAAAAAAAAAAAAAGgUAAGRycy9kb3ducmV2LnhtbFBLBQYA&#10;AAAABAAEAPMAAAAoBgAAAAA=&#10;" filled="f" fillcolor="#0c9" stroked="f">
            <v:textbox>
              <w:txbxContent>
                <w:p w14:paraId="6E6B1E49" w14:textId="77777777" w:rsidR="00BC2898" w:rsidRPr="00460028" w:rsidRDefault="00BC2898" w:rsidP="00460028">
                  <w:pPr>
                    <w:autoSpaceDE w:val="0"/>
                    <w:autoSpaceDN w:val="0"/>
                    <w:adjustRightInd w:val="0"/>
                    <w:jc w:val="center"/>
                    <w:rPr>
                      <w:rFonts w:cs="Arial"/>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1E75D0BB" w14:textId="77777777" w:rsidR="00BC2898" w:rsidRDefault="00BC289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8D5534D" w14:textId="77777777" w:rsidR="00BC2898" w:rsidRDefault="00BC2898"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AE981BF" w14:textId="77777777" w:rsidR="00BC2898" w:rsidRDefault="00BC2898"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8"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w:r>
      <w:r>
        <w:rPr>
          <w:noProof/>
          <w:lang w:val="nl-NL" w:eastAsia="nl-NL"/>
        </w:rPr>
        <w:pict w14:anchorId="09C4DC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Description: IALA logo1" style="position:absolute;left:0;text-align:left;margin-left:198pt;margin-top:363.1pt;width:70.75pt;height:97.4pt;z-index:251655168;visibility:visible">
            <v:imagedata r:id="rId10" o:title=""/>
          </v:shape>
        </w:pict>
      </w:r>
      <w:r w:rsidR="00BC2898" w:rsidRPr="00371BEF">
        <w:br w:type="page"/>
      </w:r>
      <w:r w:rsidR="00BC2898" w:rsidRPr="00371BEF">
        <w:lastRenderedPageBreak/>
        <w:t>Document Revisions</w:t>
      </w:r>
    </w:p>
    <w:p w14:paraId="174D2A36" w14:textId="77777777" w:rsidR="00BC2898" w:rsidRPr="00371BEF" w:rsidRDefault="00BC2898" w:rsidP="00A163D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C2898" w:rsidRPr="00371BEF" w14:paraId="553E6B3E" w14:textId="77777777">
        <w:tc>
          <w:tcPr>
            <w:tcW w:w="1908" w:type="dxa"/>
          </w:tcPr>
          <w:p w14:paraId="06590C6C" w14:textId="77777777" w:rsidR="00BC2898" w:rsidRPr="00371BEF" w:rsidRDefault="00BC2898" w:rsidP="00A163D8">
            <w:pPr>
              <w:spacing w:before="60" w:after="60"/>
              <w:jc w:val="center"/>
              <w:rPr>
                <w:rFonts w:cs="Arial"/>
                <w:b/>
                <w:bCs/>
              </w:rPr>
            </w:pPr>
            <w:r w:rsidRPr="00371BEF">
              <w:rPr>
                <w:rFonts w:cs="Arial"/>
                <w:b/>
                <w:bCs/>
              </w:rPr>
              <w:t>Date</w:t>
            </w:r>
          </w:p>
        </w:tc>
        <w:tc>
          <w:tcPr>
            <w:tcW w:w="3360" w:type="dxa"/>
          </w:tcPr>
          <w:p w14:paraId="213E448F" w14:textId="77777777" w:rsidR="00BC2898" w:rsidRPr="00371BEF" w:rsidRDefault="00BC2898" w:rsidP="00A163D8">
            <w:pPr>
              <w:spacing w:before="60" w:after="60"/>
              <w:jc w:val="center"/>
              <w:rPr>
                <w:rFonts w:cs="Arial"/>
                <w:b/>
                <w:bCs/>
              </w:rPr>
            </w:pPr>
            <w:r w:rsidRPr="00371BEF">
              <w:rPr>
                <w:rFonts w:cs="Arial"/>
                <w:b/>
                <w:bCs/>
              </w:rPr>
              <w:t>Page / Section Revised</w:t>
            </w:r>
          </w:p>
        </w:tc>
        <w:tc>
          <w:tcPr>
            <w:tcW w:w="4161" w:type="dxa"/>
          </w:tcPr>
          <w:p w14:paraId="6CD8D3B3" w14:textId="77777777" w:rsidR="00BC2898" w:rsidRPr="00371BEF" w:rsidRDefault="00BC2898" w:rsidP="00A163D8">
            <w:pPr>
              <w:spacing w:before="60" w:after="60"/>
              <w:jc w:val="center"/>
              <w:rPr>
                <w:rFonts w:cs="Arial"/>
                <w:b/>
                <w:bCs/>
              </w:rPr>
            </w:pPr>
            <w:r w:rsidRPr="00371BEF">
              <w:rPr>
                <w:rFonts w:cs="Arial"/>
                <w:b/>
                <w:bCs/>
              </w:rPr>
              <w:t>Requirement for Revision</w:t>
            </w:r>
          </w:p>
        </w:tc>
      </w:tr>
      <w:tr w:rsidR="00BC2898" w:rsidRPr="00371BEF" w14:paraId="1E07E446" w14:textId="77777777" w:rsidTr="00B534F2">
        <w:trPr>
          <w:trHeight w:val="851"/>
        </w:trPr>
        <w:tc>
          <w:tcPr>
            <w:tcW w:w="1908" w:type="dxa"/>
            <w:vAlign w:val="center"/>
          </w:tcPr>
          <w:p w14:paraId="56A5150B" w14:textId="77777777" w:rsidR="00BC2898" w:rsidRPr="00371BEF" w:rsidRDefault="00BC2898" w:rsidP="00A163D8">
            <w:pPr>
              <w:spacing w:before="60" w:after="60"/>
              <w:rPr>
                <w:highlight w:val="yellow"/>
              </w:rPr>
            </w:pPr>
            <w:r w:rsidRPr="00354539">
              <w:t>25-09-2012</w:t>
            </w:r>
          </w:p>
        </w:tc>
        <w:tc>
          <w:tcPr>
            <w:tcW w:w="3360" w:type="dxa"/>
            <w:vAlign w:val="center"/>
          </w:tcPr>
          <w:p w14:paraId="162539F0" w14:textId="77777777" w:rsidR="00BC2898" w:rsidRPr="00371BEF" w:rsidRDefault="00BC2898" w:rsidP="00A163D8">
            <w:pPr>
              <w:spacing w:before="60" w:after="60"/>
              <w:rPr>
                <w:highlight w:val="yellow"/>
              </w:rPr>
            </w:pPr>
            <w:r w:rsidRPr="00AC056A">
              <w:t>1 to 13</w:t>
            </w:r>
          </w:p>
        </w:tc>
        <w:tc>
          <w:tcPr>
            <w:tcW w:w="4161" w:type="dxa"/>
            <w:vAlign w:val="center"/>
          </w:tcPr>
          <w:p w14:paraId="2D2C7817" w14:textId="77777777" w:rsidR="00BC2898" w:rsidRPr="00371BEF" w:rsidRDefault="00BC2898" w:rsidP="00A163D8">
            <w:pPr>
              <w:spacing w:before="60" w:after="60"/>
            </w:pPr>
            <w:r>
              <w:t>Review of WG6</w:t>
            </w:r>
          </w:p>
        </w:tc>
      </w:tr>
      <w:tr w:rsidR="00BC2898" w:rsidRPr="00371BEF" w14:paraId="277690E4" w14:textId="77777777" w:rsidTr="00B534F2">
        <w:trPr>
          <w:trHeight w:val="851"/>
        </w:trPr>
        <w:tc>
          <w:tcPr>
            <w:tcW w:w="1908" w:type="dxa"/>
            <w:vAlign w:val="center"/>
          </w:tcPr>
          <w:p w14:paraId="2FCD03B5" w14:textId="77777777" w:rsidR="00BC2898" w:rsidRPr="00371BEF" w:rsidRDefault="00BC2898" w:rsidP="00A163D8">
            <w:pPr>
              <w:spacing w:before="60" w:after="60"/>
            </w:pPr>
          </w:p>
        </w:tc>
        <w:tc>
          <w:tcPr>
            <w:tcW w:w="3360" w:type="dxa"/>
            <w:vAlign w:val="center"/>
          </w:tcPr>
          <w:p w14:paraId="67140C05" w14:textId="77777777" w:rsidR="00BC2898" w:rsidRPr="00371BEF" w:rsidRDefault="00BC2898" w:rsidP="00A163D8">
            <w:pPr>
              <w:spacing w:before="60" w:after="60"/>
            </w:pPr>
          </w:p>
        </w:tc>
        <w:tc>
          <w:tcPr>
            <w:tcW w:w="4161" w:type="dxa"/>
            <w:vAlign w:val="center"/>
          </w:tcPr>
          <w:p w14:paraId="071E10C9" w14:textId="77777777" w:rsidR="00BC2898" w:rsidRPr="00371BEF" w:rsidRDefault="00BC2898" w:rsidP="00A163D8">
            <w:pPr>
              <w:spacing w:before="60" w:after="60"/>
            </w:pPr>
          </w:p>
        </w:tc>
      </w:tr>
      <w:tr w:rsidR="00BC2898" w:rsidRPr="00371BEF" w14:paraId="754A5DAA" w14:textId="77777777" w:rsidTr="00B534F2">
        <w:trPr>
          <w:trHeight w:val="851"/>
        </w:trPr>
        <w:tc>
          <w:tcPr>
            <w:tcW w:w="1908" w:type="dxa"/>
            <w:vAlign w:val="center"/>
          </w:tcPr>
          <w:p w14:paraId="0AA13234" w14:textId="77777777" w:rsidR="00BC2898" w:rsidRPr="00371BEF" w:rsidRDefault="00BC2898" w:rsidP="00A163D8">
            <w:pPr>
              <w:spacing w:before="60" w:after="60"/>
            </w:pPr>
          </w:p>
        </w:tc>
        <w:tc>
          <w:tcPr>
            <w:tcW w:w="3360" w:type="dxa"/>
            <w:vAlign w:val="center"/>
          </w:tcPr>
          <w:p w14:paraId="650FB148" w14:textId="77777777" w:rsidR="00BC2898" w:rsidRPr="00371BEF" w:rsidRDefault="00BC2898" w:rsidP="00A163D8">
            <w:pPr>
              <w:spacing w:before="60" w:after="60"/>
            </w:pPr>
          </w:p>
        </w:tc>
        <w:tc>
          <w:tcPr>
            <w:tcW w:w="4161" w:type="dxa"/>
            <w:vAlign w:val="center"/>
          </w:tcPr>
          <w:p w14:paraId="2611006F" w14:textId="77777777" w:rsidR="00BC2898" w:rsidRPr="00371BEF" w:rsidRDefault="00BC2898" w:rsidP="00A163D8">
            <w:pPr>
              <w:spacing w:before="60" w:after="60"/>
            </w:pPr>
          </w:p>
        </w:tc>
      </w:tr>
      <w:tr w:rsidR="00BC2898" w:rsidRPr="00371BEF" w14:paraId="48E895B2" w14:textId="77777777" w:rsidTr="00B534F2">
        <w:trPr>
          <w:trHeight w:val="851"/>
        </w:trPr>
        <w:tc>
          <w:tcPr>
            <w:tcW w:w="1908" w:type="dxa"/>
            <w:vAlign w:val="center"/>
          </w:tcPr>
          <w:p w14:paraId="40F83D91" w14:textId="77777777" w:rsidR="00BC2898" w:rsidRPr="00371BEF" w:rsidRDefault="00BC2898" w:rsidP="00A163D8">
            <w:pPr>
              <w:spacing w:before="60" w:after="60"/>
            </w:pPr>
          </w:p>
        </w:tc>
        <w:tc>
          <w:tcPr>
            <w:tcW w:w="3360" w:type="dxa"/>
            <w:vAlign w:val="center"/>
          </w:tcPr>
          <w:p w14:paraId="0E5EB26E" w14:textId="77777777" w:rsidR="00BC2898" w:rsidRPr="00371BEF" w:rsidRDefault="00BC2898" w:rsidP="00A163D8">
            <w:pPr>
              <w:spacing w:before="60" w:after="60"/>
            </w:pPr>
          </w:p>
        </w:tc>
        <w:tc>
          <w:tcPr>
            <w:tcW w:w="4161" w:type="dxa"/>
            <w:vAlign w:val="center"/>
          </w:tcPr>
          <w:p w14:paraId="61EFD5C3" w14:textId="77777777" w:rsidR="00BC2898" w:rsidRPr="00371BEF" w:rsidRDefault="00BC2898" w:rsidP="00A163D8">
            <w:pPr>
              <w:spacing w:before="60" w:after="60"/>
            </w:pPr>
          </w:p>
        </w:tc>
      </w:tr>
      <w:tr w:rsidR="00BC2898" w:rsidRPr="00371BEF" w14:paraId="0AA3B36E" w14:textId="77777777" w:rsidTr="00B534F2">
        <w:trPr>
          <w:trHeight w:val="851"/>
        </w:trPr>
        <w:tc>
          <w:tcPr>
            <w:tcW w:w="1908" w:type="dxa"/>
            <w:vAlign w:val="center"/>
          </w:tcPr>
          <w:p w14:paraId="1DC3B12C" w14:textId="77777777" w:rsidR="00BC2898" w:rsidRPr="00371BEF" w:rsidRDefault="00BC2898" w:rsidP="00A163D8">
            <w:pPr>
              <w:spacing w:before="60" w:after="60"/>
            </w:pPr>
          </w:p>
        </w:tc>
        <w:tc>
          <w:tcPr>
            <w:tcW w:w="3360" w:type="dxa"/>
            <w:vAlign w:val="center"/>
          </w:tcPr>
          <w:p w14:paraId="7770A0D9" w14:textId="77777777" w:rsidR="00BC2898" w:rsidRPr="00371BEF" w:rsidRDefault="00BC2898" w:rsidP="00A163D8">
            <w:pPr>
              <w:spacing w:before="60" w:after="60"/>
            </w:pPr>
          </w:p>
        </w:tc>
        <w:tc>
          <w:tcPr>
            <w:tcW w:w="4161" w:type="dxa"/>
            <w:vAlign w:val="center"/>
          </w:tcPr>
          <w:p w14:paraId="36D7AA0E" w14:textId="77777777" w:rsidR="00BC2898" w:rsidRPr="00371BEF" w:rsidRDefault="00BC2898" w:rsidP="00A163D8">
            <w:pPr>
              <w:spacing w:before="60" w:after="60"/>
            </w:pPr>
          </w:p>
        </w:tc>
      </w:tr>
      <w:tr w:rsidR="00BC2898" w:rsidRPr="00371BEF" w14:paraId="75558BCE" w14:textId="77777777" w:rsidTr="00B534F2">
        <w:trPr>
          <w:trHeight w:val="851"/>
        </w:trPr>
        <w:tc>
          <w:tcPr>
            <w:tcW w:w="1908" w:type="dxa"/>
            <w:vAlign w:val="center"/>
          </w:tcPr>
          <w:p w14:paraId="45273C5B" w14:textId="77777777" w:rsidR="00BC2898" w:rsidRPr="00371BEF" w:rsidRDefault="00BC2898" w:rsidP="00A163D8">
            <w:pPr>
              <w:spacing w:before="60" w:after="60"/>
            </w:pPr>
          </w:p>
        </w:tc>
        <w:tc>
          <w:tcPr>
            <w:tcW w:w="3360" w:type="dxa"/>
            <w:vAlign w:val="center"/>
          </w:tcPr>
          <w:p w14:paraId="0D434E25" w14:textId="77777777" w:rsidR="00BC2898" w:rsidRPr="00371BEF" w:rsidRDefault="00BC2898" w:rsidP="00A163D8">
            <w:pPr>
              <w:spacing w:before="60" w:after="60"/>
            </w:pPr>
          </w:p>
        </w:tc>
        <w:tc>
          <w:tcPr>
            <w:tcW w:w="4161" w:type="dxa"/>
            <w:vAlign w:val="center"/>
          </w:tcPr>
          <w:p w14:paraId="6A19A82C" w14:textId="77777777" w:rsidR="00BC2898" w:rsidRPr="00371BEF" w:rsidRDefault="00BC2898" w:rsidP="00A163D8">
            <w:pPr>
              <w:spacing w:before="60" w:after="60"/>
            </w:pPr>
          </w:p>
        </w:tc>
      </w:tr>
    </w:tbl>
    <w:p w14:paraId="6DE14649" w14:textId="77777777" w:rsidR="00BC2898" w:rsidRPr="00371BEF" w:rsidRDefault="00BC2898" w:rsidP="003F4965">
      <w:pPr>
        <w:pStyle w:val="Title"/>
      </w:pPr>
      <w:r w:rsidRPr="00371BEF">
        <w:br w:type="page"/>
      </w:r>
      <w:r w:rsidRPr="00371BEF">
        <w:lastRenderedPageBreak/>
        <w:t>Table of Contents</w:t>
      </w:r>
    </w:p>
    <w:p w14:paraId="76524073" w14:textId="77777777" w:rsidR="00BC2898" w:rsidRPr="000B3EE5" w:rsidRDefault="00BC2898">
      <w:pPr>
        <w:pStyle w:val="TOC1"/>
        <w:rPr>
          <w:rFonts w:ascii="Times New Roman" w:eastAsia="Times New Roman" w:hAnsi="Times New Roman"/>
          <w:lang w:val="en-GB" w:eastAsia="nl-NL"/>
        </w:rPr>
      </w:pPr>
      <w:r>
        <w:rPr>
          <w:b/>
          <w:bCs/>
          <w:caps/>
          <w:lang w:eastAsia="en-US"/>
        </w:rPr>
        <w:fldChar w:fldCharType="begin"/>
      </w:r>
      <w:r>
        <w:rPr>
          <w:b/>
          <w:bCs/>
          <w:caps/>
          <w:lang w:eastAsia="en-US"/>
        </w:rPr>
        <w:instrText xml:space="preserve"> TOC \o "3-3" \t "Kop 1;1;Kop 2;2" </w:instrText>
      </w:r>
      <w:r>
        <w:rPr>
          <w:b/>
          <w:bCs/>
          <w:caps/>
          <w:lang w:eastAsia="en-US"/>
        </w:rPr>
        <w:fldChar w:fldCharType="separate"/>
      </w:r>
      <w:r w:rsidRPr="00882C40">
        <w:t>1</w:t>
      </w:r>
      <w:r w:rsidRPr="000B3EE5">
        <w:rPr>
          <w:rFonts w:ascii="Times New Roman" w:eastAsia="Times New Roman" w:hAnsi="Times New Roman"/>
          <w:lang w:val="en-GB" w:eastAsia="nl-NL"/>
        </w:rPr>
        <w:tab/>
      </w:r>
      <w:r w:rsidRPr="00882C40">
        <w:t>INTRODUCTION</w:t>
      </w:r>
      <w:r>
        <w:tab/>
      </w:r>
      <w:r>
        <w:fldChar w:fldCharType="begin"/>
      </w:r>
      <w:r>
        <w:instrText xml:space="preserve"> PAGEREF _Toc336438496 \h </w:instrText>
      </w:r>
      <w:r>
        <w:fldChar w:fldCharType="separate"/>
      </w:r>
      <w:r w:rsidR="001D7DDD">
        <w:t>4</w:t>
      </w:r>
      <w:r>
        <w:fldChar w:fldCharType="end"/>
      </w:r>
    </w:p>
    <w:p w14:paraId="4C7F6533" w14:textId="77777777" w:rsidR="00BC2898" w:rsidRPr="000B3EE5" w:rsidRDefault="00BC2898">
      <w:pPr>
        <w:pStyle w:val="TOC1"/>
        <w:rPr>
          <w:rFonts w:ascii="Times New Roman" w:eastAsia="Times New Roman" w:hAnsi="Times New Roman"/>
          <w:lang w:val="en-GB" w:eastAsia="nl-NL"/>
        </w:rPr>
      </w:pPr>
      <w:r w:rsidRPr="00882C40">
        <w:t>2</w:t>
      </w:r>
      <w:r w:rsidRPr="000B3EE5">
        <w:rPr>
          <w:rFonts w:ascii="Times New Roman" w:eastAsia="Times New Roman" w:hAnsi="Times New Roman"/>
          <w:lang w:val="en-GB" w:eastAsia="nl-NL"/>
        </w:rPr>
        <w:tab/>
      </w:r>
      <w:r w:rsidRPr="00882C40">
        <w:t>BACKGROUND</w:t>
      </w:r>
      <w:r>
        <w:tab/>
      </w:r>
      <w:r>
        <w:fldChar w:fldCharType="begin"/>
      </w:r>
      <w:r>
        <w:instrText xml:space="preserve"> PAGEREF _Toc336438497 \h </w:instrText>
      </w:r>
      <w:r>
        <w:fldChar w:fldCharType="separate"/>
      </w:r>
      <w:r w:rsidR="001D7DDD">
        <w:t>4</w:t>
      </w:r>
      <w:r>
        <w:fldChar w:fldCharType="end"/>
      </w:r>
    </w:p>
    <w:p w14:paraId="4E5A453F" w14:textId="77777777" w:rsidR="00BC2898" w:rsidRPr="000B3EE5" w:rsidRDefault="00BC2898">
      <w:pPr>
        <w:pStyle w:val="TOC1"/>
        <w:rPr>
          <w:rFonts w:ascii="Times New Roman" w:eastAsia="Times New Roman" w:hAnsi="Times New Roman"/>
          <w:lang w:val="en-GB" w:eastAsia="nl-NL"/>
        </w:rPr>
      </w:pPr>
      <w:r w:rsidRPr="00882C40">
        <w:t>3</w:t>
      </w:r>
      <w:r w:rsidRPr="000B3EE5">
        <w:rPr>
          <w:rFonts w:ascii="Times New Roman" w:eastAsia="Times New Roman" w:hAnsi="Times New Roman"/>
          <w:lang w:val="en-GB" w:eastAsia="nl-NL"/>
        </w:rPr>
        <w:tab/>
      </w:r>
      <w:r w:rsidRPr="00882C40">
        <w:t>SCOPE</w:t>
      </w:r>
      <w:r>
        <w:tab/>
      </w:r>
      <w:r>
        <w:fldChar w:fldCharType="begin"/>
      </w:r>
      <w:r>
        <w:instrText xml:space="preserve"> PAGEREF _Toc336438498 \h </w:instrText>
      </w:r>
      <w:r>
        <w:fldChar w:fldCharType="separate"/>
      </w:r>
      <w:r w:rsidR="001D7DDD">
        <w:t>5</w:t>
      </w:r>
      <w:r>
        <w:fldChar w:fldCharType="end"/>
      </w:r>
    </w:p>
    <w:p w14:paraId="781F550E" w14:textId="77777777" w:rsidR="00BC2898" w:rsidRPr="000B3EE5" w:rsidRDefault="00BC2898">
      <w:pPr>
        <w:pStyle w:val="TOC1"/>
        <w:rPr>
          <w:rFonts w:ascii="Times New Roman" w:eastAsia="Times New Roman" w:hAnsi="Times New Roman"/>
          <w:lang w:val="en-GB" w:eastAsia="nl-NL"/>
        </w:rPr>
      </w:pPr>
      <w:r w:rsidRPr="00882C40">
        <w:t>4</w:t>
      </w:r>
      <w:r w:rsidRPr="000B3EE5">
        <w:rPr>
          <w:rFonts w:ascii="Times New Roman" w:eastAsia="Times New Roman" w:hAnsi="Times New Roman"/>
          <w:lang w:val="en-GB" w:eastAsia="nl-NL"/>
        </w:rPr>
        <w:tab/>
      </w:r>
      <w:r w:rsidRPr="00882C40">
        <w:t>THE IALA DOMAINS</w:t>
      </w:r>
      <w:r>
        <w:tab/>
      </w:r>
      <w:r>
        <w:fldChar w:fldCharType="begin"/>
      </w:r>
      <w:r>
        <w:instrText xml:space="preserve"> PAGEREF _Toc336438499 \h </w:instrText>
      </w:r>
      <w:r>
        <w:fldChar w:fldCharType="separate"/>
      </w:r>
      <w:r w:rsidR="001D7DDD">
        <w:t>6</w:t>
      </w:r>
      <w:r>
        <w:fldChar w:fldCharType="end"/>
      </w:r>
    </w:p>
    <w:p w14:paraId="650EEBC0" w14:textId="77777777" w:rsidR="00BC2898" w:rsidRPr="000B3EE5" w:rsidRDefault="00BC2898">
      <w:pPr>
        <w:pStyle w:val="TOC2"/>
        <w:rPr>
          <w:rFonts w:ascii="Times New Roman" w:eastAsia="Times New Roman" w:hAnsi="Times New Roman"/>
          <w:lang w:val="en-GB" w:eastAsia="nl-NL"/>
        </w:rPr>
      </w:pPr>
      <w:r>
        <w:t>4.1</w:t>
      </w:r>
      <w:r w:rsidRPr="000B3EE5">
        <w:rPr>
          <w:rFonts w:ascii="Times New Roman" w:eastAsia="Times New Roman" w:hAnsi="Times New Roman"/>
          <w:lang w:val="en-GB" w:eastAsia="nl-NL"/>
        </w:rPr>
        <w:tab/>
      </w:r>
      <w:r>
        <w:t>Product Specification Register:</w:t>
      </w:r>
      <w:r>
        <w:tab/>
      </w:r>
      <w:r>
        <w:fldChar w:fldCharType="begin"/>
      </w:r>
      <w:r>
        <w:instrText xml:space="preserve"> PAGEREF _Toc336438500 \h </w:instrText>
      </w:r>
      <w:r>
        <w:fldChar w:fldCharType="separate"/>
      </w:r>
      <w:r w:rsidR="001D7DDD">
        <w:t>6</w:t>
      </w:r>
      <w:r>
        <w:fldChar w:fldCharType="end"/>
      </w:r>
    </w:p>
    <w:p w14:paraId="087713B9" w14:textId="77777777" w:rsidR="00BC2898" w:rsidRPr="000B3EE5" w:rsidRDefault="00BC2898">
      <w:pPr>
        <w:pStyle w:val="TOC2"/>
        <w:rPr>
          <w:rFonts w:ascii="Times New Roman" w:eastAsia="Times New Roman" w:hAnsi="Times New Roman"/>
          <w:lang w:val="en-GB" w:eastAsia="nl-NL"/>
        </w:rPr>
      </w:pPr>
      <w:r>
        <w:t>4.2</w:t>
      </w:r>
      <w:r w:rsidRPr="000B3EE5">
        <w:rPr>
          <w:rFonts w:ascii="Times New Roman" w:eastAsia="Times New Roman" w:hAnsi="Times New Roman"/>
          <w:lang w:val="en-GB" w:eastAsia="nl-NL"/>
        </w:rPr>
        <w:tab/>
      </w:r>
      <w:r>
        <w:t>Portrayal Register:</w:t>
      </w:r>
      <w:r>
        <w:tab/>
      </w:r>
      <w:r>
        <w:fldChar w:fldCharType="begin"/>
      </w:r>
      <w:r>
        <w:instrText xml:space="preserve"> PAGEREF _Toc336438501 \h </w:instrText>
      </w:r>
      <w:r>
        <w:fldChar w:fldCharType="separate"/>
      </w:r>
      <w:r w:rsidR="001D7DDD">
        <w:t>6</w:t>
      </w:r>
      <w:r>
        <w:fldChar w:fldCharType="end"/>
      </w:r>
    </w:p>
    <w:p w14:paraId="5B3C540E" w14:textId="77777777" w:rsidR="00BC2898" w:rsidRPr="000B3EE5" w:rsidRDefault="00BC2898">
      <w:pPr>
        <w:pStyle w:val="TOC2"/>
        <w:rPr>
          <w:rFonts w:ascii="Times New Roman" w:eastAsia="Times New Roman" w:hAnsi="Times New Roman"/>
          <w:lang w:val="en-GB" w:eastAsia="nl-NL"/>
        </w:rPr>
      </w:pPr>
      <w:r>
        <w:t>4.3</w:t>
      </w:r>
      <w:r w:rsidRPr="000B3EE5">
        <w:rPr>
          <w:rFonts w:ascii="Times New Roman" w:eastAsia="Times New Roman" w:hAnsi="Times New Roman"/>
          <w:lang w:val="en-GB" w:eastAsia="nl-NL"/>
        </w:rPr>
        <w:tab/>
      </w:r>
      <w:r>
        <w:t>Feature Concept Dictionary Register:</w:t>
      </w:r>
      <w:r>
        <w:tab/>
      </w:r>
      <w:r>
        <w:fldChar w:fldCharType="begin"/>
      </w:r>
      <w:r>
        <w:instrText xml:space="preserve"> PAGEREF _Toc336438502 \h </w:instrText>
      </w:r>
      <w:r>
        <w:fldChar w:fldCharType="separate"/>
      </w:r>
      <w:r w:rsidR="001D7DDD">
        <w:t>7</w:t>
      </w:r>
      <w:r>
        <w:fldChar w:fldCharType="end"/>
      </w:r>
    </w:p>
    <w:p w14:paraId="3471919A" w14:textId="77777777" w:rsidR="00BC2898" w:rsidRPr="000B3EE5" w:rsidRDefault="00BC2898">
      <w:pPr>
        <w:pStyle w:val="TOC2"/>
        <w:rPr>
          <w:rFonts w:ascii="Times New Roman" w:eastAsia="Times New Roman" w:hAnsi="Times New Roman"/>
          <w:lang w:val="en-GB" w:eastAsia="nl-NL"/>
        </w:rPr>
      </w:pPr>
      <w:r>
        <w:t>4.4</w:t>
      </w:r>
      <w:r w:rsidRPr="000B3EE5">
        <w:rPr>
          <w:rFonts w:ascii="Times New Roman" w:eastAsia="Times New Roman" w:hAnsi="Times New Roman"/>
          <w:lang w:val="en-GB" w:eastAsia="nl-NL"/>
        </w:rPr>
        <w:tab/>
      </w:r>
      <w:r>
        <w:t>Metadata Register:</w:t>
      </w:r>
      <w:r>
        <w:tab/>
      </w:r>
      <w:r>
        <w:fldChar w:fldCharType="begin"/>
      </w:r>
      <w:r>
        <w:instrText xml:space="preserve"> PAGEREF _Toc336438503 \h </w:instrText>
      </w:r>
      <w:r>
        <w:fldChar w:fldCharType="separate"/>
      </w:r>
      <w:r w:rsidR="001D7DDD">
        <w:t>7</w:t>
      </w:r>
      <w:r>
        <w:fldChar w:fldCharType="end"/>
      </w:r>
    </w:p>
    <w:p w14:paraId="03EB85BC" w14:textId="77777777" w:rsidR="00BC2898" w:rsidRPr="000B3EE5" w:rsidRDefault="00BC2898">
      <w:pPr>
        <w:pStyle w:val="TOC2"/>
        <w:rPr>
          <w:rFonts w:ascii="Times New Roman" w:eastAsia="Times New Roman" w:hAnsi="Times New Roman"/>
          <w:lang w:val="en-GB" w:eastAsia="nl-NL"/>
        </w:rPr>
      </w:pPr>
      <w:r>
        <w:t>4.5</w:t>
      </w:r>
      <w:r w:rsidRPr="000B3EE5">
        <w:rPr>
          <w:rFonts w:ascii="Times New Roman" w:eastAsia="Times New Roman" w:hAnsi="Times New Roman"/>
          <w:lang w:val="en-GB" w:eastAsia="nl-NL"/>
        </w:rPr>
        <w:tab/>
      </w:r>
      <w:r>
        <w:t>Producer Code Register:</w:t>
      </w:r>
      <w:r>
        <w:tab/>
      </w:r>
      <w:r>
        <w:fldChar w:fldCharType="begin"/>
      </w:r>
      <w:r>
        <w:instrText xml:space="preserve"> PAGEREF _Toc336438504 \h </w:instrText>
      </w:r>
      <w:r>
        <w:fldChar w:fldCharType="separate"/>
      </w:r>
      <w:r w:rsidR="001D7DDD">
        <w:t>7</w:t>
      </w:r>
      <w:r>
        <w:fldChar w:fldCharType="end"/>
      </w:r>
    </w:p>
    <w:p w14:paraId="7D762707" w14:textId="77777777" w:rsidR="00BC2898" w:rsidRPr="000B3EE5" w:rsidRDefault="00BC2898">
      <w:pPr>
        <w:pStyle w:val="TOC1"/>
        <w:rPr>
          <w:rFonts w:ascii="Times New Roman" w:eastAsia="Times New Roman" w:hAnsi="Times New Roman"/>
          <w:lang w:val="en-GB" w:eastAsia="nl-NL"/>
        </w:rPr>
      </w:pPr>
      <w:r w:rsidRPr="00882C40">
        <w:t>5</w:t>
      </w:r>
      <w:r w:rsidRPr="000B3EE5">
        <w:rPr>
          <w:rFonts w:ascii="Times New Roman" w:eastAsia="Times New Roman" w:hAnsi="Times New Roman"/>
          <w:lang w:val="en-GB" w:eastAsia="nl-NL"/>
        </w:rPr>
        <w:tab/>
      </w:r>
      <w:r w:rsidRPr="00882C40">
        <w:t>IALA AS DOMAIN OWNER</w:t>
      </w:r>
      <w:r>
        <w:tab/>
      </w:r>
      <w:r>
        <w:fldChar w:fldCharType="begin"/>
      </w:r>
      <w:r>
        <w:instrText xml:space="preserve"> PAGEREF _Toc336438505 \h </w:instrText>
      </w:r>
      <w:r>
        <w:fldChar w:fldCharType="separate"/>
      </w:r>
      <w:r w:rsidR="001D7DDD">
        <w:t>7</w:t>
      </w:r>
      <w:r>
        <w:fldChar w:fldCharType="end"/>
      </w:r>
    </w:p>
    <w:p w14:paraId="38C43E6A" w14:textId="77777777" w:rsidR="00BC2898" w:rsidRPr="000B3EE5" w:rsidRDefault="00BC2898">
      <w:pPr>
        <w:pStyle w:val="TOC1"/>
        <w:rPr>
          <w:rFonts w:ascii="Times New Roman" w:eastAsia="Times New Roman" w:hAnsi="Times New Roman"/>
          <w:lang w:val="en-GB" w:eastAsia="nl-NL"/>
        </w:rPr>
      </w:pPr>
      <w:r w:rsidRPr="00882C40">
        <w:t>6</w:t>
      </w:r>
      <w:r w:rsidRPr="000B3EE5">
        <w:rPr>
          <w:rFonts w:ascii="Times New Roman" w:eastAsia="Times New Roman" w:hAnsi="Times New Roman"/>
          <w:lang w:val="en-GB" w:eastAsia="nl-NL"/>
        </w:rPr>
        <w:tab/>
      </w:r>
      <w:r w:rsidRPr="00882C40">
        <w:t>MANAGEMENT OF IALA DOMAINS</w:t>
      </w:r>
      <w:r>
        <w:tab/>
      </w:r>
      <w:r>
        <w:fldChar w:fldCharType="begin"/>
      </w:r>
      <w:r>
        <w:instrText xml:space="preserve"> PAGEREF _Toc336438506 \h </w:instrText>
      </w:r>
      <w:r>
        <w:fldChar w:fldCharType="separate"/>
      </w:r>
      <w:r w:rsidR="001D7DDD">
        <w:t>8</w:t>
      </w:r>
      <w:r>
        <w:fldChar w:fldCharType="end"/>
      </w:r>
    </w:p>
    <w:p w14:paraId="5B9B408C" w14:textId="77777777" w:rsidR="00BC2898" w:rsidRPr="000B3EE5" w:rsidRDefault="00BC2898">
      <w:pPr>
        <w:pStyle w:val="TOC2"/>
        <w:rPr>
          <w:rFonts w:ascii="Times New Roman" w:eastAsia="Times New Roman" w:hAnsi="Times New Roman"/>
          <w:lang w:val="en-GB" w:eastAsia="nl-NL"/>
        </w:rPr>
      </w:pPr>
      <w:r>
        <w:t>6.1</w:t>
      </w:r>
      <w:r w:rsidRPr="000B3EE5">
        <w:rPr>
          <w:rFonts w:ascii="Times New Roman" w:eastAsia="Times New Roman" w:hAnsi="Times New Roman"/>
          <w:lang w:val="en-GB" w:eastAsia="nl-NL"/>
        </w:rPr>
        <w:tab/>
      </w:r>
      <w:r>
        <w:t>Interaction with IHO</w:t>
      </w:r>
      <w:r>
        <w:tab/>
      </w:r>
      <w:r>
        <w:fldChar w:fldCharType="begin"/>
      </w:r>
      <w:r>
        <w:instrText xml:space="preserve"> PAGEREF _Toc336438507 \h </w:instrText>
      </w:r>
      <w:r>
        <w:fldChar w:fldCharType="separate"/>
      </w:r>
      <w:r w:rsidR="001D7DDD">
        <w:t>8</w:t>
      </w:r>
      <w:r>
        <w:fldChar w:fldCharType="end"/>
      </w:r>
    </w:p>
    <w:p w14:paraId="6E08251B" w14:textId="77777777" w:rsidR="00BC2898" w:rsidRPr="000B3EE5" w:rsidRDefault="00BC2898">
      <w:pPr>
        <w:pStyle w:val="TOC3"/>
        <w:rPr>
          <w:rFonts w:ascii="Times New Roman" w:eastAsia="Times New Roman" w:hAnsi="Times New Roman"/>
          <w:lang w:val="en-GB" w:eastAsia="nl-NL"/>
        </w:rPr>
      </w:pPr>
      <w:r>
        <w:t>6.1.1</w:t>
      </w:r>
      <w:r w:rsidRPr="000B3EE5">
        <w:rPr>
          <w:rFonts w:ascii="Times New Roman" w:eastAsia="Times New Roman" w:hAnsi="Times New Roman"/>
          <w:lang w:val="en-GB" w:eastAsia="nl-NL"/>
        </w:rPr>
        <w:tab/>
      </w:r>
      <w:r>
        <w:t>Domain application</w:t>
      </w:r>
      <w:r>
        <w:tab/>
      </w:r>
      <w:r>
        <w:fldChar w:fldCharType="begin"/>
      </w:r>
      <w:r>
        <w:instrText xml:space="preserve"> PAGEREF _Toc336438508 \h </w:instrText>
      </w:r>
      <w:r>
        <w:fldChar w:fldCharType="separate"/>
      </w:r>
      <w:r w:rsidR="001D7DDD">
        <w:t>8</w:t>
      </w:r>
      <w:r>
        <w:fldChar w:fldCharType="end"/>
      </w:r>
    </w:p>
    <w:p w14:paraId="49846C60" w14:textId="77777777" w:rsidR="00BC2898" w:rsidRPr="000B3EE5" w:rsidRDefault="00BC2898">
      <w:pPr>
        <w:pStyle w:val="TOC3"/>
        <w:rPr>
          <w:rFonts w:ascii="Times New Roman" w:eastAsia="Times New Roman" w:hAnsi="Times New Roman"/>
          <w:lang w:val="en-GB" w:eastAsia="nl-NL"/>
        </w:rPr>
      </w:pPr>
      <w:r>
        <w:t>6.1.2</w:t>
      </w:r>
      <w:r w:rsidRPr="000B3EE5">
        <w:rPr>
          <w:rFonts w:ascii="Times New Roman" w:eastAsia="Times New Roman" w:hAnsi="Times New Roman"/>
          <w:lang w:val="en-GB" w:eastAsia="nl-NL"/>
        </w:rPr>
        <w:tab/>
      </w:r>
      <w:r>
        <w:t>Domain responsibilities</w:t>
      </w:r>
      <w:r>
        <w:tab/>
      </w:r>
      <w:r>
        <w:fldChar w:fldCharType="begin"/>
      </w:r>
      <w:r>
        <w:instrText xml:space="preserve"> PAGEREF _Toc336438509 \h </w:instrText>
      </w:r>
      <w:r>
        <w:fldChar w:fldCharType="separate"/>
      </w:r>
      <w:r w:rsidR="001D7DDD">
        <w:t>8</w:t>
      </w:r>
      <w:r>
        <w:fldChar w:fldCharType="end"/>
      </w:r>
    </w:p>
    <w:p w14:paraId="783E8A8B" w14:textId="77777777" w:rsidR="00BC2898" w:rsidRPr="000B3EE5" w:rsidRDefault="00BC2898">
      <w:pPr>
        <w:pStyle w:val="TOC1"/>
        <w:rPr>
          <w:rFonts w:ascii="Times New Roman" w:eastAsia="Times New Roman" w:hAnsi="Times New Roman"/>
          <w:lang w:val="en-GB" w:eastAsia="nl-NL"/>
        </w:rPr>
      </w:pPr>
      <w:r w:rsidRPr="00882C40">
        <w:t>7</w:t>
      </w:r>
      <w:r w:rsidRPr="000B3EE5">
        <w:rPr>
          <w:rFonts w:ascii="Times New Roman" w:eastAsia="Times New Roman" w:hAnsi="Times New Roman"/>
          <w:lang w:val="en-GB" w:eastAsia="nl-NL"/>
        </w:rPr>
        <w:tab/>
      </w:r>
      <w:r w:rsidRPr="00882C40">
        <w:t>IALA AS A SUBMITTING ORGANIZATION</w:t>
      </w:r>
      <w:r>
        <w:tab/>
      </w:r>
      <w:r>
        <w:fldChar w:fldCharType="begin"/>
      </w:r>
      <w:r>
        <w:instrText xml:space="preserve"> PAGEREF _Toc336438510 \h </w:instrText>
      </w:r>
      <w:r>
        <w:fldChar w:fldCharType="separate"/>
      </w:r>
      <w:r w:rsidR="001D7DDD">
        <w:t>10</w:t>
      </w:r>
      <w:r>
        <w:fldChar w:fldCharType="end"/>
      </w:r>
    </w:p>
    <w:p w14:paraId="1255F760" w14:textId="77777777" w:rsidR="00BC2898" w:rsidRPr="000B3EE5" w:rsidRDefault="00BC2898">
      <w:pPr>
        <w:pStyle w:val="TOC1"/>
        <w:rPr>
          <w:rFonts w:ascii="Times New Roman" w:eastAsia="Times New Roman" w:hAnsi="Times New Roman"/>
          <w:lang w:val="en-GB" w:eastAsia="nl-NL"/>
        </w:rPr>
      </w:pPr>
      <w:r w:rsidRPr="00882C40">
        <w:t>8</w:t>
      </w:r>
      <w:r w:rsidRPr="000B3EE5">
        <w:rPr>
          <w:rFonts w:ascii="Times New Roman" w:eastAsia="Times New Roman" w:hAnsi="Times New Roman"/>
          <w:lang w:val="en-GB" w:eastAsia="nl-NL"/>
        </w:rPr>
        <w:tab/>
      </w:r>
      <w:r w:rsidRPr="00882C40">
        <w:t>GLOSSARY / DEFINITIONS / ACRONYMS</w:t>
      </w:r>
      <w:r>
        <w:tab/>
      </w:r>
      <w:r>
        <w:fldChar w:fldCharType="begin"/>
      </w:r>
      <w:r>
        <w:instrText xml:space="preserve"> PAGEREF _Toc336438511 \h </w:instrText>
      </w:r>
      <w:r>
        <w:fldChar w:fldCharType="separate"/>
      </w:r>
      <w:r w:rsidR="001D7DDD">
        <w:t>10</w:t>
      </w:r>
      <w:r>
        <w:fldChar w:fldCharType="end"/>
      </w:r>
    </w:p>
    <w:p w14:paraId="06FFE18A" w14:textId="77777777" w:rsidR="00BC2898" w:rsidRPr="000B3EE5" w:rsidRDefault="00BC2898">
      <w:pPr>
        <w:pStyle w:val="TOC2"/>
        <w:rPr>
          <w:rFonts w:ascii="Times New Roman" w:eastAsia="Times New Roman" w:hAnsi="Times New Roman"/>
          <w:lang w:val="en-GB" w:eastAsia="nl-NL"/>
        </w:rPr>
      </w:pPr>
      <w:r>
        <w:t>8.1</w:t>
      </w:r>
      <w:r w:rsidRPr="000B3EE5">
        <w:rPr>
          <w:rFonts w:ascii="Times New Roman" w:eastAsia="Times New Roman" w:hAnsi="Times New Roman"/>
          <w:lang w:val="en-GB" w:eastAsia="nl-NL"/>
        </w:rPr>
        <w:tab/>
      </w:r>
      <w:r>
        <w:t>Glossary / Definitions</w:t>
      </w:r>
      <w:r>
        <w:tab/>
      </w:r>
      <w:r>
        <w:fldChar w:fldCharType="begin"/>
      </w:r>
      <w:r>
        <w:instrText xml:space="preserve"> PAGEREF _Toc336438512 \h </w:instrText>
      </w:r>
      <w:r>
        <w:fldChar w:fldCharType="separate"/>
      </w:r>
      <w:r w:rsidR="001D7DDD">
        <w:t>10</w:t>
      </w:r>
      <w:r>
        <w:fldChar w:fldCharType="end"/>
      </w:r>
    </w:p>
    <w:p w14:paraId="217C1F6F" w14:textId="77777777" w:rsidR="00BC2898" w:rsidRDefault="00BC2898">
      <w:pPr>
        <w:pStyle w:val="TOC2"/>
        <w:rPr>
          <w:rFonts w:ascii="Times New Roman" w:eastAsia="Times New Roman" w:hAnsi="Times New Roman"/>
          <w:lang w:val="nl-NL" w:eastAsia="nl-NL"/>
        </w:rPr>
      </w:pPr>
      <w:r>
        <w:t>8.2</w:t>
      </w:r>
      <w:r>
        <w:rPr>
          <w:rFonts w:ascii="Times New Roman" w:eastAsia="Times New Roman" w:hAnsi="Times New Roman"/>
          <w:lang w:val="nl-NL" w:eastAsia="nl-NL"/>
        </w:rPr>
        <w:tab/>
      </w:r>
      <w:r>
        <w:t>Acronyms</w:t>
      </w:r>
      <w:r>
        <w:tab/>
      </w:r>
      <w:r>
        <w:fldChar w:fldCharType="begin"/>
      </w:r>
      <w:r>
        <w:instrText xml:space="preserve"> PAGEREF _Toc336438513 \h </w:instrText>
      </w:r>
      <w:r>
        <w:fldChar w:fldCharType="separate"/>
      </w:r>
      <w:r w:rsidR="001D7DDD">
        <w:t>11</w:t>
      </w:r>
      <w:r>
        <w:fldChar w:fldCharType="end"/>
      </w:r>
    </w:p>
    <w:p w14:paraId="31CEB6EC" w14:textId="77777777" w:rsidR="00BC2898" w:rsidRDefault="00BC2898">
      <w:pPr>
        <w:pStyle w:val="TOC1"/>
        <w:rPr>
          <w:rFonts w:ascii="Times New Roman" w:eastAsia="Times New Roman" w:hAnsi="Times New Roman"/>
          <w:lang w:val="nl-NL" w:eastAsia="nl-NL"/>
        </w:rPr>
      </w:pPr>
      <w:r w:rsidRPr="00882C40">
        <w:t>9</w:t>
      </w:r>
      <w:r>
        <w:rPr>
          <w:rFonts w:ascii="Times New Roman" w:eastAsia="Times New Roman" w:hAnsi="Times New Roman"/>
          <w:lang w:val="nl-NL" w:eastAsia="nl-NL"/>
        </w:rPr>
        <w:tab/>
      </w:r>
      <w:r w:rsidRPr="00882C40">
        <w:t>REFERENCES</w:t>
      </w:r>
      <w:r>
        <w:tab/>
      </w:r>
      <w:r>
        <w:fldChar w:fldCharType="begin"/>
      </w:r>
      <w:r>
        <w:instrText xml:space="preserve"> PAGEREF _Toc336438514 \h </w:instrText>
      </w:r>
      <w:r>
        <w:fldChar w:fldCharType="separate"/>
      </w:r>
      <w:r w:rsidR="001D7DDD">
        <w:t>11</w:t>
      </w:r>
      <w:r>
        <w:fldChar w:fldCharType="end"/>
      </w:r>
    </w:p>
    <w:p w14:paraId="624C4E27" w14:textId="77777777" w:rsidR="00BC2898" w:rsidRDefault="00BC2898" w:rsidP="00380C7B">
      <w:pPr>
        <w:rPr>
          <w:rFonts w:cs="Arial"/>
        </w:rPr>
      </w:pPr>
      <w:r>
        <w:rPr>
          <w:b/>
          <w:bCs/>
          <w:caps/>
          <w:lang w:eastAsia="en-US"/>
        </w:rPr>
        <w:fldChar w:fldCharType="end"/>
      </w:r>
    </w:p>
    <w:p w14:paraId="245F26E1" w14:textId="77777777" w:rsidR="00BC2898" w:rsidRDefault="00BC2898" w:rsidP="00986D5A">
      <w:pPr>
        <w:pStyle w:val="Title"/>
      </w:pPr>
      <w:r>
        <w:t>Index of Tables</w:t>
      </w:r>
    </w:p>
    <w:p w14:paraId="7163511D" w14:textId="77777777" w:rsidR="00BC2898" w:rsidRDefault="00BC2898">
      <w:pPr>
        <w:pStyle w:val="TableofFigures"/>
        <w:rPr>
          <w:rFonts w:ascii="Times New Roman" w:hAnsi="Times New Roman"/>
          <w:noProof/>
          <w:sz w:val="24"/>
          <w:lang w:val="nl-NL" w:eastAsia="nl-NL"/>
        </w:rPr>
      </w:pPr>
      <w:r>
        <w:rPr>
          <w:rFonts w:cs="Arial"/>
        </w:rPr>
        <w:fldChar w:fldCharType="begin"/>
      </w:r>
      <w:r>
        <w:rPr>
          <w:rFonts w:cs="Arial"/>
        </w:rPr>
        <w:instrText xml:space="preserve"> TOC \h \z \t "Table_#" \c </w:instrText>
      </w:r>
      <w:r>
        <w:rPr>
          <w:rFonts w:cs="Arial"/>
        </w:rPr>
        <w:fldChar w:fldCharType="separate"/>
      </w:r>
      <w:hyperlink w:anchor="_Toc336438560" w:history="1">
        <w:r w:rsidRPr="00A11716">
          <w:rPr>
            <w:rStyle w:val="Hyperlink"/>
            <w:rFonts w:eastAsia="MS Mincho"/>
            <w:noProof/>
          </w:rPr>
          <w:t>Table 1</w:t>
        </w:r>
        <w:r>
          <w:rPr>
            <w:rFonts w:ascii="Times New Roman" w:hAnsi="Times New Roman"/>
            <w:noProof/>
            <w:sz w:val="24"/>
            <w:lang w:val="nl-NL" w:eastAsia="nl-NL"/>
          </w:rPr>
          <w:tab/>
        </w:r>
        <w:r w:rsidRPr="00A11716">
          <w:rPr>
            <w:rStyle w:val="Hyperlink"/>
            <w:rFonts w:eastAsia="MS Mincho"/>
            <w:noProof/>
          </w:rPr>
          <w:t>Envisaged IALA domains</w:t>
        </w:r>
        <w:r>
          <w:rPr>
            <w:noProof/>
            <w:webHidden/>
          </w:rPr>
          <w:tab/>
        </w:r>
        <w:r>
          <w:rPr>
            <w:noProof/>
            <w:webHidden/>
          </w:rPr>
          <w:fldChar w:fldCharType="begin"/>
        </w:r>
        <w:r>
          <w:rPr>
            <w:noProof/>
            <w:webHidden/>
          </w:rPr>
          <w:instrText xml:space="preserve"> PAGEREF _Toc336438560 \h </w:instrText>
        </w:r>
        <w:r>
          <w:rPr>
            <w:noProof/>
            <w:webHidden/>
          </w:rPr>
        </w:r>
        <w:r>
          <w:rPr>
            <w:noProof/>
            <w:webHidden/>
          </w:rPr>
          <w:fldChar w:fldCharType="separate"/>
        </w:r>
        <w:r w:rsidR="001D7DDD">
          <w:rPr>
            <w:noProof/>
            <w:webHidden/>
          </w:rPr>
          <w:t>7</w:t>
        </w:r>
        <w:r>
          <w:rPr>
            <w:noProof/>
            <w:webHidden/>
          </w:rPr>
          <w:fldChar w:fldCharType="end"/>
        </w:r>
      </w:hyperlink>
    </w:p>
    <w:p w14:paraId="0A2BBB67" w14:textId="77777777" w:rsidR="00BC2898" w:rsidRDefault="00BC2898" w:rsidP="00FF7BED">
      <w:pPr>
        <w:pStyle w:val="Title"/>
      </w:pPr>
      <w:r>
        <w:fldChar w:fldCharType="end"/>
      </w:r>
      <w:r>
        <w:t>Index of Figures</w:t>
      </w:r>
    </w:p>
    <w:p w14:paraId="4AC10741" w14:textId="77777777" w:rsidR="00BC2898" w:rsidRDefault="00BC2898">
      <w:pPr>
        <w:pStyle w:val="TableofFigures"/>
        <w:rPr>
          <w:rFonts w:ascii="Times New Roman" w:hAnsi="Times New Roman"/>
          <w:noProof/>
          <w:sz w:val="24"/>
          <w:lang w:val="nl-NL" w:eastAsia="nl-NL"/>
        </w:rPr>
      </w:pPr>
      <w:r>
        <w:fldChar w:fldCharType="begin"/>
      </w:r>
      <w:r>
        <w:instrText xml:space="preserve"> TOC \h \z \t "Figure_#" \c </w:instrText>
      </w:r>
      <w:r>
        <w:fldChar w:fldCharType="separate"/>
      </w:r>
      <w:hyperlink w:anchor="_Toc336438554" w:history="1">
        <w:r w:rsidRPr="00866587">
          <w:rPr>
            <w:rStyle w:val="Hyperlink"/>
            <w:rFonts w:eastAsia="MS Mincho"/>
            <w:noProof/>
          </w:rPr>
          <w:t>Figure 1</w:t>
        </w:r>
        <w:r>
          <w:rPr>
            <w:rFonts w:ascii="Times New Roman" w:hAnsi="Times New Roman"/>
            <w:noProof/>
            <w:sz w:val="24"/>
            <w:lang w:val="nl-NL" w:eastAsia="nl-NL"/>
          </w:rPr>
          <w:tab/>
        </w:r>
        <w:r w:rsidRPr="00866587">
          <w:rPr>
            <w:rStyle w:val="Hyperlink"/>
            <w:rFonts w:eastAsia="MS Mincho"/>
            <w:noProof/>
          </w:rPr>
          <w:t>The IALA Domains in the IHO Registry</w:t>
        </w:r>
        <w:r>
          <w:rPr>
            <w:noProof/>
            <w:webHidden/>
          </w:rPr>
          <w:tab/>
        </w:r>
        <w:r>
          <w:rPr>
            <w:noProof/>
            <w:webHidden/>
          </w:rPr>
          <w:fldChar w:fldCharType="begin"/>
        </w:r>
        <w:r>
          <w:rPr>
            <w:noProof/>
            <w:webHidden/>
          </w:rPr>
          <w:instrText xml:space="preserve"> PAGEREF _Toc336438554 \h </w:instrText>
        </w:r>
        <w:r>
          <w:rPr>
            <w:noProof/>
            <w:webHidden/>
          </w:rPr>
        </w:r>
        <w:r>
          <w:rPr>
            <w:noProof/>
            <w:webHidden/>
          </w:rPr>
          <w:fldChar w:fldCharType="separate"/>
        </w:r>
        <w:r w:rsidR="001D7DDD">
          <w:rPr>
            <w:noProof/>
            <w:webHidden/>
          </w:rPr>
          <w:t>5</w:t>
        </w:r>
        <w:r>
          <w:rPr>
            <w:noProof/>
            <w:webHidden/>
          </w:rPr>
          <w:fldChar w:fldCharType="end"/>
        </w:r>
      </w:hyperlink>
    </w:p>
    <w:p w14:paraId="6A40223A" w14:textId="77777777" w:rsidR="00BC2898" w:rsidRDefault="00991AC9">
      <w:pPr>
        <w:pStyle w:val="TableofFigures"/>
        <w:rPr>
          <w:rFonts w:ascii="Times New Roman" w:hAnsi="Times New Roman"/>
          <w:noProof/>
          <w:sz w:val="24"/>
          <w:lang w:val="nl-NL" w:eastAsia="nl-NL"/>
        </w:rPr>
      </w:pPr>
      <w:hyperlink w:anchor="_Toc336438555" w:history="1">
        <w:r w:rsidR="00BC2898" w:rsidRPr="00866587">
          <w:rPr>
            <w:rStyle w:val="Hyperlink"/>
            <w:rFonts w:eastAsia="MS Mincho"/>
            <w:noProof/>
          </w:rPr>
          <w:t>Figure 2</w:t>
        </w:r>
        <w:r w:rsidR="00BC2898">
          <w:rPr>
            <w:rFonts w:ascii="Times New Roman" w:hAnsi="Times New Roman"/>
            <w:noProof/>
            <w:sz w:val="24"/>
            <w:lang w:val="nl-NL" w:eastAsia="nl-NL"/>
          </w:rPr>
          <w:tab/>
        </w:r>
        <w:r w:rsidR="00BC2898" w:rsidRPr="00866587">
          <w:rPr>
            <w:rStyle w:val="Hyperlink"/>
            <w:rFonts w:eastAsia="MS Mincho"/>
            <w:noProof/>
            <w:lang w:val="en-AU"/>
          </w:rPr>
          <w:t>Subdivision of a Register by Domains</w:t>
        </w:r>
        <w:r w:rsidR="00BC2898">
          <w:rPr>
            <w:noProof/>
            <w:webHidden/>
          </w:rPr>
          <w:tab/>
        </w:r>
        <w:r w:rsidR="00BC2898">
          <w:rPr>
            <w:noProof/>
            <w:webHidden/>
          </w:rPr>
          <w:fldChar w:fldCharType="begin"/>
        </w:r>
        <w:r w:rsidR="00BC2898">
          <w:rPr>
            <w:noProof/>
            <w:webHidden/>
          </w:rPr>
          <w:instrText xml:space="preserve"> PAGEREF _Toc336438555 \h </w:instrText>
        </w:r>
        <w:r w:rsidR="00BC2898">
          <w:rPr>
            <w:noProof/>
            <w:webHidden/>
          </w:rPr>
        </w:r>
        <w:r w:rsidR="00BC2898">
          <w:rPr>
            <w:noProof/>
            <w:webHidden/>
          </w:rPr>
          <w:fldChar w:fldCharType="separate"/>
        </w:r>
        <w:r w:rsidR="001D7DDD">
          <w:rPr>
            <w:noProof/>
            <w:webHidden/>
          </w:rPr>
          <w:t>6</w:t>
        </w:r>
        <w:r w:rsidR="00BC2898">
          <w:rPr>
            <w:noProof/>
            <w:webHidden/>
          </w:rPr>
          <w:fldChar w:fldCharType="end"/>
        </w:r>
      </w:hyperlink>
    </w:p>
    <w:p w14:paraId="396DEE33" w14:textId="77777777" w:rsidR="00BC2898" w:rsidRDefault="00991AC9">
      <w:pPr>
        <w:pStyle w:val="TableofFigures"/>
        <w:rPr>
          <w:rFonts w:ascii="Times New Roman" w:hAnsi="Times New Roman"/>
          <w:noProof/>
          <w:sz w:val="24"/>
          <w:lang w:val="nl-NL" w:eastAsia="nl-NL"/>
        </w:rPr>
      </w:pPr>
      <w:hyperlink w:anchor="_Toc336438556" w:history="1">
        <w:r w:rsidR="00BC2898" w:rsidRPr="00866587">
          <w:rPr>
            <w:rStyle w:val="Hyperlink"/>
            <w:rFonts w:eastAsia="MS Mincho"/>
            <w:noProof/>
            <w:lang w:val="en-AU"/>
          </w:rPr>
          <w:t>Figure 3</w:t>
        </w:r>
        <w:r w:rsidR="00BC2898">
          <w:rPr>
            <w:rFonts w:ascii="Times New Roman" w:hAnsi="Times New Roman"/>
            <w:noProof/>
            <w:sz w:val="24"/>
            <w:lang w:val="nl-NL" w:eastAsia="nl-NL"/>
          </w:rPr>
          <w:tab/>
        </w:r>
        <w:r w:rsidR="00BC2898" w:rsidRPr="00866587">
          <w:rPr>
            <w:rStyle w:val="Hyperlink"/>
            <w:rFonts w:eastAsia="MS Mincho"/>
            <w:noProof/>
            <w:lang w:val="en-AU"/>
          </w:rPr>
          <w:t>IALA Domains organisation</w:t>
        </w:r>
        <w:r w:rsidR="00BC2898">
          <w:rPr>
            <w:noProof/>
            <w:webHidden/>
          </w:rPr>
          <w:tab/>
        </w:r>
        <w:r w:rsidR="00BC2898">
          <w:rPr>
            <w:noProof/>
            <w:webHidden/>
          </w:rPr>
          <w:fldChar w:fldCharType="begin"/>
        </w:r>
        <w:r w:rsidR="00BC2898">
          <w:rPr>
            <w:noProof/>
            <w:webHidden/>
          </w:rPr>
          <w:instrText xml:space="preserve"> PAGEREF _Toc336438556 \h </w:instrText>
        </w:r>
        <w:r w:rsidR="00BC2898">
          <w:rPr>
            <w:noProof/>
            <w:webHidden/>
          </w:rPr>
        </w:r>
        <w:r w:rsidR="00BC2898">
          <w:rPr>
            <w:noProof/>
            <w:webHidden/>
          </w:rPr>
          <w:fldChar w:fldCharType="separate"/>
        </w:r>
        <w:r w:rsidR="001D7DDD">
          <w:rPr>
            <w:noProof/>
            <w:webHidden/>
          </w:rPr>
          <w:t>10</w:t>
        </w:r>
        <w:r w:rsidR="00BC2898">
          <w:rPr>
            <w:noProof/>
            <w:webHidden/>
          </w:rPr>
          <w:fldChar w:fldCharType="end"/>
        </w:r>
      </w:hyperlink>
    </w:p>
    <w:p w14:paraId="49580048" w14:textId="77777777" w:rsidR="00BC2898" w:rsidRDefault="00BC2898" w:rsidP="009E559D">
      <w:pPr>
        <w:pStyle w:val="BlockText"/>
        <w:spacing w:before="480" w:after="240"/>
        <w:ind w:left="0" w:right="0"/>
        <w:jc w:val="center"/>
      </w:pPr>
      <w:r>
        <w:fldChar w:fldCharType="end"/>
      </w:r>
      <w:r w:rsidRPr="00371BEF">
        <w:br w:type="page"/>
      </w:r>
    </w:p>
    <w:p w14:paraId="500F9742" w14:textId="77777777" w:rsidR="00BC2898" w:rsidRDefault="00BC2898" w:rsidP="009E559D">
      <w:pPr>
        <w:pStyle w:val="BlockText"/>
        <w:spacing w:before="240" w:after="0"/>
        <w:ind w:left="0" w:right="0"/>
        <w:jc w:val="center"/>
      </w:pPr>
    </w:p>
    <w:p w14:paraId="012A954C" w14:textId="77777777" w:rsidR="00BC2898" w:rsidRPr="009E559D" w:rsidRDefault="00BC2898" w:rsidP="009E559D">
      <w:pPr>
        <w:pStyle w:val="BlockText"/>
        <w:spacing w:before="480" w:after="240"/>
        <w:ind w:left="0" w:right="0"/>
        <w:jc w:val="center"/>
        <w:rPr>
          <w:b/>
          <w:sz w:val="32"/>
          <w:szCs w:val="32"/>
        </w:rPr>
      </w:pPr>
      <w:r w:rsidRPr="009E559D">
        <w:rPr>
          <w:b/>
          <w:sz w:val="32"/>
          <w:szCs w:val="32"/>
        </w:rPr>
        <w:t>Procedures for the Management of the IALA Domains under the IHO Registry</w:t>
      </w:r>
    </w:p>
    <w:p w14:paraId="59AE41AD" w14:textId="77777777" w:rsidR="00BC2898" w:rsidRPr="006B795C" w:rsidRDefault="00BC2898" w:rsidP="00A14A4B">
      <w:pPr>
        <w:pStyle w:val="Heading1"/>
      </w:pPr>
      <w:bookmarkStart w:id="0" w:name="_Toc336438496"/>
      <w:r w:rsidRPr="006B795C">
        <w:rPr>
          <w:caps w:val="0"/>
        </w:rPr>
        <w:t>INTRODUCTION</w:t>
      </w:r>
      <w:bookmarkEnd w:id="0"/>
    </w:p>
    <w:p w14:paraId="0D1A651D" w14:textId="77777777" w:rsidR="00BC2898" w:rsidRDefault="00BC2898" w:rsidP="009E559D">
      <w:pPr>
        <w:pStyle w:val="BodyText"/>
        <w:ind w:right="-1"/>
      </w:pPr>
      <w:r>
        <w:t xml:space="preserve">This document describes the roles, responsibilities and procedures for IALA as a Submitting Organization under the </w:t>
      </w:r>
      <w:r w:rsidRPr="007076CB">
        <w:t>In</w:t>
      </w:r>
      <w:r>
        <w:t>ternational Hydrographic Organiz</w:t>
      </w:r>
      <w:r w:rsidRPr="007076CB">
        <w:t>ation</w:t>
      </w:r>
      <w:r>
        <w:t xml:space="preserve"> (IHO) Registry, based on IHO Standards S-100 and S-99, for managing and</w:t>
      </w:r>
      <w:r w:rsidRPr="00DE5827">
        <w:t xml:space="preserve"> </w:t>
      </w:r>
      <w:r>
        <w:t>operating the associated IALA domains.</w:t>
      </w:r>
    </w:p>
    <w:p w14:paraId="48A5D19E" w14:textId="77777777" w:rsidR="00BC2898" w:rsidRPr="00F23EA4" w:rsidRDefault="00BC2898" w:rsidP="007C19BB">
      <w:pPr>
        <w:pStyle w:val="BodyText"/>
      </w:pPr>
      <w:r w:rsidRPr="007076CB">
        <w:t xml:space="preserve">This guideline explains the concepts of registries and domains, the responsibility of IHO as manager of the </w:t>
      </w:r>
      <w:r>
        <w:t>IHO</w:t>
      </w:r>
      <w:r w:rsidRPr="007076CB">
        <w:t xml:space="preserve"> Registry and the role of IALA as a domain owner and manager. </w:t>
      </w:r>
    </w:p>
    <w:p w14:paraId="1C676A33" w14:textId="77777777" w:rsidR="00BC2898" w:rsidRPr="00F23EA4" w:rsidRDefault="00BC2898" w:rsidP="007C19BB">
      <w:pPr>
        <w:pStyle w:val="BodyText"/>
      </w:pPr>
      <w:r w:rsidRPr="007076CB">
        <w:t>IALA’s roles and responsibilities as a submitting organisation are set out and the process for man</w:t>
      </w:r>
      <w:r>
        <w:t>aging submissions is laid down.</w:t>
      </w:r>
    </w:p>
    <w:p w14:paraId="4661EB29" w14:textId="77777777" w:rsidR="00BC2898" w:rsidRPr="00F23EA4" w:rsidRDefault="00BC2898" w:rsidP="007C19BB">
      <w:pPr>
        <w:pStyle w:val="BodyText"/>
      </w:pPr>
      <w:r w:rsidRPr="007076CB">
        <w:t xml:space="preserve">The overall context of IALA’s involvement in the </w:t>
      </w:r>
      <w:r>
        <w:t>IHO</w:t>
      </w:r>
      <w:r w:rsidRPr="007076CB">
        <w:t xml:space="preserve"> Registry is considered, in particular the move towards a Common Maritime Data Structure</w:t>
      </w:r>
      <w:r>
        <w:t xml:space="preserve"> (CMDS)</w:t>
      </w:r>
      <w:r w:rsidRPr="007076CB">
        <w:t xml:space="preserve"> and the proposed IMO</w:t>
      </w:r>
      <w:r>
        <w:t>/IHO Harmonization</w:t>
      </w:r>
      <w:r w:rsidRPr="007076CB">
        <w:t xml:space="preserve"> Group on Data Modelling</w:t>
      </w:r>
      <w:r>
        <w:t xml:space="preserve"> (HGDM)</w:t>
      </w:r>
      <w:r w:rsidRPr="007076CB">
        <w:t>.</w:t>
      </w:r>
    </w:p>
    <w:p w14:paraId="35876C6C" w14:textId="77777777" w:rsidR="00BC2898" w:rsidRPr="006B795C" w:rsidRDefault="00BC2898" w:rsidP="00A14A4B">
      <w:pPr>
        <w:pStyle w:val="Heading1"/>
      </w:pPr>
      <w:bookmarkStart w:id="1" w:name="_Toc336438497"/>
      <w:r w:rsidRPr="006B795C">
        <w:rPr>
          <w:caps w:val="0"/>
        </w:rPr>
        <w:t>BACKGROUND</w:t>
      </w:r>
      <w:bookmarkEnd w:id="1"/>
    </w:p>
    <w:p w14:paraId="27572D9F" w14:textId="77777777" w:rsidR="00BC2898" w:rsidRDefault="00BC2898" w:rsidP="00DE68FF">
      <w:pPr>
        <w:pStyle w:val="BodyText"/>
        <w:rPr>
          <w:bCs/>
        </w:rPr>
      </w:pPr>
      <w:r w:rsidRPr="007076CB">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 </w:t>
      </w:r>
      <w:r>
        <w:t xml:space="preserve"> </w:t>
      </w:r>
      <w:r w:rsidRPr="007076CB">
        <w:t xml:space="preserve">The operational procedures for </w:t>
      </w:r>
      <w:r w:rsidRPr="007076CB">
        <w:rPr>
          <w:bCs/>
        </w:rPr>
        <w:t xml:space="preserve">the organization and management of the </w:t>
      </w:r>
      <w:r>
        <w:rPr>
          <w:bCs/>
        </w:rPr>
        <w:t>IHO</w:t>
      </w:r>
      <w:r w:rsidRPr="007076CB">
        <w:rPr>
          <w:bCs/>
        </w:rPr>
        <w:t xml:space="preserve"> Registry are set out in IHO Publication S-99.</w:t>
      </w:r>
    </w:p>
    <w:p w14:paraId="567E040D" w14:textId="77777777" w:rsidR="00BC2898" w:rsidRPr="009D6334" w:rsidRDefault="00BC2898" w:rsidP="004A3893">
      <w:pPr>
        <w:pStyle w:val="BodyText"/>
        <w:rPr>
          <w:rFonts w:cs="Arial"/>
        </w:rPr>
      </w:pPr>
      <w:r>
        <w:t>There is a Memorandum of Understanding</w:t>
      </w:r>
      <w:r w:rsidRPr="00D06C0A">
        <w:t xml:space="preserve"> between the IHO</w:t>
      </w:r>
      <w:r>
        <w:t xml:space="preserve"> and IALA, which was signed in 2001 and covers </w:t>
      </w:r>
      <w:r w:rsidRPr="00000DCC">
        <w:t xml:space="preserve">work on </w:t>
      </w:r>
      <w:r>
        <w:t xml:space="preserve">the IHO Registry, which is governed by </w:t>
      </w:r>
      <w:r w:rsidRPr="00000DCC">
        <w:t>S-9</w:t>
      </w:r>
      <w:r>
        <w:t xml:space="preserve">9.  </w:t>
      </w:r>
      <w:r w:rsidRPr="00B0211F">
        <w:t>Within th</w:t>
      </w:r>
      <w:r>
        <w:t xml:space="preserve">e IHO Registry, </w:t>
      </w:r>
      <w:proofErr w:type="gramStart"/>
      <w:r>
        <w:t>“Supplementary R</w:t>
      </w:r>
      <w:r w:rsidRPr="00B0211F">
        <w:t>egisters</w:t>
      </w:r>
      <w:r>
        <w:t>”</w:t>
      </w:r>
      <w:r w:rsidRPr="00B0211F">
        <w:t xml:space="preserve"> may be </w:t>
      </w:r>
      <w:r>
        <w:t>used</w:t>
      </w:r>
      <w:r w:rsidRPr="00B0211F">
        <w:t xml:space="preserve"> by ext</w:t>
      </w:r>
      <w:r>
        <w:t>ernal Submitting Organisations</w:t>
      </w:r>
      <w:proofErr w:type="gramEnd"/>
      <w:r>
        <w:t xml:space="preserve">. </w:t>
      </w:r>
      <w:r w:rsidRPr="007076CB">
        <w:t>The S-99 and S-100 standards are maintained and developed by TSMAD (</w:t>
      </w:r>
      <w:r w:rsidRPr="008378C9">
        <w:t>T</w:t>
      </w:r>
      <w:r w:rsidRPr="008378C9">
        <w:rPr>
          <w:rFonts w:cs="Arial"/>
        </w:rPr>
        <w:t>ransfer Standard Maintenance and Applications Development working group) on which IALA has a seat.</w:t>
      </w:r>
      <w:r w:rsidRPr="00267F74">
        <w:t xml:space="preserve"> </w:t>
      </w:r>
      <w:r w:rsidRPr="00B0211F">
        <w:t>There are two aspects to IALA’s participation.  The first is to participate as a Submitting Organization.  The second is to become a domain owner under the Registry.</w:t>
      </w:r>
    </w:p>
    <w:p w14:paraId="3B6E5804" w14:textId="77777777" w:rsidR="00BC2898" w:rsidRPr="00B0211F" w:rsidRDefault="00BC2898" w:rsidP="004A3893">
      <w:pPr>
        <w:pStyle w:val="BodyText"/>
      </w:pPr>
      <w:r>
        <w:t>A</w:t>
      </w:r>
      <w:r w:rsidRPr="00B0211F">
        <w:t>t its 57</w:t>
      </w:r>
      <w:r w:rsidRPr="00B0211F">
        <w:rPr>
          <w:vertAlign w:val="superscript"/>
        </w:rPr>
        <w:t>th</w:t>
      </w:r>
      <w:r>
        <w:t xml:space="preserve"> session I</w:t>
      </w:r>
      <w:r w:rsidRPr="00B0211F">
        <w:t>MO NAV</w:t>
      </w:r>
      <w:r>
        <w:t xml:space="preserve"> agreed to </w:t>
      </w:r>
      <w:r w:rsidRPr="00B0211F">
        <w:t xml:space="preserve">the use of the IHO Registry as a baseline for the collection, exchange, and distribution of data.  </w:t>
      </w:r>
      <w:r>
        <w:t xml:space="preserve">At the same meeting it was proposed to set up an IMO / IHO Harmonization Group on Data Modelling, which is tasked with establishing the Common Maritime Data Structure.  </w:t>
      </w:r>
      <w:r w:rsidRPr="00991AC9">
        <w:rPr>
          <w:highlight w:val="yellow"/>
        </w:rPr>
        <w:t>By becoming a Domain Owner in the IHO Registry, IALA will contribute to the HGDM and to the CMDS</w:t>
      </w:r>
      <w:r>
        <w:t>.</w:t>
      </w:r>
    </w:p>
    <w:p w14:paraId="13335D82" w14:textId="77777777" w:rsidR="00BC2898" w:rsidRDefault="00BC2898" w:rsidP="00875D90">
      <w:pPr>
        <w:pStyle w:val="BodyText"/>
      </w:pPr>
      <w:r w:rsidRPr="00B0211F">
        <w:rPr>
          <w:lang w:eastAsia="de-DE"/>
        </w:rPr>
        <w:t>At its 52</w:t>
      </w:r>
      <w:r w:rsidRPr="00B0211F">
        <w:rPr>
          <w:vertAlign w:val="superscript"/>
          <w:lang w:eastAsia="de-DE"/>
        </w:rPr>
        <w:t>nd</w:t>
      </w:r>
      <w:r w:rsidRPr="00B0211F">
        <w:rPr>
          <w:lang w:eastAsia="de-DE"/>
        </w:rPr>
        <w:t xml:space="preserve"> session, </w:t>
      </w:r>
      <w:r>
        <w:rPr>
          <w:lang w:eastAsia="de-DE"/>
        </w:rPr>
        <w:t xml:space="preserve">the </w:t>
      </w:r>
      <w:r w:rsidRPr="00B0211F">
        <w:rPr>
          <w:lang w:eastAsia="de-DE"/>
        </w:rPr>
        <w:t xml:space="preserve">IALA Council approved </w:t>
      </w:r>
      <w:r w:rsidRPr="00B0211F">
        <w:t xml:space="preserve">registration of IALA at IHO as a </w:t>
      </w:r>
      <w:r>
        <w:t xml:space="preserve">Domain Owner </w:t>
      </w:r>
      <w:r w:rsidRPr="00B0211F">
        <w:t>for Aids to Navigation</w:t>
      </w:r>
      <w:r>
        <w:t xml:space="preserve"> (AtoN)</w:t>
      </w:r>
      <w:r w:rsidRPr="00B0211F">
        <w:t>, VTS and for other data areas under IALA’s remit</w:t>
      </w:r>
      <w:r>
        <w:t xml:space="preserve">, and as a </w:t>
      </w:r>
      <w:r w:rsidRPr="00B0211F">
        <w:t xml:space="preserve">Submitting Organization, </w:t>
      </w:r>
      <w:r>
        <w:t>in accordance with the IHO / IALA Memorandum of Understanding (</w:t>
      </w:r>
      <w:proofErr w:type="spellStart"/>
      <w:r>
        <w:t>MoU</w:t>
      </w:r>
      <w:proofErr w:type="spellEnd"/>
      <w:r>
        <w:t>)</w:t>
      </w:r>
      <w:r w:rsidRPr="00B0211F">
        <w:t>.</w:t>
      </w:r>
    </w:p>
    <w:p w14:paraId="349705B7" w14:textId="77777777" w:rsidR="00BC2898" w:rsidRPr="00B0211F" w:rsidRDefault="00BC2898" w:rsidP="00374EAE">
      <w:pPr>
        <w:pStyle w:val="BodyText"/>
      </w:pPr>
      <w:r w:rsidRPr="00B0211F">
        <w:t xml:space="preserve">Because of IALA’s breadth of expertise in </w:t>
      </w:r>
      <w:r>
        <w:t>AtoN</w:t>
      </w:r>
      <w:r w:rsidRPr="00B0211F">
        <w:t xml:space="preserve">, </w:t>
      </w:r>
      <w:r>
        <w:t>IALA d</w:t>
      </w:r>
      <w:r w:rsidRPr="00B0211F">
        <w:t>omain</w:t>
      </w:r>
      <w:r>
        <w:t>s</w:t>
      </w:r>
      <w:r w:rsidRPr="00B0211F">
        <w:t xml:space="preserve"> within the </w:t>
      </w:r>
      <w:r>
        <w:t>IHO</w:t>
      </w:r>
      <w:r w:rsidRPr="00B0211F">
        <w:t xml:space="preserve"> Registry </w:t>
      </w:r>
      <w:r>
        <w:t>are</w:t>
      </w:r>
      <w:r w:rsidRPr="00B0211F">
        <w:t xml:space="preserve"> logical extension</w:t>
      </w:r>
      <w:r>
        <w:t>s of the R</w:t>
      </w:r>
      <w:r w:rsidRPr="00B0211F">
        <w:t>egistry beyond hydrographical applications.  The IHO continues to handle operation of the Registry</w:t>
      </w:r>
      <w:r>
        <w:t>;</w:t>
      </w:r>
      <w:r w:rsidRPr="00B0211F">
        <w:t xml:space="preserve"> the responsibility for the </w:t>
      </w:r>
      <w:r>
        <w:t xml:space="preserve">management of the IALA domains </w:t>
      </w:r>
      <w:r w:rsidRPr="00B0211F">
        <w:t>re</w:t>
      </w:r>
      <w:r>
        <w:t>sts</w:t>
      </w:r>
      <w:r w:rsidRPr="00B0211F">
        <w:t xml:space="preserve"> with IA</w:t>
      </w:r>
      <w:r>
        <w:t>LA.  Other Submitting Organisations will be able to propose amendments to existing Registry entries.</w:t>
      </w:r>
    </w:p>
    <w:p w14:paraId="20C30DE1" w14:textId="77777777" w:rsidR="00BC2898" w:rsidRPr="00B0211F" w:rsidRDefault="00BC2898" w:rsidP="00374EAE">
      <w:pPr>
        <w:pStyle w:val="BodyText"/>
      </w:pPr>
      <w:r w:rsidRPr="00B0211F">
        <w:t>As a benefit, IALA gains synergies regarding definition procedures, operation</w:t>
      </w:r>
      <w:r>
        <w:t>al</w:t>
      </w:r>
      <w:r w:rsidRPr="00B0211F">
        <w:t xml:space="preserve"> resources, and international standing.  This approach is in line with th</w:t>
      </w:r>
      <w:r>
        <w:t>e terms of reference of the proposed HGDM</w:t>
      </w:r>
      <w:r w:rsidRPr="00B0211F">
        <w:t>.</w:t>
      </w:r>
    </w:p>
    <w:p w14:paraId="75F846C1" w14:textId="77777777" w:rsidR="00BC2898" w:rsidRDefault="00BC2898" w:rsidP="002204A8">
      <w:pPr>
        <w:pStyle w:val="BodyText"/>
      </w:pPr>
      <w:r w:rsidRPr="00B0211F">
        <w:t>IALA w</w:t>
      </w:r>
      <w:r>
        <w:t>ill</w:t>
      </w:r>
      <w:r w:rsidRPr="00B0211F">
        <w:t xml:space="preserve"> serve as a Submitting Organisation to support its requirements for product specifications.</w:t>
      </w:r>
    </w:p>
    <w:p w14:paraId="50BF4808" w14:textId="77777777" w:rsidR="00BC2898" w:rsidRDefault="00BC2898" w:rsidP="00083D7C">
      <w:pPr>
        <w:pStyle w:val="BodyText"/>
      </w:pPr>
      <w:r w:rsidRPr="007076CB">
        <w:lastRenderedPageBreak/>
        <w:t xml:space="preserve">A “product” is </w:t>
      </w:r>
      <w:r>
        <w:t xml:space="preserve">in most cases </w:t>
      </w:r>
      <w:r w:rsidRPr="007076CB">
        <w:t xml:space="preserve">understood as a technical or operational </w:t>
      </w:r>
      <w:r>
        <w:t xml:space="preserve">data </w:t>
      </w:r>
      <w:r w:rsidRPr="007076CB">
        <w:t>service provided to the mariners and to t</w:t>
      </w:r>
      <w:r>
        <w:t>he maritime community at large.</w:t>
      </w:r>
    </w:p>
    <w:p w14:paraId="553B46BA" w14:textId="77777777" w:rsidR="00BC2898" w:rsidRPr="0016258A" w:rsidRDefault="00BC2898" w:rsidP="00083D7C">
      <w:pPr>
        <w:pStyle w:val="BodyText"/>
      </w:pPr>
      <w:r>
        <w:t>In some cases the product may be associated with a particular piece of equipment, a system or its software.</w:t>
      </w:r>
    </w:p>
    <w:p w14:paraId="5E153605" w14:textId="77777777" w:rsidR="00BC2898" w:rsidRDefault="00BC2898" w:rsidP="00083D7C">
      <w:pPr>
        <w:pStyle w:val="Header"/>
        <w:tabs>
          <w:tab w:val="left" w:pos="720"/>
          <w:tab w:val="center" w:pos="4153"/>
          <w:tab w:val="right" w:pos="8306"/>
        </w:tabs>
      </w:pPr>
      <w:r w:rsidRPr="007076CB">
        <w:t xml:space="preserve">A “Maritime Service Portfolio” is a set of “products” </w:t>
      </w:r>
      <w:r>
        <w:t>construed as services</w:t>
      </w:r>
      <w:r w:rsidRPr="007076CB">
        <w:t xml:space="preserve"> in a given sea area, waterway, or port, as appropriate</w:t>
      </w:r>
      <w:r w:rsidRPr="0016258A">
        <w:t>.</w:t>
      </w:r>
    </w:p>
    <w:p w14:paraId="6EC63F98" w14:textId="77777777" w:rsidR="00BC2898" w:rsidRDefault="00BC2898" w:rsidP="00083D7C">
      <w:pPr>
        <w:pStyle w:val="Header"/>
        <w:tabs>
          <w:tab w:val="left" w:pos="720"/>
          <w:tab w:val="center" w:pos="4153"/>
          <w:tab w:val="right" w:pos="8306"/>
        </w:tabs>
        <w:rPr>
          <w:lang w:eastAsia="de-DE"/>
        </w:rPr>
      </w:pPr>
    </w:p>
    <w:p w14:paraId="4682ABFF" w14:textId="77777777" w:rsidR="00BC2898" w:rsidRPr="002204A8" w:rsidRDefault="00BC2898" w:rsidP="00374EAE">
      <w:pPr>
        <w:pStyle w:val="BodyText"/>
      </w:pPr>
      <w:r w:rsidRPr="00374EAE">
        <w:t>The IALA operational procedures</w:t>
      </w:r>
      <w:r>
        <w:t xml:space="preserve"> addressed in this Guideline</w:t>
      </w:r>
      <w:r w:rsidRPr="00374EAE">
        <w:t xml:space="preserve"> conform to the Registry procedures outlined in </w:t>
      </w:r>
      <w:r>
        <w:t xml:space="preserve">the </w:t>
      </w:r>
      <w:r w:rsidRPr="00374EAE">
        <w:t>IHO standard S-99</w:t>
      </w:r>
      <w:r w:rsidRPr="007076CB">
        <w:t>, although some terms have been renamed for clarity and to better indicate IALA’s internal processes</w:t>
      </w:r>
      <w:r w:rsidRPr="00374EAE">
        <w:t xml:space="preserve">.  IALA </w:t>
      </w:r>
      <w:r>
        <w:t>has developed</w:t>
      </w:r>
      <w:r w:rsidRPr="00374EAE">
        <w:t xml:space="preserve"> these </w:t>
      </w:r>
      <w:r>
        <w:t xml:space="preserve">internal </w:t>
      </w:r>
      <w:r w:rsidRPr="00374EAE">
        <w:t>procedures</w:t>
      </w:r>
      <w:r>
        <w:t xml:space="preserve"> </w:t>
      </w:r>
      <w:r w:rsidRPr="00374EAE">
        <w:t xml:space="preserve">to </w:t>
      </w:r>
      <w:r>
        <w:t>interact with the IHO Registry within the context of the Association.</w:t>
      </w:r>
    </w:p>
    <w:p w14:paraId="1E0D2031" w14:textId="77777777" w:rsidR="00BC2898" w:rsidRPr="006B795C" w:rsidRDefault="00BC2898" w:rsidP="00A14A4B">
      <w:pPr>
        <w:pStyle w:val="Heading1"/>
      </w:pPr>
      <w:bookmarkStart w:id="2" w:name="_Toc336438498"/>
      <w:r w:rsidRPr="006B795C">
        <w:rPr>
          <w:caps w:val="0"/>
        </w:rPr>
        <w:t>SCOPE</w:t>
      </w:r>
      <w:bookmarkEnd w:id="2"/>
    </w:p>
    <w:p w14:paraId="7898C75F" w14:textId="77777777" w:rsidR="00BC2898" w:rsidRDefault="00BC2898" w:rsidP="000619C7">
      <w:pPr>
        <w:pStyle w:val="BodyText"/>
      </w:pPr>
      <w:r>
        <w:t xml:space="preserve">The scope of this Guideline is to advise IALA about the interaction between IALA and IHO and its Registry.  The governing documentation for this interaction is the IHO S-100 standard and the associated procedures in IHO standard S-99.  </w:t>
      </w:r>
      <w:r w:rsidRPr="00374EAE">
        <w:t>The IALA operational procedures</w:t>
      </w:r>
      <w:r>
        <w:t xml:space="preserve"> addressed in this Guideline</w:t>
      </w:r>
      <w:r w:rsidRPr="00374EAE">
        <w:t xml:space="preserve"> conform to the Registry procedures outlined in IHO standard S-99.  IALA </w:t>
      </w:r>
      <w:r>
        <w:t>has developed</w:t>
      </w:r>
      <w:r w:rsidRPr="00374EAE">
        <w:t xml:space="preserve"> these procedures</w:t>
      </w:r>
      <w:r>
        <w:t xml:space="preserve"> solely</w:t>
      </w:r>
      <w:r w:rsidRPr="00374EAE">
        <w:t xml:space="preserve"> to manage the IALA </w:t>
      </w:r>
      <w:r>
        <w:t>d</w:t>
      </w:r>
      <w:r w:rsidRPr="00374EAE">
        <w:t>omain</w:t>
      </w:r>
      <w:r>
        <w:t>s and its role as a Submitting Organization within the context of the Association</w:t>
      </w:r>
      <w:r w:rsidRPr="00374EAE">
        <w:t xml:space="preserve">.  </w:t>
      </w:r>
      <w:r>
        <w:t>Should there be any conflict between this Guideline and IHO standard S-100 or S-99, IALA should defer to the IHO documentation.</w:t>
      </w:r>
    </w:p>
    <w:p w14:paraId="182583F8" w14:textId="77777777" w:rsidR="00BC2898" w:rsidRDefault="00BC2898" w:rsidP="000619C7">
      <w:pPr>
        <w:pStyle w:val="BodyText"/>
      </w:pPr>
      <w:r>
        <w:t>It is important to note the difference between the Registry, as a whole, the different Registers, the IALA domains, the domains to which IALA contributes and the individual entries.</w:t>
      </w:r>
    </w:p>
    <w:p w14:paraId="72448FB1" w14:textId="77777777" w:rsidR="00BC2898" w:rsidRDefault="00991AC9" w:rsidP="009E559D">
      <w:pPr>
        <w:pStyle w:val="BodyText"/>
        <w:jc w:val="center"/>
      </w:pPr>
      <w:r>
        <w:rPr>
          <w:noProof/>
          <w:lang w:val="nl-NL" w:eastAsia="nl-NL"/>
        </w:rPr>
        <w:pict w14:anchorId="6042DEB7">
          <v:shape id="Picture 3" o:spid="_x0000_i1025" type="#_x0000_t75" style="width:465.2pt;height:374.8pt;visibility:visible">
            <v:imagedata r:id="rId11" o:title=""/>
          </v:shape>
        </w:pict>
      </w:r>
    </w:p>
    <w:p w14:paraId="4B4967E5" w14:textId="77777777" w:rsidR="00BC2898" w:rsidRDefault="00BC2898" w:rsidP="00E0752C">
      <w:pPr>
        <w:pStyle w:val="Figure"/>
      </w:pPr>
      <w:bookmarkStart w:id="3" w:name="_Toc336438554"/>
      <w:r>
        <w:t>The IALA Domains in the IHO Registry</w:t>
      </w:r>
      <w:bookmarkEnd w:id="3"/>
    </w:p>
    <w:p w14:paraId="5A2399ED" w14:textId="77777777" w:rsidR="00BC2898" w:rsidRDefault="00BC2898" w:rsidP="005C6780">
      <w:pPr>
        <w:pStyle w:val="Heading1"/>
      </w:pPr>
      <w:bookmarkStart w:id="4" w:name="_Toc336438499"/>
      <w:r>
        <w:rPr>
          <w:caps w:val="0"/>
        </w:rPr>
        <w:lastRenderedPageBreak/>
        <w:t>THE IALA DOMAINS</w:t>
      </w:r>
      <w:bookmarkEnd w:id="4"/>
    </w:p>
    <w:p w14:paraId="22D4FBDB" w14:textId="77777777" w:rsidR="00BC2898" w:rsidRDefault="00BC2898" w:rsidP="005C6780">
      <w:pPr>
        <w:pStyle w:val="BodyText"/>
      </w:pPr>
      <w:r>
        <w:t>The IALA domains are not a single entity because the IHO Registry is composed of one Product Specification Register, and several</w:t>
      </w:r>
      <w:r w:rsidRPr="00DF6A42">
        <w:t xml:space="preserve"> </w:t>
      </w:r>
      <w:r>
        <w:t>R</w:t>
      </w:r>
      <w:r w:rsidRPr="00DF6A42">
        <w:t>egisters</w:t>
      </w:r>
      <w:r>
        <w:t>, which are used in order to build product specifications.  These Registers capture feature concepts and types in the Feature Concept Dictionary Register, methods of presenting information to the user in the Portrayal Register and qualifying properties of data in the Metadata Register.  In addition, currently, each Register is subdivided by IHO into a Main Space</w:t>
      </w:r>
      <w:r w:rsidRPr="00D70FE5">
        <w:rPr>
          <w:rStyle w:val="FootnoteReference"/>
          <w:rFonts w:cs="Calibri"/>
          <w:vertAlign w:val="superscript"/>
        </w:rPr>
        <w:footnoteReference w:id="1"/>
      </w:r>
      <w:r>
        <w:t xml:space="preserve"> and Supplementary Space.  The IALA domains reside in the Supplementary Space.  </w:t>
      </w:r>
    </w:p>
    <w:p w14:paraId="5FCEC378" w14:textId="77777777" w:rsidR="00BC2898" w:rsidRPr="00F85B14" w:rsidRDefault="00991AC9" w:rsidP="004F026F">
      <w:pPr>
        <w:spacing w:before="120" w:after="120"/>
        <w:jc w:val="center"/>
        <w:rPr>
          <w:lang w:val="en-AU"/>
        </w:rPr>
      </w:pPr>
      <w:r>
        <w:rPr>
          <w:noProof/>
          <w:lang w:val="en-US" w:eastAsia="en-US"/>
        </w:rPr>
      </w:r>
      <w:r>
        <w:rPr>
          <w:noProof/>
          <w:lang w:val="en-US" w:eastAsia="en-US"/>
        </w:rPr>
        <w:pict w14:anchorId="07AA35C9">
          <v:group id="Group 39" o:spid="_x0000_s1033" style="width:412.7pt;height:240.6pt;mso-position-horizontal-relative:char;mso-position-vertical-relative:line" coordorigin="4572,7372" coordsize="80074,44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">
            <v:shapetype id="_x0000_t115" coordsize="21600,21600" o:spt="115" path="m0,20465c810,20782,1620,20917,2397,21190,3077,21325,3790,21417,4405,21597,6025,21597,6607,21417,7062,21325,7580,21280,8002,21010,8455,20917,8877,20782,9265,20512,9782,20375,10205,20150,10657,19967,11080,19742,11597,19560,12050,19335,12505,19152,13087,19017,13605,18745,14255,18610,14870,18430,15517,18292,16197,18202,16975,18202,17785,18022,18595,18022l18595,16352,19192,16252,20000,16252,20000,14467,20722,14392,21597,14392,21597,,2972,,2972,1815,1532,1815,1532,3675,,3675,,20465xem1532,3675nfl18595,3675,18595,16352em2972,1815nfl20000,1815,20000,14467e">
              <v:stroke joinstyle="miter"/>
              <v:path o:extrusionok="f" o:connecttype="custom" o:connectlocs="10800,0;0,10800;10800,19890;21600,10800" textboxrect="0,3675,18595,18022"/>
            </v:shapetype>
            <v:shape id="Flowchart: Multidocument 25" o:spid="_x0000_s1034" type="#_x0000_t115" style="position:absolute;left:60781;top:12101;width:14891;height:10788;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wi0MQA&#10;AADcAAAADwAAAGRycy9kb3ducmV2LnhtbERPzWrCQBC+C32HZQre6ibaShvdSCm11IOHaB5gyE5+&#10;MDsbdrca+/TdguBtPr7fWW9G04szOd9ZVpDOEhDEldUdNwrK4/bpFYQPyBp7y6TgSh42+cNkjZm2&#10;Fy7ofAiNiCHsM1TQhjBkUvqqJYN+ZgfiyNXWGQwRukZqh5cYbno5T5KlNNhxbGhxoI+WqtPhxyh4&#10;a8zuZSyOv/X8eV9f3Ve56D9LpaaP4/sKRKAx3MU397eO89MF/D8TL5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sItDEAAAA3AAAAA8AAAAAAAAAAAAAAAAAmAIAAGRycy9k&#10;b3ducmV2LnhtbFBLBQYAAAAABAAEAPUAAACJAwAAAAA=&#10;" fillcolor="#fbd4d1" strokeweight="1pt">
              <v:stroke startarrowwidth="narrow" startarrowlength="short" endarrowwidth="narrow" endarrowlength="short" joinstyle="round" endcap="square"/>
              <v:textbox style="mso-next-textbox:#Flowchart: Multidocument 25">
                <w:txbxContent>
                  <w:p w14:paraId="64960D6A" w14:textId="77777777" w:rsidR="00BC2898" w:rsidRDefault="00BC2898" w:rsidP="004F026F">
                    <w:pPr>
                      <w:pStyle w:val="NormalWeb"/>
                      <w:textAlignment w:val="baseline"/>
                    </w:pPr>
                    <w:proofErr w:type="gramStart"/>
                    <w:r w:rsidRPr="00BD70AF">
                      <w:rPr>
                        <w:rFonts w:ascii="Verdana" w:hAnsi="Verdana" w:cs="Times New Roman"/>
                        <w:i/>
                        <w:iCs/>
                        <w:color w:val="000066"/>
                        <w:kern w:val="24"/>
                        <w:sz w:val="28"/>
                        <w:szCs w:val="28"/>
                        <w:lang w:val="en-AU"/>
                      </w:rPr>
                      <w:t>domain</w:t>
                    </w:r>
                    <w:proofErr w:type="gramEnd"/>
                  </w:p>
                  <w:p w14:paraId="6B8D8920" w14:textId="77777777" w:rsidR="00BC2898" w:rsidRDefault="00BC2898" w:rsidP="004F026F">
                    <w:pPr>
                      <w:pStyle w:val="NormalWeb"/>
                      <w:jc w:val="center"/>
                      <w:textAlignment w:val="baseline"/>
                    </w:pPr>
                    <w:proofErr w:type="spellStart"/>
                    <w:proofErr w:type="gramStart"/>
                    <w:r w:rsidRPr="00BD70AF">
                      <w:rPr>
                        <w:rFonts w:ascii="Verdana" w:hAnsi="Verdana" w:cs="Times New Roman"/>
                        <w:i/>
                        <w:iCs/>
                        <w:color w:val="000066"/>
                        <w:kern w:val="24"/>
                        <w:sz w:val="28"/>
                        <w:szCs w:val="28"/>
                        <w:lang w:val="en-AU"/>
                      </w:rPr>
                      <w:t>nn</w:t>
                    </w:r>
                    <w:proofErr w:type="spellEnd"/>
                    <w:proofErr w:type="gramEnd"/>
                  </w:p>
                </w:txbxContent>
              </v:textbox>
            </v:shape>
            <v:shape id="Flowchart: Multidocument 26" o:spid="_x0000_s1035" type="#_x0000_t115" style="position:absolute;left:51148;top:16700;width:14891;height:10770;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W6pMMA&#10;AADcAAAADwAAAGRycy9kb3ducmV2LnhtbERP22oCMRB9L/gPYQTfatZLpd0aRaRKffBhdT9g2Mxe&#10;6GayJKmufr0pCH2bw7nOct2bVlzI+caygsk4AUFcWN1wpSA/717fQfiArLG1TApu5GG9GrwsMdX2&#10;yhldTqESMYR9igrqELpUSl/UZNCPbUccudI6gyFCV0nt8BrDTSunSbKQBhuODTV2tK2p+Dn9GgUf&#10;lTm89dn5Xk7nx/Lm9vms/cqVGg37zSeIQH34Fz/d3zrOn8zh7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W6pMMAAADcAAAADwAAAAAAAAAAAAAAAACYAgAAZHJzL2Rv&#10;d25yZXYueG1sUEsFBgAAAAAEAAQA9QAAAIgDAAAAAA==&#10;" fillcolor="#fbd4d1" strokeweight="1pt">
              <v:stroke startarrowwidth="narrow" startarrowlength="short" endarrowwidth="narrow" endarrowlength="short" joinstyle="round" endcap="square"/>
              <v:textbox style="mso-next-textbox:#Flowchart: Multidocument 26">
                <w:txbxContent>
                  <w:p w14:paraId="3A8C980A" w14:textId="77777777" w:rsidR="00BC2898" w:rsidRDefault="00BC2898" w:rsidP="004F026F">
                    <w:pPr>
                      <w:pStyle w:val="NormalWeb"/>
                      <w:textAlignment w:val="baseline"/>
                    </w:pPr>
                    <w:proofErr w:type="gramStart"/>
                    <w:r w:rsidRPr="00BD70AF">
                      <w:rPr>
                        <w:rFonts w:ascii="Verdana" w:hAnsi="Verdana" w:cs="Times New Roman"/>
                        <w:i/>
                        <w:iCs/>
                        <w:color w:val="000066"/>
                        <w:kern w:val="24"/>
                        <w:sz w:val="28"/>
                        <w:szCs w:val="28"/>
                        <w:lang w:val="en-AU"/>
                      </w:rPr>
                      <w:t>domain</w:t>
                    </w:r>
                    <w:proofErr w:type="gramEnd"/>
                  </w:p>
                  <w:p w14:paraId="3EB1839C" w14:textId="77777777" w:rsidR="00BC2898" w:rsidRDefault="00BC2898" w:rsidP="004F026F">
                    <w:pPr>
                      <w:pStyle w:val="NormalWeb"/>
                      <w:jc w:val="center"/>
                      <w:textAlignment w:val="baseline"/>
                    </w:pPr>
                    <w:r w:rsidRPr="00BD70AF">
                      <w:rPr>
                        <w:rFonts w:ascii="Verdana" w:hAnsi="Verdana" w:cs="Times New Roman"/>
                        <w:i/>
                        <w:iCs/>
                        <w:color w:val="000066"/>
                        <w:kern w:val="24"/>
                        <w:sz w:val="28"/>
                        <w:szCs w:val="28"/>
                        <w:lang w:val="en-AU"/>
                      </w:rPr>
                      <w:t>2</w:t>
                    </w:r>
                  </w:p>
                </w:txbxContent>
              </v:textbox>
            </v:shape>
            <v:shape id="Flowchart: Multidocument 27" o:spid="_x0000_s1036" type="#_x0000_t115" style="position:absolute;left:41873;top:21522;width:14892;height:10787;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kfP8IA&#10;AADcAAAADwAAAGRycy9kb3ducmV2LnhtbERPzWoCMRC+F3yHMIK3mlVr0dUoIlraQw/qPsCwmf3B&#10;zWRJoq4+fSMIvc3H9zvLdWcacSXna8sKRsMEBHFudc2lguy0f5+B8AFZY2OZFNzJw3rVe1tiqu2N&#10;D3Q9hlLEEPYpKqhCaFMpfV6RQT+0LXHkCusMhghdKbXDWww3jRwnyac0WHNsqLClbUX5+XgxCual&#10;+Zl2h9OjGH/8Fnf3lU2aXabUoN9tFiACdeFf/HJ/6zh/NIXnM/EC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CR8/wgAAANwAAAAPAAAAAAAAAAAAAAAAAJgCAABkcnMvZG93&#10;bnJldi54bWxQSwUGAAAAAAQABAD1AAAAhwMAAAAA&#10;" fillcolor="#fbd4d1" strokeweight="1pt">
              <v:stroke startarrowwidth="narrow" startarrowlength="short" endarrowwidth="narrow" endarrowlength="short" joinstyle="round" endcap="square"/>
              <v:textbox style="mso-next-textbox:#Flowchart: Multidocument 27">
                <w:txbxContent>
                  <w:p w14:paraId="5D0A941B" w14:textId="77777777" w:rsidR="00BC2898" w:rsidRDefault="00BC2898" w:rsidP="004F026F">
                    <w:pPr>
                      <w:pStyle w:val="NormalWeb"/>
                      <w:textAlignment w:val="baseline"/>
                    </w:pPr>
                    <w:proofErr w:type="gramStart"/>
                    <w:r w:rsidRPr="00BD70AF">
                      <w:rPr>
                        <w:rFonts w:ascii="Verdana" w:hAnsi="Verdana" w:cs="Times New Roman"/>
                        <w:i/>
                        <w:iCs/>
                        <w:color w:val="000066"/>
                        <w:kern w:val="24"/>
                        <w:sz w:val="28"/>
                        <w:szCs w:val="28"/>
                        <w:lang w:val="en-AU"/>
                      </w:rPr>
                      <w:t>domain</w:t>
                    </w:r>
                    <w:proofErr w:type="gramEnd"/>
                  </w:p>
                  <w:p w14:paraId="79E0A573" w14:textId="77777777" w:rsidR="00BC2898" w:rsidRDefault="00BC2898" w:rsidP="004F026F">
                    <w:pPr>
                      <w:pStyle w:val="NormalWeb"/>
                      <w:jc w:val="center"/>
                      <w:textAlignment w:val="baseline"/>
                    </w:pPr>
                    <w:r w:rsidRPr="00BD70AF">
                      <w:rPr>
                        <w:rFonts w:ascii="Verdana" w:hAnsi="Verdana" w:cs="Times New Roman"/>
                        <w:i/>
                        <w:iCs/>
                        <w:color w:val="000066"/>
                        <w:kern w:val="24"/>
                        <w:sz w:val="28"/>
                        <w:szCs w:val="28"/>
                        <w:lang w:val="en-AU"/>
                      </w:rPr>
                      <w:t>1</w:t>
                    </w:r>
                  </w:p>
                </w:txbxContent>
              </v:textbox>
            </v:shape>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16" o:spid="_x0000_s1037" type="#_x0000_t16" style="position:absolute;left:31274;top:7372;width:53372;height:31232;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mWrMIA&#10;AADcAAAADwAAAGRycy9kb3ducmV2LnhtbERP24rCMBB9X/Afwgi+rWkVi1SjiBcQll3w8gFDM7bF&#10;ZlKTqPXvN8LCvs3hXGe+7EwjHuR8bVlBOkxAEBdW11wqOJ92n1MQPiBrbCyTghd5WC56H3PMtX3y&#10;gR7HUIoYwj5HBVUIbS6lLyoy6Ie2JY7cxTqDIUJXSu3wGcNNI0dJkkmDNceGCltaV1Rcj3ejYDsy&#10;6fi8bb9u4++fyWVdb7KT2yg16HerGYhAXfgX/7n3Os5PM3g/Ey+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SZaswgAAANwAAAAPAAAAAAAAAAAAAAAAAJgCAABkcnMvZG93&#10;bnJldi54bWxQSwUGAAAAAAQABAD1AAAAhwMAAAAA&#10;" adj="12720" filled="f" strokecolor="red" strokeweight="3pt">
              <v:stroke dashstyle="3 1"/>
              <v:textbox style="mso-next-textbox:#Cube 116">
                <w:txbxContent>
                  <w:p w14:paraId="15EC247C" w14:textId="77777777" w:rsidR="00BC2898" w:rsidRDefault="00BC2898" w:rsidP="004F026F">
                    <w:pPr>
                      <w:pStyle w:val="NormalWeb"/>
                      <w:jc w:val="center"/>
                      <w:textAlignment w:val="baseline"/>
                    </w:pPr>
                    <w:r w:rsidRPr="00BD70AF">
                      <w:rPr>
                        <w:rFonts w:ascii="Arial Narrow" w:hAnsi="Arial Narrow" w:cs="Times New Roman"/>
                        <w:b/>
                        <w:bCs/>
                        <w:color w:val="002060"/>
                        <w:kern w:val="24"/>
                        <w:sz w:val="48"/>
                        <w:szCs w:val="48"/>
                        <w:lang w:val="en-AU"/>
                      </w:rPr>
                      <w:t>Supplementary Space</w:t>
                    </w:r>
                  </w:p>
                </w:txbxContent>
              </v:textbox>
            </v:shape>
            <v:shape id="Flowchart: Multidocument 22" o:spid="_x0000_s1038" type="#_x0000_t115" style="position:absolute;left:33229;top:26315;width:14882;height:10769;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rejMMA&#10;AADcAAAADwAAAGRycy9kb3ducmV2LnhtbERPTWvCQBC9F/wPywjemk1EVKKrlBat9FAwFupxyE6T&#10;tNnZsLs18d93C4K3ebzPWW8H04oLOd9YVpAlKQji0uqGKwUfp93jEoQPyBpby6TgSh62m9HDGnNt&#10;ez7SpQiViCHsc1RQh9DlUvqyJoM+sR1x5L6sMxgidJXUDvsYblo5TdO5NNhwbKixo+eayp/i1yjo&#10;3/bL6Q6vqXk/u+yzyL5nr/sXpSbj4WkFItAQ7uKb+6Dj/GwB/8/EC+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rejMMAAADcAAAADwAAAAAAAAAAAAAAAACYAgAAZHJzL2Rv&#10;d25yZXYueG1sUEsFBgAAAAAEAAQA9QAAAIgDAAAAAA==&#10;" fillcolor="#dbe5f1" strokeweight="1pt">
              <v:stroke startarrowwidth="narrow" startarrowlength="short" endarrowwidth="narrow" endarrowlength="short" joinstyle="round" endcap="square"/>
              <v:textbox style="mso-next-textbox:#Flowchart: Multidocument 22">
                <w:txbxContent>
                  <w:p w14:paraId="061E5058" w14:textId="77777777" w:rsidR="00BC2898" w:rsidRDefault="00BC2898" w:rsidP="004F026F">
                    <w:pPr>
                      <w:pStyle w:val="NormalWeb"/>
                      <w:textAlignment w:val="baseline"/>
                    </w:pPr>
                    <w:proofErr w:type="gramStart"/>
                    <w:r w:rsidRPr="00BD70AF">
                      <w:rPr>
                        <w:rFonts w:ascii="Verdana" w:hAnsi="Verdana" w:cs="Times New Roman"/>
                        <w:i/>
                        <w:iCs/>
                        <w:color w:val="000066"/>
                        <w:kern w:val="24"/>
                        <w:sz w:val="28"/>
                        <w:szCs w:val="28"/>
                        <w:lang w:val="en-AU"/>
                      </w:rPr>
                      <w:t>domain</w:t>
                    </w:r>
                    <w:proofErr w:type="gramEnd"/>
                  </w:p>
                  <w:p w14:paraId="53FCE954" w14:textId="77777777" w:rsidR="00BC2898" w:rsidRDefault="00BC2898" w:rsidP="004F026F">
                    <w:pPr>
                      <w:pStyle w:val="NormalWeb"/>
                      <w:jc w:val="center"/>
                      <w:textAlignment w:val="baseline"/>
                    </w:pPr>
                    <w:proofErr w:type="gramStart"/>
                    <w:r w:rsidRPr="00BD70AF">
                      <w:rPr>
                        <w:rFonts w:ascii="Verdana" w:hAnsi="Verdana" w:cs="Times New Roman"/>
                        <w:i/>
                        <w:iCs/>
                        <w:color w:val="000066"/>
                        <w:kern w:val="24"/>
                        <w:sz w:val="28"/>
                        <w:szCs w:val="28"/>
                        <w:lang w:val="en-AU"/>
                      </w:rPr>
                      <w:t>xx</w:t>
                    </w:r>
                    <w:proofErr w:type="gramEnd"/>
                  </w:p>
                </w:txbxContent>
              </v:textbox>
            </v:shape>
            <v:shape id="Flowchart: Multidocument 23" o:spid="_x0000_s1039" type="#_x0000_t115" style="position:absolute;left:23858;top:31053;width:14882;height:10770;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VK/sYA&#10;AADcAAAADwAAAGRycy9kb3ducmV2LnhtbESPQWvCQBCF74L/YZlCb7qJlCKpq5SKtvQgGAvtcchO&#10;k7TZ2bC7NfHfdw6Ctxnem/e+WW1G16kzhdh6NpDPM1DElbct1wY+TrvZElRMyBY7z2TgQhE26+lk&#10;hYX1Ax/pXKZaSQjHAg00KfWF1rFqyGGc+55YtG8fHCZZQ61twEHCXacXWfaoHbYsDQ329NJQ9Vv+&#10;OQPD+3652OElc4evkH+W+c/D635rzP3d+PwEKtGYbubr9ZsV/Fxo5RmZQ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9VK/sYAAADcAAAADwAAAAAAAAAAAAAAAACYAgAAZHJz&#10;L2Rvd25yZXYueG1sUEsFBgAAAAAEAAQA9QAAAIsDAAAAAA==&#10;" fillcolor="#dbe5f1" strokeweight="1pt">
              <v:stroke startarrowwidth="narrow" startarrowlength="short" endarrowwidth="narrow" endarrowlength="short" joinstyle="round" endcap="square"/>
              <v:textbox style="mso-next-textbox:#Flowchart: Multidocument 23">
                <w:txbxContent>
                  <w:p w14:paraId="3C170425" w14:textId="77777777" w:rsidR="00BC2898" w:rsidRDefault="00BC2898" w:rsidP="004F026F">
                    <w:pPr>
                      <w:pStyle w:val="NormalWeb"/>
                      <w:textAlignment w:val="baseline"/>
                    </w:pPr>
                    <w:proofErr w:type="gramStart"/>
                    <w:r w:rsidRPr="00BD70AF">
                      <w:rPr>
                        <w:rFonts w:ascii="Verdana" w:hAnsi="Verdana" w:cs="Times New Roman"/>
                        <w:i/>
                        <w:iCs/>
                        <w:color w:val="000066"/>
                        <w:kern w:val="24"/>
                        <w:sz w:val="28"/>
                        <w:szCs w:val="28"/>
                        <w:lang w:val="en-AU"/>
                      </w:rPr>
                      <w:t>domain</w:t>
                    </w:r>
                    <w:proofErr w:type="gramEnd"/>
                  </w:p>
                  <w:p w14:paraId="5A06C174" w14:textId="77777777" w:rsidR="00BC2898" w:rsidRDefault="00BC2898" w:rsidP="004F026F">
                    <w:pPr>
                      <w:pStyle w:val="NormalWeb"/>
                      <w:jc w:val="center"/>
                      <w:textAlignment w:val="baseline"/>
                    </w:pPr>
                    <w:r w:rsidRPr="00BD70AF">
                      <w:rPr>
                        <w:rFonts w:ascii="Verdana" w:hAnsi="Verdana" w:cs="Times New Roman"/>
                        <w:i/>
                        <w:iCs/>
                        <w:color w:val="000066"/>
                        <w:kern w:val="24"/>
                        <w:sz w:val="28"/>
                        <w:szCs w:val="28"/>
                        <w:lang w:val="en-AU"/>
                      </w:rPr>
                      <w:t>B</w:t>
                    </w:r>
                  </w:p>
                </w:txbxContent>
              </v:textbox>
            </v:shape>
            <v:shape id="Flowchart: Multidocument 21" o:spid="_x0000_s1040" type="#_x0000_t115" style="position:absolute;left:14710;top:35865;width:14881;height:10770;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vZcMA&#10;AADcAAAADwAAAGRycy9kb3ducmV2LnhtbERPTWvCQBC9F/wPywjezCYiotFVSotWeigYC/U4ZKdJ&#10;2uxs2N2a+O+7BaG3ebzP2ewG04orOd9YVpAlKQji0uqGKwXv5/10CcIHZI2tZVJwIw+77ehhg7m2&#10;PZ/oWoRKxBD2OSqoQ+hyKX1Zk0Gf2I44cp/WGQwRukpqh30MN62cpelCGmw4NtTY0VNN5XfxYxT0&#10;r4flbI+31LxdXPZRZF/zl8OzUpPx8LgGEWgI/+K7+6jj/GwFf8/EC+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nvZcMAAADcAAAADwAAAAAAAAAAAAAAAACYAgAAZHJzL2Rv&#10;d25yZXYueG1sUEsFBgAAAAAEAAQA9QAAAIgDAAAAAA==&#10;" fillcolor="#dbe5f1" strokeweight="1pt">
              <v:stroke startarrowwidth="narrow" startarrowlength="short" endarrowwidth="narrow" endarrowlength="short" joinstyle="round" endcap="square"/>
              <v:textbox style="mso-next-textbox:#Flowchart: Multidocument 21">
                <w:txbxContent>
                  <w:p w14:paraId="1CDFC52D" w14:textId="77777777" w:rsidR="00BC2898" w:rsidRDefault="00BC2898" w:rsidP="004F026F">
                    <w:pPr>
                      <w:pStyle w:val="NormalWeb"/>
                      <w:textAlignment w:val="baseline"/>
                    </w:pPr>
                    <w:proofErr w:type="gramStart"/>
                    <w:r w:rsidRPr="00BD70AF">
                      <w:rPr>
                        <w:rFonts w:ascii="Verdana" w:hAnsi="Verdana" w:cs="Times New Roman"/>
                        <w:i/>
                        <w:iCs/>
                        <w:color w:val="000066"/>
                        <w:kern w:val="24"/>
                        <w:sz w:val="28"/>
                        <w:szCs w:val="28"/>
                        <w:lang w:val="en-AU"/>
                      </w:rPr>
                      <w:t>domain</w:t>
                    </w:r>
                    <w:proofErr w:type="gramEnd"/>
                  </w:p>
                  <w:p w14:paraId="4F9C1987" w14:textId="77777777" w:rsidR="00BC2898" w:rsidRDefault="00BC2898" w:rsidP="004F026F">
                    <w:pPr>
                      <w:pStyle w:val="NormalWeb"/>
                      <w:jc w:val="center"/>
                      <w:textAlignment w:val="baseline"/>
                    </w:pPr>
                    <w:r w:rsidRPr="00BD70AF">
                      <w:rPr>
                        <w:rFonts w:ascii="Verdana" w:hAnsi="Verdana" w:cs="Times New Roman"/>
                        <w:i/>
                        <w:iCs/>
                        <w:color w:val="000066"/>
                        <w:kern w:val="24"/>
                        <w:sz w:val="28"/>
                        <w:szCs w:val="28"/>
                        <w:lang w:val="en-AU"/>
                      </w:rPr>
                      <w:t>A</w:t>
                    </w:r>
                  </w:p>
                </w:txbxContent>
              </v:textbox>
            </v:shape>
            <v:shape id="Cube 120" o:spid="_x0000_s1041" type="#_x0000_t16" style="position:absolute;left:4572;top:20916;width:53275;height:3090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zpBscA&#10;AADcAAAADwAAAGRycy9kb3ducmV2LnhtbESPQU/CQBCF7yb8h82QeJOtxIgWFmIkJMqBxIqJx7E7&#10;tLXd2dJdS/n3zIHE20zem/e+WawG16ieulB5NnA/SUAR595WXBjYf27unkCFiGyx8UwGzhRgtRzd&#10;LDC1/sQf1GexUBLCIUUDZYxtqnXIS3IYJr4lFu3gO4dR1q7QtsOThLtGT5PkUTusWBpKbOm1pLzO&#10;/pyBn/Vmz/X2+fs3q3fcvz8cZ18DGnM7Hl7moCIN8d98vX6zgj8VfHlGJt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s6QbHAAAA3AAAAA8AAAAAAAAAAAAAAAAAmAIAAGRy&#10;cy9kb3ducmV2LnhtbFBLBQYAAAAABAAEAPUAAACMAwAAAAA=&#10;" adj="12450" filled="f" strokecolor="#d99594" strokeweight="4.5pt">
              <v:textbox style="mso-next-textbox:#Cube 120">
                <w:txbxContent>
                  <w:p w14:paraId="452CE06A" w14:textId="77777777" w:rsidR="00BC2898" w:rsidRDefault="00BC2898" w:rsidP="004F026F">
                    <w:pPr>
                      <w:pStyle w:val="NormalWeb"/>
                      <w:jc w:val="center"/>
                      <w:textAlignment w:val="baseline"/>
                    </w:pPr>
                    <w:proofErr w:type="gramStart"/>
                    <w:r w:rsidRPr="00BD70AF">
                      <w:rPr>
                        <w:rFonts w:ascii="Arial Narrow" w:hAnsi="Arial Narrow" w:cs="Times New Roman"/>
                        <w:b/>
                        <w:bCs/>
                        <w:color w:val="002060"/>
                        <w:kern w:val="24"/>
                        <w:sz w:val="48"/>
                        <w:szCs w:val="48"/>
                        <w:lang w:val="en-AU"/>
                      </w:rPr>
                      <w:t>Main  Space</w:t>
                    </w:r>
                    <w:proofErr w:type="gramEnd"/>
                  </w:p>
                </w:txbxContent>
              </v:textbox>
            </v:shape>
            <w10:wrap type="none"/>
            <w10:anchorlock/>
          </v:group>
        </w:pict>
      </w:r>
    </w:p>
    <w:p w14:paraId="1A2DB44E" w14:textId="77777777" w:rsidR="00BC2898" w:rsidRDefault="00BC2898" w:rsidP="004F026F">
      <w:pPr>
        <w:pStyle w:val="Figure"/>
      </w:pPr>
      <w:bookmarkStart w:id="5" w:name="_Toc336438555"/>
      <w:r>
        <w:rPr>
          <w:lang w:val="en-AU"/>
        </w:rPr>
        <w:t>Subdivision of a Register by D</w:t>
      </w:r>
      <w:r w:rsidRPr="00F85B14">
        <w:rPr>
          <w:lang w:val="en-AU"/>
        </w:rPr>
        <w:t>omains</w:t>
      </w:r>
      <w:bookmarkEnd w:id="5"/>
    </w:p>
    <w:p w14:paraId="666AC26A" w14:textId="77777777" w:rsidR="00BC2898" w:rsidRDefault="00BC2898" w:rsidP="005C6780">
      <w:pPr>
        <w:pStyle w:val="BodyText"/>
      </w:pPr>
      <w:r>
        <w:t>The list of Registers is:</w:t>
      </w:r>
    </w:p>
    <w:p w14:paraId="28B1518C" w14:textId="77777777" w:rsidR="00BC2898" w:rsidRDefault="00BC2898" w:rsidP="00240B4C">
      <w:pPr>
        <w:pStyle w:val="Heading2"/>
        <w:tabs>
          <w:tab w:val="clear" w:pos="1701"/>
        </w:tabs>
      </w:pPr>
      <w:bookmarkStart w:id="6" w:name="_Toc336438500"/>
      <w:r>
        <w:t>Product Specification Register:</w:t>
      </w:r>
      <w:bookmarkEnd w:id="6"/>
    </w:p>
    <w:p w14:paraId="3592370F" w14:textId="77777777" w:rsidR="00BC2898" w:rsidRDefault="00BC2898" w:rsidP="005C6780">
      <w:pPr>
        <w:pStyle w:val="List1tex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In the case of IALA, the scope of IALA is so large that it is advisable to subdivide one organisational domain into several organisational domains that reflect the IALA’s different areas of competence.  For example, amongst others, there will be an IALA AtoN domain and an IALA VTS domain.</w:t>
      </w:r>
    </w:p>
    <w:p w14:paraId="45571410" w14:textId="77777777" w:rsidR="00BC2898" w:rsidRDefault="00BC2898" w:rsidP="00F358F9">
      <w:pPr>
        <w:pStyle w:val="List1text"/>
      </w:pPr>
      <w:r>
        <w:t>An important part of most product specifications</w:t>
      </w:r>
      <w:r w:rsidRPr="00F358F9">
        <w:t xml:space="preserve"> </w:t>
      </w:r>
      <w:r>
        <w:t xml:space="preserve">is a </w:t>
      </w:r>
      <w:r w:rsidRPr="00646A91">
        <w:rPr>
          <w:i/>
        </w:rPr>
        <w:t>feature catalogue</w:t>
      </w:r>
      <w:r>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 can be specified.</w:t>
      </w:r>
    </w:p>
    <w:p w14:paraId="38A98CF2" w14:textId="77777777" w:rsidR="00BC2898" w:rsidRPr="00240B4C" w:rsidRDefault="00BC2898" w:rsidP="00240B4C">
      <w:pPr>
        <w:pStyle w:val="Heading2"/>
        <w:tabs>
          <w:tab w:val="clear" w:pos="1701"/>
        </w:tabs>
      </w:pPr>
      <w:bookmarkStart w:id="7" w:name="_Toc336438501"/>
      <w:r w:rsidRPr="003C0E08">
        <w:t>Portrayal</w:t>
      </w:r>
      <w:r>
        <w:t xml:space="preserve"> Register:</w:t>
      </w:r>
      <w:bookmarkEnd w:id="7"/>
    </w:p>
    <w:p w14:paraId="5B90DF4D" w14:textId="77777777" w:rsidR="00BC2898" w:rsidRDefault="00BC2898" w:rsidP="00AB5153">
      <w:pPr>
        <w:pStyle w:val="List1text"/>
      </w:pPr>
      <w:r>
        <w:t>Portrayal relates to how the data is presented to the user of the product.</w:t>
      </w:r>
    </w:p>
    <w:p w14:paraId="5FD3806F" w14:textId="77777777" w:rsidR="00BC2898" w:rsidRDefault="00BC2898" w:rsidP="00AB5153">
      <w:pPr>
        <w:pStyle w:val="List1text"/>
      </w:pPr>
      <w:r>
        <w:t>The portrayal of data is independent of the data but closely related to the data.  There may be many different portrayals for the same data.</w:t>
      </w:r>
    </w:p>
    <w:p w14:paraId="4FF31F01" w14:textId="77777777" w:rsidR="00BC2898" w:rsidRDefault="00BC2898" w:rsidP="00AB5153">
      <w:pPr>
        <w:pStyle w:val="List1text"/>
      </w:pPr>
      <w:r>
        <w:lastRenderedPageBreak/>
        <w:t>The Portrayal Register contains both symbols for portraying features and general rules that invoke the symbols under certain conditions.  More specific rules can also be given in a product specification.</w:t>
      </w:r>
    </w:p>
    <w:p w14:paraId="3CF94CCB" w14:textId="77777777" w:rsidR="00BC2898" w:rsidRPr="009B4C8D" w:rsidRDefault="00BC2898" w:rsidP="00AB5153">
      <w:pPr>
        <w:pStyle w:val="List1text"/>
      </w:pPr>
      <w:r>
        <w:t xml:space="preserve">The construction of the Portrayal Register follows the same principles as the other Registers and is shown in </w:t>
      </w:r>
      <w:r w:rsidRPr="009B4C8D">
        <w:t>Figure 2.</w:t>
      </w:r>
    </w:p>
    <w:p w14:paraId="4303E302" w14:textId="77777777" w:rsidR="00BC2898" w:rsidRPr="009B4C8D" w:rsidRDefault="00BC2898" w:rsidP="00240B4C">
      <w:pPr>
        <w:pStyle w:val="Heading2"/>
        <w:tabs>
          <w:tab w:val="clear" w:pos="1701"/>
        </w:tabs>
      </w:pPr>
      <w:bookmarkStart w:id="8" w:name="_Toc336438502"/>
      <w:r w:rsidRPr="009B4C8D">
        <w:t>Feature Concept Dictionary Register:</w:t>
      </w:r>
      <w:bookmarkEnd w:id="8"/>
    </w:p>
    <w:p w14:paraId="0728A6B6" w14:textId="77777777" w:rsidR="00BC2898" w:rsidRDefault="00BC2898" w:rsidP="000B58F1">
      <w:pPr>
        <w:pStyle w:val="List1text"/>
      </w:pPr>
      <w:r w:rsidRPr="009B4C8D">
        <w:t>The Feature Concept Dictionary Register hosts all feature concept dictionaries, within the appropriate domains of the Feature Concept Dictionary Register.  (See Figure 2)</w:t>
      </w:r>
      <w:r>
        <w:t xml:space="preserve"> </w:t>
      </w:r>
    </w:p>
    <w:p w14:paraId="3D904592" w14:textId="77777777" w:rsidR="00BC2898" w:rsidRDefault="00BC2898" w:rsidP="00646A91">
      <w:pPr>
        <w:pStyle w:val="List1text"/>
      </w:pPr>
      <w:r>
        <w:t xml:space="preserve">A </w:t>
      </w:r>
      <w:r w:rsidRPr="00646A91">
        <w:rPr>
          <w:i/>
        </w:rPr>
        <w:t>feature concept dictionary</w:t>
      </w:r>
      <w:r>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14:paraId="62C9C761" w14:textId="77777777" w:rsidR="00BC2898" w:rsidRPr="00240B4C" w:rsidRDefault="00BC2898" w:rsidP="00240B4C">
      <w:pPr>
        <w:pStyle w:val="Heading2"/>
        <w:tabs>
          <w:tab w:val="clear" w:pos="1701"/>
        </w:tabs>
      </w:pPr>
      <w:bookmarkStart w:id="9" w:name="_Toc336438503"/>
      <w:r w:rsidRPr="003C0E08">
        <w:t>Metadata</w:t>
      </w:r>
      <w:r>
        <w:t xml:space="preserve"> Register:</w:t>
      </w:r>
      <w:bookmarkEnd w:id="9"/>
    </w:p>
    <w:p w14:paraId="71F2D02B" w14:textId="77777777" w:rsidR="00BC2898" w:rsidRDefault="00BC2898" w:rsidP="005C6780">
      <w:pPr>
        <w:pStyle w:val="List1text"/>
      </w:pPr>
      <w:r>
        <w:t>Metadata is structured infor</w:t>
      </w:r>
      <w:r w:rsidRPr="00176DE3">
        <w:t>mation that describes, expl</w:t>
      </w:r>
      <w:r>
        <w:t>ains, locates or otherwise 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t>.</w:t>
      </w:r>
    </w:p>
    <w:p w14:paraId="0B28EC19" w14:textId="77777777" w:rsidR="00BC2898" w:rsidRPr="00E0752C" w:rsidRDefault="00BC2898" w:rsidP="005C6780">
      <w:pPr>
        <w:pStyle w:val="List1text"/>
        <w:rPr>
          <w:highlight w:val="green"/>
        </w:rPr>
      </w:pPr>
      <w:r w:rsidRPr="00E2155E">
        <w:t>The M</w:t>
      </w:r>
      <w:r w:rsidRPr="003C0E08">
        <w:t>etadata</w:t>
      </w:r>
      <w:r>
        <w:t xml:space="preserve"> Register contains the metadata elements from the ISO19115 standard (for an extract of the main metadata table see Annex A).  It will also contain additional metadata elements required for an IALA product specification.</w:t>
      </w:r>
    </w:p>
    <w:p w14:paraId="3BF632E7" w14:textId="77777777" w:rsidR="00BC2898" w:rsidRDefault="00BC2898" w:rsidP="00240B4C">
      <w:pPr>
        <w:pStyle w:val="Heading2"/>
        <w:tabs>
          <w:tab w:val="clear" w:pos="1701"/>
        </w:tabs>
      </w:pPr>
      <w:bookmarkStart w:id="10" w:name="_Toc336438504"/>
      <w:r w:rsidRPr="00646A91">
        <w:t>Producer Code</w:t>
      </w:r>
      <w:r>
        <w:t xml:space="preserve"> Register:</w:t>
      </w:r>
      <w:bookmarkEnd w:id="10"/>
    </w:p>
    <w:p w14:paraId="2E23ABD0" w14:textId="3AE6A9FE" w:rsidR="00BC2898" w:rsidRDefault="00BC2898">
      <w:pPr>
        <w:pStyle w:val="List1text"/>
        <w:ind w:left="0"/>
      </w:pPr>
      <w:r w:rsidRPr="00AC056A">
        <w:t>This topic is currently beyond the scope of IALA’s activities but this decision may be reconsidered in the future.</w:t>
      </w:r>
    </w:p>
    <w:p w14:paraId="2983083B" w14:textId="77777777" w:rsidR="00BC2898" w:rsidRPr="00371BEF" w:rsidRDefault="00BC2898" w:rsidP="001048CA">
      <w:pPr>
        <w:pStyle w:val="Heading1"/>
      </w:pPr>
      <w:bookmarkStart w:id="11" w:name="_Toc336438505"/>
      <w:r>
        <w:rPr>
          <w:caps w:val="0"/>
        </w:rPr>
        <w:t>IALA AS DOMAIN OWNER</w:t>
      </w:r>
      <w:bookmarkEnd w:id="11"/>
    </w:p>
    <w:p w14:paraId="22DF85B8" w14:textId="77777777" w:rsidR="00BC2898" w:rsidRDefault="00BC2898" w:rsidP="00F7574F">
      <w:pPr>
        <w:pStyle w:val="BodyText"/>
      </w:pPr>
      <w:r>
        <w:t>Recognising that the IALA domains comprise several functional domains (e.g. VTS, AtoN, World-Wide RadioNavigation (WWRN) and Formal Risk Assessment) in the Feature Catalogue Dictionary, Portrayal and Metadata Registers, as well as several organisational domains in the Product Specification Register, it is envisaged that IALA will become a domain owner, as indicated below.</w:t>
      </w:r>
    </w:p>
    <w:p w14:paraId="7419A5DA" w14:textId="77777777" w:rsidR="00BC2898" w:rsidRDefault="00BC2898" w:rsidP="00483379">
      <w:pPr>
        <w:pStyle w:val="Table"/>
      </w:pPr>
      <w:bookmarkStart w:id="12" w:name="_Toc336438560"/>
      <w:r>
        <w:t>Envisaged IALA domains</w:t>
      </w:r>
      <w:bookmarkEnd w:id="12"/>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BC2898" w14:paraId="2950078A" w14:textId="77777777" w:rsidTr="00BD70AF">
        <w:tc>
          <w:tcPr>
            <w:tcW w:w="4785" w:type="dxa"/>
          </w:tcPr>
          <w:p w14:paraId="16FC9D60" w14:textId="77777777" w:rsidR="00BC2898" w:rsidRDefault="00BC2898" w:rsidP="00BD70AF">
            <w:pPr>
              <w:pStyle w:val="BodyText"/>
            </w:pPr>
            <w:r>
              <w:t>Product Specification Register</w:t>
            </w:r>
          </w:p>
        </w:tc>
        <w:tc>
          <w:tcPr>
            <w:tcW w:w="4785" w:type="dxa"/>
          </w:tcPr>
          <w:p w14:paraId="742E250B" w14:textId="77777777" w:rsidR="00BC2898" w:rsidRDefault="00BC2898" w:rsidP="00BD70AF">
            <w:pPr>
              <w:pStyle w:val="BodyText"/>
            </w:pPr>
            <w:r>
              <w:t>IALA VTS domain</w:t>
            </w:r>
          </w:p>
        </w:tc>
      </w:tr>
      <w:tr w:rsidR="00BC2898" w14:paraId="6525E126" w14:textId="77777777" w:rsidTr="00BD70AF">
        <w:tc>
          <w:tcPr>
            <w:tcW w:w="4785" w:type="dxa"/>
          </w:tcPr>
          <w:p w14:paraId="7E3E0C60" w14:textId="77777777" w:rsidR="00BC2898" w:rsidRDefault="00BC2898" w:rsidP="00BD70AF">
            <w:pPr>
              <w:pStyle w:val="BodyText"/>
            </w:pPr>
          </w:p>
        </w:tc>
        <w:tc>
          <w:tcPr>
            <w:tcW w:w="4785" w:type="dxa"/>
          </w:tcPr>
          <w:p w14:paraId="2D6DB783" w14:textId="77777777" w:rsidR="00BC2898" w:rsidRDefault="00BC2898" w:rsidP="00BD70AF">
            <w:pPr>
              <w:pStyle w:val="BodyText"/>
            </w:pPr>
            <w:r>
              <w:t>IALA AtoN domain</w:t>
            </w:r>
          </w:p>
        </w:tc>
      </w:tr>
      <w:tr w:rsidR="00BC2898" w14:paraId="1472023E" w14:textId="77777777" w:rsidTr="00BD70AF">
        <w:tc>
          <w:tcPr>
            <w:tcW w:w="4785" w:type="dxa"/>
          </w:tcPr>
          <w:p w14:paraId="793B505C" w14:textId="77777777" w:rsidR="00BC2898" w:rsidRDefault="00BC2898" w:rsidP="00BD70AF">
            <w:pPr>
              <w:pStyle w:val="BodyText"/>
            </w:pPr>
          </w:p>
        </w:tc>
        <w:tc>
          <w:tcPr>
            <w:tcW w:w="4785" w:type="dxa"/>
          </w:tcPr>
          <w:p w14:paraId="7386C64A" w14:textId="77777777" w:rsidR="00BC2898" w:rsidRDefault="00BC2898" w:rsidP="00BD70AF">
            <w:pPr>
              <w:pStyle w:val="BodyText"/>
            </w:pPr>
            <w:r>
              <w:t>IALA IWRAP domain</w:t>
            </w:r>
          </w:p>
        </w:tc>
      </w:tr>
      <w:tr w:rsidR="00BC2898" w14:paraId="7A750736" w14:textId="77777777" w:rsidTr="00BD70AF">
        <w:tc>
          <w:tcPr>
            <w:tcW w:w="4785" w:type="dxa"/>
          </w:tcPr>
          <w:p w14:paraId="74CCB3A7" w14:textId="77777777" w:rsidR="00BC2898" w:rsidRDefault="00BC2898" w:rsidP="00BD70AF">
            <w:pPr>
              <w:pStyle w:val="BodyText"/>
            </w:pPr>
          </w:p>
        </w:tc>
        <w:tc>
          <w:tcPr>
            <w:tcW w:w="4785" w:type="dxa"/>
          </w:tcPr>
          <w:p w14:paraId="6C14F12C" w14:textId="77777777" w:rsidR="00BC2898" w:rsidRDefault="00BC2898" w:rsidP="00BD70AF">
            <w:pPr>
              <w:pStyle w:val="BodyText"/>
            </w:pPr>
            <w:r>
              <w:t>IALA WWRN domain</w:t>
            </w:r>
          </w:p>
        </w:tc>
      </w:tr>
      <w:tr w:rsidR="00BC2898" w14:paraId="6D206E44" w14:textId="77777777" w:rsidTr="00BD70AF">
        <w:tc>
          <w:tcPr>
            <w:tcW w:w="4785" w:type="dxa"/>
          </w:tcPr>
          <w:p w14:paraId="76A2A7E9" w14:textId="77777777" w:rsidR="00BC2898" w:rsidRDefault="00BC2898" w:rsidP="00BD70AF">
            <w:pPr>
              <w:pStyle w:val="BodyText"/>
            </w:pPr>
            <w:r>
              <w:t>Portrayal Register</w:t>
            </w:r>
          </w:p>
        </w:tc>
        <w:tc>
          <w:tcPr>
            <w:tcW w:w="4785" w:type="dxa"/>
          </w:tcPr>
          <w:p w14:paraId="59109B3E" w14:textId="77777777" w:rsidR="00BC2898" w:rsidRDefault="00BC2898" w:rsidP="00BD70AF">
            <w:pPr>
              <w:pStyle w:val="BodyText"/>
            </w:pPr>
            <w:r>
              <w:t>VTS domain</w:t>
            </w:r>
          </w:p>
        </w:tc>
      </w:tr>
      <w:tr w:rsidR="00BC2898" w14:paraId="6357965E" w14:textId="77777777" w:rsidTr="00BD70AF">
        <w:tc>
          <w:tcPr>
            <w:tcW w:w="4785" w:type="dxa"/>
          </w:tcPr>
          <w:p w14:paraId="10331141" w14:textId="77777777" w:rsidR="00BC2898" w:rsidRDefault="00BC2898" w:rsidP="00BD70AF">
            <w:pPr>
              <w:pStyle w:val="BodyText"/>
            </w:pPr>
          </w:p>
        </w:tc>
        <w:tc>
          <w:tcPr>
            <w:tcW w:w="4785" w:type="dxa"/>
          </w:tcPr>
          <w:p w14:paraId="1229A97B" w14:textId="77777777" w:rsidR="00BC2898" w:rsidRDefault="00BC2898" w:rsidP="00BD70AF">
            <w:pPr>
              <w:pStyle w:val="BodyText"/>
            </w:pPr>
            <w:r>
              <w:t>AtoN domain</w:t>
            </w:r>
          </w:p>
        </w:tc>
      </w:tr>
      <w:tr w:rsidR="00BC2898" w14:paraId="18C98091" w14:textId="77777777" w:rsidTr="00BD70AF">
        <w:tc>
          <w:tcPr>
            <w:tcW w:w="4785" w:type="dxa"/>
          </w:tcPr>
          <w:p w14:paraId="32308750" w14:textId="77777777" w:rsidR="00BC2898" w:rsidRDefault="00BC2898" w:rsidP="00BD70AF">
            <w:pPr>
              <w:pStyle w:val="BodyText"/>
            </w:pPr>
          </w:p>
        </w:tc>
        <w:tc>
          <w:tcPr>
            <w:tcW w:w="4785" w:type="dxa"/>
          </w:tcPr>
          <w:p w14:paraId="0AC3E8E0" w14:textId="77777777" w:rsidR="00BC2898" w:rsidRDefault="00BC2898" w:rsidP="00BD70AF">
            <w:pPr>
              <w:pStyle w:val="BodyText"/>
            </w:pPr>
            <w:r>
              <w:t>Formal Risk Assessment domain</w:t>
            </w:r>
          </w:p>
        </w:tc>
      </w:tr>
      <w:tr w:rsidR="00BC2898" w14:paraId="7AF1EA9A" w14:textId="77777777" w:rsidTr="00BD70AF">
        <w:tc>
          <w:tcPr>
            <w:tcW w:w="4785" w:type="dxa"/>
          </w:tcPr>
          <w:p w14:paraId="0555EE15" w14:textId="77777777" w:rsidR="00BC2898" w:rsidRDefault="00BC2898" w:rsidP="00BD70AF">
            <w:pPr>
              <w:pStyle w:val="BodyText"/>
            </w:pPr>
          </w:p>
        </w:tc>
        <w:tc>
          <w:tcPr>
            <w:tcW w:w="4785" w:type="dxa"/>
          </w:tcPr>
          <w:p w14:paraId="4C9B3FF8" w14:textId="77777777" w:rsidR="00BC2898" w:rsidRDefault="00BC2898" w:rsidP="00BD70AF">
            <w:pPr>
              <w:pStyle w:val="BodyText"/>
            </w:pPr>
            <w:r>
              <w:t>WWRN domain</w:t>
            </w:r>
          </w:p>
        </w:tc>
      </w:tr>
      <w:tr w:rsidR="00BC2898" w14:paraId="65ECB013" w14:textId="77777777" w:rsidTr="00BD70AF">
        <w:tc>
          <w:tcPr>
            <w:tcW w:w="4785" w:type="dxa"/>
          </w:tcPr>
          <w:p w14:paraId="2DC20A29" w14:textId="77777777" w:rsidR="00BC2898" w:rsidRDefault="00BC2898" w:rsidP="00BD70AF">
            <w:pPr>
              <w:pStyle w:val="BodyText"/>
            </w:pPr>
            <w:r>
              <w:t>Feature Concept Dictionary Register</w:t>
            </w:r>
          </w:p>
        </w:tc>
        <w:tc>
          <w:tcPr>
            <w:tcW w:w="4785" w:type="dxa"/>
          </w:tcPr>
          <w:p w14:paraId="080C963F" w14:textId="77777777" w:rsidR="00BC2898" w:rsidRDefault="00BC2898" w:rsidP="00BD70AF">
            <w:pPr>
              <w:pStyle w:val="BodyText"/>
            </w:pPr>
            <w:r>
              <w:t>VTS domain</w:t>
            </w:r>
          </w:p>
        </w:tc>
      </w:tr>
      <w:tr w:rsidR="00BC2898" w14:paraId="3CD96486" w14:textId="77777777" w:rsidTr="00BD70AF">
        <w:tc>
          <w:tcPr>
            <w:tcW w:w="4785" w:type="dxa"/>
          </w:tcPr>
          <w:p w14:paraId="442BA3CA" w14:textId="77777777" w:rsidR="00BC2898" w:rsidRDefault="00BC2898" w:rsidP="00BD70AF">
            <w:pPr>
              <w:pStyle w:val="BodyText"/>
            </w:pPr>
          </w:p>
        </w:tc>
        <w:tc>
          <w:tcPr>
            <w:tcW w:w="4785" w:type="dxa"/>
          </w:tcPr>
          <w:p w14:paraId="593762E2" w14:textId="77777777" w:rsidR="00BC2898" w:rsidRDefault="00BC2898" w:rsidP="00BD70AF">
            <w:pPr>
              <w:pStyle w:val="BodyText"/>
            </w:pPr>
            <w:r>
              <w:t>AtoN domain</w:t>
            </w:r>
          </w:p>
        </w:tc>
      </w:tr>
      <w:tr w:rsidR="00BC2898" w14:paraId="5600CFAB" w14:textId="77777777" w:rsidTr="00BD70AF">
        <w:tc>
          <w:tcPr>
            <w:tcW w:w="4785" w:type="dxa"/>
          </w:tcPr>
          <w:p w14:paraId="7AF23C26" w14:textId="77777777" w:rsidR="00BC2898" w:rsidRDefault="00BC2898" w:rsidP="00BD70AF">
            <w:pPr>
              <w:pStyle w:val="BodyText"/>
            </w:pPr>
          </w:p>
        </w:tc>
        <w:tc>
          <w:tcPr>
            <w:tcW w:w="4785" w:type="dxa"/>
          </w:tcPr>
          <w:p w14:paraId="39FA64FB" w14:textId="77777777" w:rsidR="00BC2898" w:rsidRDefault="00BC2898" w:rsidP="00BD70AF">
            <w:pPr>
              <w:pStyle w:val="BodyText"/>
            </w:pPr>
            <w:r>
              <w:t>Formal Risk Assessment domain</w:t>
            </w:r>
          </w:p>
        </w:tc>
      </w:tr>
      <w:tr w:rsidR="00BC2898" w14:paraId="0D3B4F5E" w14:textId="77777777" w:rsidTr="00BD70AF">
        <w:tc>
          <w:tcPr>
            <w:tcW w:w="4785" w:type="dxa"/>
          </w:tcPr>
          <w:p w14:paraId="782BAED5" w14:textId="77777777" w:rsidR="00BC2898" w:rsidRDefault="00BC2898" w:rsidP="00BD70AF">
            <w:pPr>
              <w:pStyle w:val="BodyText"/>
            </w:pPr>
          </w:p>
        </w:tc>
        <w:tc>
          <w:tcPr>
            <w:tcW w:w="4785" w:type="dxa"/>
          </w:tcPr>
          <w:p w14:paraId="3EDF07CE" w14:textId="77777777" w:rsidR="00BC2898" w:rsidRDefault="00BC2898" w:rsidP="00BD70AF">
            <w:pPr>
              <w:pStyle w:val="BodyText"/>
            </w:pPr>
            <w:r>
              <w:t>WWRN domain</w:t>
            </w:r>
          </w:p>
        </w:tc>
      </w:tr>
      <w:tr w:rsidR="00BC2898" w14:paraId="4B4C959C" w14:textId="77777777" w:rsidTr="00BD70AF">
        <w:tc>
          <w:tcPr>
            <w:tcW w:w="4785" w:type="dxa"/>
          </w:tcPr>
          <w:p w14:paraId="37608158" w14:textId="77777777" w:rsidR="00BC2898" w:rsidRDefault="00BC2898" w:rsidP="00BD70AF">
            <w:pPr>
              <w:pStyle w:val="BodyText"/>
            </w:pPr>
            <w:r>
              <w:lastRenderedPageBreak/>
              <w:t>Metadata Register</w:t>
            </w:r>
          </w:p>
        </w:tc>
        <w:tc>
          <w:tcPr>
            <w:tcW w:w="4785" w:type="dxa"/>
          </w:tcPr>
          <w:p w14:paraId="0C4EEFA7" w14:textId="77777777" w:rsidR="00BC2898" w:rsidRDefault="00BC2898" w:rsidP="00BD70AF">
            <w:pPr>
              <w:pStyle w:val="BodyText"/>
            </w:pPr>
            <w:r>
              <w:t>VTS domain</w:t>
            </w:r>
          </w:p>
        </w:tc>
      </w:tr>
      <w:tr w:rsidR="00BC2898" w14:paraId="231F4C3D" w14:textId="77777777" w:rsidTr="00BD70AF">
        <w:tc>
          <w:tcPr>
            <w:tcW w:w="4785" w:type="dxa"/>
          </w:tcPr>
          <w:p w14:paraId="54146780" w14:textId="77777777" w:rsidR="00BC2898" w:rsidRDefault="00BC2898" w:rsidP="00BD70AF">
            <w:pPr>
              <w:pStyle w:val="BodyText"/>
            </w:pPr>
          </w:p>
        </w:tc>
        <w:tc>
          <w:tcPr>
            <w:tcW w:w="4785" w:type="dxa"/>
          </w:tcPr>
          <w:p w14:paraId="2DD36D92" w14:textId="77777777" w:rsidR="00BC2898" w:rsidRDefault="00BC2898" w:rsidP="00BD70AF">
            <w:pPr>
              <w:pStyle w:val="BodyText"/>
            </w:pPr>
            <w:r>
              <w:t>AtoN domain</w:t>
            </w:r>
          </w:p>
        </w:tc>
      </w:tr>
      <w:tr w:rsidR="00BC2898" w14:paraId="5D5CB250" w14:textId="77777777" w:rsidTr="00BD70AF">
        <w:tc>
          <w:tcPr>
            <w:tcW w:w="4785" w:type="dxa"/>
          </w:tcPr>
          <w:p w14:paraId="02BC7D9B" w14:textId="77777777" w:rsidR="00BC2898" w:rsidRDefault="00BC2898" w:rsidP="00BD70AF">
            <w:pPr>
              <w:pStyle w:val="BodyText"/>
            </w:pPr>
          </w:p>
        </w:tc>
        <w:tc>
          <w:tcPr>
            <w:tcW w:w="4785" w:type="dxa"/>
          </w:tcPr>
          <w:p w14:paraId="142B54B0" w14:textId="77777777" w:rsidR="00BC2898" w:rsidRDefault="00BC2898" w:rsidP="00BD70AF">
            <w:pPr>
              <w:pStyle w:val="BodyText"/>
            </w:pPr>
            <w:r>
              <w:t>Formal Risk Assessment domain</w:t>
            </w:r>
          </w:p>
        </w:tc>
      </w:tr>
      <w:tr w:rsidR="00BC2898" w14:paraId="221A75E6" w14:textId="77777777" w:rsidTr="00BD70AF">
        <w:tc>
          <w:tcPr>
            <w:tcW w:w="4785" w:type="dxa"/>
          </w:tcPr>
          <w:p w14:paraId="483197C1" w14:textId="77777777" w:rsidR="00BC2898" w:rsidRDefault="00BC2898" w:rsidP="00BD70AF">
            <w:pPr>
              <w:pStyle w:val="BodyText"/>
            </w:pPr>
          </w:p>
        </w:tc>
        <w:tc>
          <w:tcPr>
            <w:tcW w:w="4785" w:type="dxa"/>
          </w:tcPr>
          <w:p w14:paraId="3197A826" w14:textId="77777777" w:rsidR="00BC2898" w:rsidRDefault="00BC2898" w:rsidP="00BD70AF">
            <w:pPr>
              <w:pStyle w:val="BodyText"/>
            </w:pPr>
            <w:r>
              <w:t>WWRN domain</w:t>
            </w:r>
          </w:p>
        </w:tc>
      </w:tr>
    </w:tbl>
    <w:p w14:paraId="6C29C5F4" w14:textId="77777777" w:rsidR="00BC2898" w:rsidRPr="001F3841" w:rsidRDefault="00BC2898" w:rsidP="001F3841">
      <w:pPr>
        <w:pStyle w:val="BodyText"/>
      </w:pPr>
      <w:r w:rsidRPr="001F3841">
        <w:t xml:space="preserve">The ‘Product Specification Registry’ has IALA prefixed in the name because it is of a different kind; </w:t>
      </w:r>
    </w:p>
    <w:p w14:paraId="13B1A554" w14:textId="3E14449F" w:rsidR="00BC2898" w:rsidRDefault="00BC2898" w:rsidP="004F026F">
      <w:pPr>
        <w:pStyle w:val="BodyText"/>
      </w:pPr>
      <w:proofErr w:type="gramStart"/>
      <w:r w:rsidRPr="001F3841">
        <w:t>it</w:t>
      </w:r>
      <w:proofErr w:type="gramEnd"/>
      <w:r w:rsidRPr="001F3841">
        <w:t xml:space="preserve"> is organisational in orientation as opposed to the other Registers, which are functional in orientation.</w:t>
      </w:r>
    </w:p>
    <w:p w14:paraId="21203DEA" w14:textId="77777777" w:rsidR="00BC2898" w:rsidRDefault="00BC2898" w:rsidP="005C6780">
      <w:pPr>
        <w:pStyle w:val="Heading1"/>
      </w:pPr>
      <w:bookmarkStart w:id="13" w:name="_Toc336438506"/>
      <w:r>
        <w:rPr>
          <w:caps w:val="0"/>
        </w:rPr>
        <w:t>MANAGEMENT OF IALA DOMAINS</w:t>
      </w:r>
      <w:bookmarkEnd w:id="13"/>
    </w:p>
    <w:p w14:paraId="6CF40EE6" w14:textId="77777777" w:rsidR="00BC2898" w:rsidRPr="00E41399" w:rsidRDefault="00BC2898" w:rsidP="00E41399">
      <w:pPr>
        <w:pStyle w:val="Heading2"/>
        <w:tabs>
          <w:tab w:val="clear" w:pos="1701"/>
        </w:tabs>
      </w:pPr>
      <w:bookmarkStart w:id="14" w:name="_Toc336438507"/>
      <w:r>
        <w:t>Interaction with IHO</w:t>
      </w:r>
      <w:bookmarkEnd w:id="14"/>
    </w:p>
    <w:p w14:paraId="69EC860A" w14:textId="77777777" w:rsidR="00BC2898" w:rsidRDefault="00BC2898" w:rsidP="00FD4D80">
      <w:pPr>
        <w:pStyle w:val="BodyText"/>
      </w:pPr>
      <w:r>
        <w:t>IALA interacts with IHO via the IALA Domains Administrator who needs to be aware of the IHO’s structure for the IHO Registry and its processes so that the appropriate body within IHO can be addressed.</w:t>
      </w:r>
    </w:p>
    <w:p w14:paraId="31DF0A78" w14:textId="77777777" w:rsidR="00BC2898" w:rsidRPr="00E41399" w:rsidRDefault="00BC2898" w:rsidP="00E41399">
      <w:pPr>
        <w:pStyle w:val="Heading3"/>
      </w:pPr>
      <w:bookmarkStart w:id="15" w:name="_Toc336438508"/>
      <w:r>
        <w:t>Domain application</w:t>
      </w:r>
      <w:bookmarkEnd w:id="15"/>
    </w:p>
    <w:p w14:paraId="54A17974" w14:textId="77777777" w:rsidR="00BC2898" w:rsidRDefault="00BC2898" w:rsidP="00E41399">
      <w:pPr>
        <w:pStyle w:val="BodyText"/>
      </w:pPr>
      <w:r>
        <w:t>A domain is established by application to IHO (Registry Manager), providing the information requested.</w:t>
      </w:r>
    </w:p>
    <w:p w14:paraId="51BD4B81" w14:textId="77777777" w:rsidR="00BC2898" w:rsidRDefault="00BC2898" w:rsidP="00FE0DD9">
      <w:pPr>
        <w:pStyle w:val="BodyText"/>
      </w:pPr>
      <w:r>
        <w:t>Assuming that IHO approves and sets up the requested domain, the domain is then ready to be populated.  The process of populating a domain is explained in S</w:t>
      </w:r>
      <w:r w:rsidRPr="0083120D">
        <w:t>ection 7</w:t>
      </w:r>
      <w:r>
        <w:t>.</w:t>
      </w:r>
    </w:p>
    <w:p w14:paraId="66067112" w14:textId="77777777" w:rsidR="00BC2898" w:rsidRDefault="00BC2898" w:rsidP="00FE0DD9">
      <w:pPr>
        <w:pStyle w:val="Heading3"/>
      </w:pPr>
      <w:bookmarkStart w:id="16" w:name="_Toc336438509"/>
      <w:r>
        <w:t>Domain responsibilities</w:t>
      </w:r>
      <w:bookmarkEnd w:id="16"/>
    </w:p>
    <w:p w14:paraId="202CBE3F" w14:textId="77777777" w:rsidR="00BC2898" w:rsidRDefault="00BC2898" w:rsidP="00EA330F">
      <w:pPr>
        <w:pStyle w:val="BodyText"/>
      </w:pPr>
      <w:r>
        <w:t xml:space="preserve">In order to avoid too many different roles, such as a role manager for each individual domain (see Table </w:t>
      </w:r>
      <w:r w:rsidRPr="0083120D">
        <w:t>1</w:t>
      </w:r>
      <w:r>
        <w:t>), the following roles are designed to minimise their number, while taking into account the structure imposed by the IHO Registry and the large number of IALA’s fields of interest.  A single person cannot fulfil the roles detailed below due to the wide range of technical, operational and organisational competence required.</w:t>
      </w:r>
    </w:p>
    <w:p w14:paraId="6F8B3047" w14:textId="77777777" w:rsidR="00BC2898" w:rsidRDefault="00BC2898" w:rsidP="00653EBD">
      <w:pPr>
        <w:pStyle w:val="BodyText"/>
      </w:pPr>
      <w:r>
        <w:t>Thus the overall responsibility of IALA for its domains in the IHO Registry is distributed over three types of management roles:</w:t>
      </w:r>
    </w:p>
    <w:p w14:paraId="49C8193D" w14:textId="77777777" w:rsidR="00BC2898" w:rsidRDefault="00BC2898" w:rsidP="00554345">
      <w:pPr>
        <w:pStyle w:val="List1"/>
      </w:pPr>
      <w:r>
        <w:t>IALA Domains Management.</w:t>
      </w:r>
    </w:p>
    <w:p w14:paraId="1C7D2655" w14:textId="77777777" w:rsidR="00BC2898" w:rsidRDefault="00BC2898" w:rsidP="00554345">
      <w:pPr>
        <w:pStyle w:val="List1"/>
      </w:pPr>
      <w:r>
        <w:t>IALA Field Managers.</w:t>
      </w:r>
    </w:p>
    <w:p w14:paraId="0834574F" w14:textId="5B502AF3" w:rsidR="00BC2898" w:rsidRDefault="00BC2898" w:rsidP="00554345">
      <w:pPr>
        <w:pStyle w:val="List1"/>
      </w:pPr>
      <w:r>
        <w:t xml:space="preserve">IALA Product Specification </w:t>
      </w:r>
      <w:r w:rsidR="00991AC9">
        <w:t>Developers</w:t>
      </w:r>
      <w:r>
        <w:t>.</w:t>
      </w:r>
    </w:p>
    <w:p w14:paraId="5B062FAA" w14:textId="77777777" w:rsidR="00BC2898" w:rsidRDefault="00BC2898" w:rsidP="00653EBD">
      <w:pPr>
        <w:pStyle w:val="BodyText"/>
      </w:pPr>
      <w:r>
        <w:t>Being a Domain Owner, IALA is represented in IHO’s Domain Control Body.  This will entail interaction with the IHO’s Domain Control Body within the timescales for the IHO’s internal process.  This activity affects the work of the IALA Domains Management and could lead to the involvement of IALA Field Managers and IALA Product Specification Managers.  Membership of the IHO’s Domain Control Body allows Submitting Organisations to advocate their own proposals.</w:t>
      </w:r>
    </w:p>
    <w:p w14:paraId="175F6EEB" w14:textId="77777777" w:rsidR="00BC2898" w:rsidRDefault="00BC2898" w:rsidP="00484E44">
      <w:pPr>
        <w:pStyle w:val="Heading4"/>
      </w:pPr>
      <w:r>
        <w:t>IALA Domains Management</w:t>
      </w:r>
    </w:p>
    <w:p w14:paraId="432EDEE6" w14:textId="77777777" w:rsidR="00BC2898" w:rsidRDefault="00BC2898" w:rsidP="00554345">
      <w:pPr>
        <w:pStyle w:val="BodyText"/>
      </w:pPr>
      <w:r>
        <w:t>The IALA Domains Management which resides in the IALA Secretariat, co-ordinates the activities of each of the IALA Field Managers and is the single point of contact with the IHO.</w:t>
      </w:r>
    </w:p>
    <w:p w14:paraId="7829F9DD" w14:textId="77777777" w:rsidR="00BC2898" w:rsidRDefault="00BC2898" w:rsidP="00484E44">
      <w:pPr>
        <w:pStyle w:val="Heading4"/>
      </w:pPr>
      <w:r>
        <w:t>IALA Field Manager</w:t>
      </w:r>
    </w:p>
    <w:p w14:paraId="7D638B18" w14:textId="77777777" w:rsidR="00BC2898" w:rsidRDefault="00BC2898" w:rsidP="00362F9D">
      <w:pPr>
        <w:pStyle w:val="BodyText"/>
      </w:pPr>
      <w:r>
        <w:t>In the context of IHO Registry, IALA currently recognises the following Product Fields: VTS, AtoN Information,  IWRAP and WWRN.  Fields comprise all relevant domains associated with that Field, e.g. the VTS Field would comprise the IALA VTS domain from the Product Specification Register, the VTS domain from the Feature Concept Dictionary Register, the VTS domain from the Portrayal Register and the VTS domain from the Metadata Register.</w:t>
      </w:r>
    </w:p>
    <w:p w14:paraId="6EDC02A4" w14:textId="77777777" w:rsidR="00BC2898" w:rsidRDefault="00BC2898" w:rsidP="00362F9D">
      <w:pPr>
        <w:pStyle w:val="BodyText"/>
      </w:pPr>
      <w:r>
        <w:t>Each Field contains at least one IALA product and one IALA Product Specification.  The IALA Field Manager harmonises the different products / Product Specifications within that Field.  The IALA Field Manager also considers the usage of entries by others in his Field.</w:t>
      </w:r>
    </w:p>
    <w:p w14:paraId="7D45F82A" w14:textId="2D8C92C8" w:rsidR="00BC2898" w:rsidRPr="00362F9D" w:rsidRDefault="00BC2898" w:rsidP="00362F9D">
      <w:pPr>
        <w:pStyle w:val="BodyText"/>
      </w:pPr>
      <w:proofErr w:type="gramStart"/>
      <w:r>
        <w:lastRenderedPageBreak/>
        <w:t>A list of the individual IALA Field Managers is maintained by the IALA Secretariat</w:t>
      </w:r>
      <w:proofErr w:type="gramEnd"/>
      <w:r>
        <w:t>.</w:t>
      </w:r>
    </w:p>
    <w:p w14:paraId="004E6364" w14:textId="77777777" w:rsidR="00BC2898" w:rsidRPr="00362F9D" w:rsidRDefault="00BC2898" w:rsidP="00484E44">
      <w:pPr>
        <w:pStyle w:val="Heading4"/>
      </w:pPr>
      <w:r>
        <w:t>IALA Product Specification Developer</w:t>
      </w:r>
    </w:p>
    <w:p w14:paraId="5A4797D1" w14:textId="77777777" w:rsidR="00BC2898" w:rsidRDefault="00BC2898" w:rsidP="00CC41C3">
      <w:pPr>
        <w:pStyle w:val="BodyText"/>
      </w:pPr>
      <w:r>
        <w:t>A developer is appointed to manage each IALA Product Specification.</w:t>
      </w:r>
    </w:p>
    <w:p w14:paraId="07981861" w14:textId="77777777" w:rsidR="00BC2898" w:rsidRPr="00AC056A" w:rsidRDefault="00BC2898" w:rsidP="00CC41C3">
      <w:pPr>
        <w:pStyle w:val="BodyText"/>
      </w:pPr>
      <w:r w:rsidRPr="00AC056A">
        <w:t>An IALA Product Specification Developer co-ordinates the development of an IALA Product Specification, co-ordinates the usage of existing entries in the IHO Registry that are used by that IALA Product Specification and co-ordinates the creation of new entries required by that IALA Product Specification.</w:t>
      </w:r>
    </w:p>
    <w:p w14:paraId="70EBEEDE" w14:textId="77777777" w:rsidR="00BC2898" w:rsidRPr="00AC056A" w:rsidRDefault="00BC2898" w:rsidP="00CC41C3">
      <w:pPr>
        <w:pStyle w:val="BodyText"/>
      </w:pPr>
      <w:r w:rsidRPr="00AC056A">
        <w:t xml:space="preserve">An IALA Product Specification Developer is able to draw on any Register in the IHO Registry. </w:t>
      </w:r>
    </w:p>
    <w:p w14:paraId="2637AC3E" w14:textId="77777777" w:rsidR="00BC2898" w:rsidRDefault="00BC2898" w:rsidP="00EA3FCF">
      <w:pPr>
        <w:pStyle w:val="BodyText"/>
      </w:pPr>
      <w:r w:rsidRPr="00AC056A">
        <w:t>A list of the individual Product Specification Developers is maintained by the IALA Secretariat.</w:t>
      </w:r>
    </w:p>
    <w:p w14:paraId="40D78816" w14:textId="77777777" w:rsidR="00BC2898" w:rsidRDefault="00BC2898">
      <w:pPr>
        <w:rPr>
          <w:szCs w:val="20"/>
          <w:lang w:val="en-US" w:eastAsia="de-DE"/>
        </w:rPr>
      </w:pPr>
      <w:r>
        <w:br w:type="page"/>
      </w:r>
    </w:p>
    <w:p w14:paraId="278C8B5C" w14:textId="77777777" w:rsidR="00BC2898" w:rsidRPr="00217016" w:rsidRDefault="00BC2898" w:rsidP="00484E44">
      <w:pPr>
        <w:pStyle w:val="Heading4"/>
      </w:pPr>
      <w:r w:rsidRPr="00217016">
        <w:t>IALA Organizational Chart</w:t>
      </w:r>
    </w:p>
    <w:p w14:paraId="55CB1A51" w14:textId="77777777" w:rsidR="00BC2898" w:rsidRDefault="00991AC9" w:rsidP="006C1E1F">
      <w:pPr>
        <w:pStyle w:val="BodyText"/>
      </w:pPr>
      <w:r>
        <w:rPr>
          <w:noProof/>
          <w:lang w:val="nl-NL" w:eastAsia="nl-NL"/>
        </w:rPr>
        <w:pict w14:anchorId="27DE03D7">
          <v:shape id="_x0000_i1027" type="#_x0000_t75" style="width:469.8pt;height:277.8pt">
            <v:imagedata r:id="rId12" o:title=""/>
          </v:shape>
        </w:pict>
      </w:r>
    </w:p>
    <w:p w14:paraId="6BBD83B8" w14:textId="77777777" w:rsidR="00BC2898" w:rsidRPr="000B3EE5" w:rsidRDefault="00BC2898" w:rsidP="00217016">
      <w:pPr>
        <w:pStyle w:val="Figure"/>
        <w:rPr>
          <w:lang w:val="en-AU"/>
        </w:rPr>
      </w:pPr>
      <w:bookmarkStart w:id="17" w:name="_Toc336438556"/>
      <w:r w:rsidRPr="000B3EE5">
        <w:rPr>
          <w:lang w:val="en-AU"/>
        </w:rPr>
        <w:t>IALA Domains organisation</w:t>
      </w:r>
      <w:bookmarkEnd w:id="17"/>
    </w:p>
    <w:p w14:paraId="60731211" w14:textId="77777777" w:rsidR="00BC2898" w:rsidRPr="008D2652" w:rsidRDefault="00BC2898" w:rsidP="00FE0DD9">
      <w:pPr>
        <w:pStyle w:val="Heading1"/>
      </w:pPr>
      <w:bookmarkStart w:id="18" w:name="_Toc336438510"/>
      <w:r w:rsidRPr="008D2652">
        <w:rPr>
          <w:caps w:val="0"/>
        </w:rPr>
        <w:t>IALA AS A SUBMITTING ORGANIZATION</w:t>
      </w:r>
      <w:bookmarkEnd w:id="18"/>
    </w:p>
    <w:p w14:paraId="3989097E" w14:textId="77777777" w:rsidR="00BC2898" w:rsidRPr="008D2652" w:rsidRDefault="00BC2898" w:rsidP="00FE0DD9">
      <w:pPr>
        <w:pStyle w:val="BodyText"/>
        <w:rPr>
          <w:lang w:eastAsia="de-DE"/>
        </w:rPr>
      </w:pPr>
      <w:r w:rsidRPr="008D2652">
        <w:rPr>
          <w:lang w:eastAsia="de-DE"/>
        </w:rPr>
        <w:t xml:space="preserve">IALA acts as a Submitting Organization to the </w:t>
      </w:r>
      <w:r>
        <w:rPr>
          <w:lang w:eastAsia="de-DE"/>
        </w:rPr>
        <w:t>IHO</w:t>
      </w:r>
      <w:r w:rsidRPr="008D2652">
        <w:rPr>
          <w:lang w:eastAsia="de-DE"/>
        </w:rPr>
        <w:t xml:space="preserve"> Registry.  In accordance with S-99 paragraph 3.5, Submitting Organizations propose changes and additions to the contents and proposals for the contents of any domain in any Register.  IALA members are encouraged to make submissions </w:t>
      </w:r>
      <w:r>
        <w:rPr>
          <w:lang w:eastAsia="de-DE"/>
        </w:rPr>
        <w:t>intended for</w:t>
      </w:r>
      <w:r w:rsidRPr="008D2652">
        <w:rPr>
          <w:lang w:eastAsia="de-DE"/>
        </w:rPr>
        <w:t xml:space="preserve"> the </w:t>
      </w:r>
      <w:r>
        <w:rPr>
          <w:lang w:eastAsia="de-DE"/>
        </w:rPr>
        <w:t>IHO</w:t>
      </w:r>
      <w:r w:rsidRPr="008D2652">
        <w:rPr>
          <w:lang w:eastAsia="de-DE"/>
        </w:rPr>
        <w:t xml:space="preserve"> Registry </w:t>
      </w:r>
      <w:r>
        <w:rPr>
          <w:lang w:eastAsia="de-DE"/>
        </w:rPr>
        <w:t>to</w:t>
      </w:r>
      <w:r w:rsidRPr="008D2652">
        <w:rPr>
          <w:lang w:eastAsia="de-DE"/>
        </w:rPr>
        <w:t xml:space="preserve"> IALA.</w:t>
      </w:r>
      <w:r>
        <w:rPr>
          <w:lang w:eastAsia="de-DE"/>
        </w:rPr>
        <w:t xml:space="preserve">  IALA will apply its own procedures before submitting to IHO in its own name as the originator.  Hence the distinction in IHO S-99 between the ‘submitting organization’ and the ‘proposer’ does not apply for IALA’s submissions.</w:t>
      </w:r>
    </w:p>
    <w:p w14:paraId="593DEF27" w14:textId="77777777" w:rsidR="00BC2898" w:rsidRDefault="00BC2898" w:rsidP="00FE0DD9">
      <w:pPr>
        <w:pStyle w:val="BodyText"/>
        <w:rPr>
          <w:lang w:eastAsia="de-DE"/>
        </w:rPr>
      </w:pPr>
      <w:r w:rsidRPr="008D2652">
        <w:rPr>
          <w:lang w:eastAsia="de-DE"/>
        </w:rPr>
        <w:t>For IALA th</w:t>
      </w:r>
      <w:r>
        <w:rPr>
          <w:lang w:eastAsia="de-DE"/>
        </w:rPr>
        <w:t xml:space="preserve">e </w:t>
      </w:r>
      <w:r w:rsidRPr="008D2652">
        <w:rPr>
          <w:lang w:eastAsia="de-DE"/>
        </w:rPr>
        <w:t xml:space="preserve">IHO stipulated role </w:t>
      </w:r>
      <w:r>
        <w:rPr>
          <w:lang w:eastAsia="de-DE"/>
        </w:rPr>
        <w:t xml:space="preserve">of a ‘Submitting Organization’ representative </w:t>
      </w:r>
      <w:r w:rsidRPr="008D2652">
        <w:rPr>
          <w:lang w:eastAsia="de-DE"/>
        </w:rPr>
        <w:t xml:space="preserve">falls to the </w:t>
      </w:r>
      <w:r>
        <w:rPr>
          <w:lang w:eastAsia="de-DE"/>
        </w:rPr>
        <w:t>IALA Domains Management</w:t>
      </w:r>
      <w:r w:rsidRPr="008D2652">
        <w:rPr>
          <w:lang w:eastAsia="de-DE"/>
        </w:rPr>
        <w:t>, wh</w:t>
      </w:r>
      <w:r>
        <w:rPr>
          <w:lang w:eastAsia="de-DE"/>
        </w:rPr>
        <w:t xml:space="preserve">ich </w:t>
      </w:r>
      <w:r w:rsidRPr="008D2652">
        <w:rPr>
          <w:lang w:eastAsia="de-DE"/>
        </w:rPr>
        <w:t>acts as the point of contact between IALA and the IHO.</w:t>
      </w:r>
    </w:p>
    <w:p w14:paraId="380C96D7" w14:textId="77777777" w:rsidR="00BC2898" w:rsidRPr="00371BEF" w:rsidRDefault="00BC2898" w:rsidP="00C27F6B">
      <w:pPr>
        <w:pStyle w:val="BodyText"/>
        <w:rPr>
          <w:lang w:eastAsia="de-DE"/>
        </w:rPr>
      </w:pPr>
      <w:r>
        <w:rPr>
          <w:lang w:eastAsia="de-DE"/>
        </w:rPr>
        <w:t>In regard to the approval and appeal processes, IALA will follow IHO S-99 rules.</w:t>
      </w:r>
    </w:p>
    <w:p w14:paraId="5603909E" w14:textId="77777777" w:rsidR="00BC2898" w:rsidRPr="006B795C" w:rsidRDefault="00BC2898" w:rsidP="00C27F6B">
      <w:pPr>
        <w:pStyle w:val="Heading1"/>
      </w:pPr>
      <w:bookmarkStart w:id="19" w:name="_Toc336438511"/>
      <w:r>
        <w:rPr>
          <w:caps w:val="0"/>
        </w:rPr>
        <w:t xml:space="preserve">GLOSSARY / </w:t>
      </w:r>
      <w:r w:rsidRPr="006B795C">
        <w:rPr>
          <w:caps w:val="0"/>
        </w:rPr>
        <w:t>DEFINITIONS / ACRONYMS</w:t>
      </w:r>
      <w:bookmarkEnd w:id="19"/>
    </w:p>
    <w:p w14:paraId="61CFE76C" w14:textId="77777777" w:rsidR="00BC2898" w:rsidRDefault="00BC2898" w:rsidP="004C406F">
      <w:pPr>
        <w:pStyle w:val="BodyText"/>
        <w:rPr>
          <w:lang w:eastAsia="de-DE"/>
        </w:rPr>
      </w:pPr>
      <w:r>
        <w:rPr>
          <w:lang w:eastAsia="de-DE"/>
        </w:rPr>
        <w:t>Definitions and acronyms shall be in accordance with IHO S-100 and S-99 where appropriate.  IALA-specific definitions and acronyms are as below.</w:t>
      </w:r>
    </w:p>
    <w:p w14:paraId="7FEDF4E5" w14:textId="77777777" w:rsidR="00BC2898" w:rsidRPr="004C406F" w:rsidRDefault="00BC2898" w:rsidP="00240B4C">
      <w:pPr>
        <w:pStyle w:val="Heading2"/>
        <w:tabs>
          <w:tab w:val="clear" w:pos="1701"/>
        </w:tabs>
      </w:pPr>
      <w:bookmarkStart w:id="20" w:name="_Toc336438512"/>
      <w:r>
        <w:t>Glossary / Definitions</w:t>
      </w:r>
      <w:bookmarkEnd w:id="20"/>
    </w:p>
    <w:p w14:paraId="66D8ED26" w14:textId="77777777" w:rsidR="00BC2898" w:rsidRPr="004C406F" w:rsidRDefault="00BC2898" w:rsidP="004C406F">
      <w:pPr>
        <w:pStyle w:val="Bullet1"/>
        <w:rPr>
          <w:lang w:val="en-AU"/>
        </w:rPr>
      </w:pPr>
      <w:bookmarkStart w:id="21" w:name="_Toc257314097"/>
      <w:bookmarkStart w:id="22" w:name="_Toc261729172"/>
      <w:bookmarkStart w:id="23" w:name="_Toc272598994"/>
      <w:r w:rsidRPr="00F85B14">
        <w:rPr>
          <w:lang w:val="en-AU"/>
        </w:rPr>
        <w:t>Registry</w:t>
      </w:r>
      <w:bookmarkEnd w:id="21"/>
      <w:bookmarkEnd w:id="22"/>
      <w:bookmarkEnd w:id="23"/>
      <w:r>
        <w:rPr>
          <w:lang w:val="en-AU"/>
        </w:rPr>
        <w:t xml:space="preserve">:  </w:t>
      </w:r>
      <w:r w:rsidRPr="004C406F">
        <w:rPr>
          <w:color w:val="000000"/>
          <w:lang w:val="en-AU"/>
        </w:rPr>
        <w:t xml:space="preserve">The IHO maintains the </w:t>
      </w:r>
      <w:r>
        <w:rPr>
          <w:color w:val="000000"/>
          <w:lang w:val="en-AU"/>
        </w:rPr>
        <w:t xml:space="preserve">IHO </w:t>
      </w:r>
      <w:r w:rsidRPr="004C406F">
        <w:rPr>
          <w:lang w:val="en-AU"/>
        </w:rPr>
        <w:t>Registry</w:t>
      </w:r>
      <w:r w:rsidRPr="004C406F">
        <w:rPr>
          <w:color w:val="000000"/>
          <w:lang w:val="en-AU"/>
        </w:rPr>
        <w:t xml:space="preserve"> </w:t>
      </w:r>
      <w:r>
        <w:rPr>
          <w:color w:val="000000"/>
          <w:lang w:val="en-AU"/>
        </w:rPr>
        <w:t xml:space="preserve">based on S-100 </w:t>
      </w:r>
      <w:r w:rsidRPr="004C406F">
        <w:rPr>
          <w:color w:val="000000"/>
          <w:lang w:val="en-AU"/>
        </w:rPr>
        <w:t>on a dedicated server.</w:t>
      </w:r>
    </w:p>
    <w:p w14:paraId="2B0EC3AA" w14:textId="77777777" w:rsidR="00BC2898" w:rsidRPr="004C406F" w:rsidRDefault="00BC2898" w:rsidP="004C406F">
      <w:pPr>
        <w:pStyle w:val="Bullet1"/>
        <w:rPr>
          <w:lang w:val="en-AU"/>
        </w:rPr>
      </w:pPr>
      <w:bookmarkStart w:id="24" w:name="_Toc261729173"/>
      <w:bookmarkStart w:id="25" w:name="_Toc272598995"/>
      <w:r w:rsidRPr="00F85B14">
        <w:rPr>
          <w:lang w:val="en-AU"/>
        </w:rPr>
        <w:t>Registers</w:t>
      </w:r>
      <w:bookmarkEnd w:id="24"/>
      <w:bookmarkEnd w:id="25"/>
      <w:r>
        <w:rPr>
          <w:lang w:val="en-AU"/>
        </w:rPr>
        <w:t xml:space="preserve">: </w:t>
      </w:r>
      <w:r w:rsidRPr="004C406F">
        <w:rPr>
          <w:color w:val="000000"/>
          <w:lang w:val="en-AU"/>
        </w:rPr>
        <w:t>The Registry con</w:t>
      </w:r>
      <w:r>
        <w:rPr>
          <w:color w:val="000000"/>
          <w:lang w:val="en-AU"/>
        </w:rPr>
        <w:t>sists of five types of Register</w:t>
      </w:r>
      <w:r w:rsidRPr="004C406F">
        <w:rPr>
          <w:color w:val="000000"/>
          <w:lang w:val="en-AU"/>
        </w:rPr>
        <w:t>:</w:t>
      </w:r>
    </w:p>
    <w:p w14:paraId="70752A12" w14:textId="77777777" w:rsidR="00BC2898" w:rsidRDefault="00BC2898" w:rsidP="0095506C">
      <w:pPr>
        <w:pStyle w:val="Bullet2"/>
      </w:pPr>
      <w:r>
        <w:t>Product Specification Register;</w:t>
      </w:r>
    </w:p>
    <w:p w14:paraId="59DBE228" w14:textId="77777777" w:rsidR="00BC2898" w:rsidRPr="004C406F" w:rsidRDefault="00BC2898" w:rsidP="004E020A">
      <w:pPr>
        <w:pStyle w:val="Bullet2"/>
      </w:pPr>
      <w:r w:rsidRPr="004C406F">
        <w:t xml:space="preserve">Feature Concept </w:t>
      </w:r>
      <w:r w:rsidRPr="003B3173">
        <w:t xml:space="preserve">Dictionary </w:t>
      </w:r>
      <w:r w:rsidRPr="004C406F">
        <w:t>Register</w:t>
      </w:r>
      <w:r>
        <w:t>;</w:t>
      </w:r>
    </w:p>
    <w:p w14:paraId="63800ED7" w14:textId="77777777" w:rsidR="00BC2898" w:rsidRPr="004C406F" w:rsidRDefault="00BC2898" w:rsidP="004E020A">
      <w:pPr>
        <w:pStyle w:val="Bullet2"/>
      </w:pPr>
      <w:r w:rsidRPr="004C406F">
        <w:t>Portrayal Register</w:t>
      </w:r>
      <w:r>
        <w:t>;</w:t>
      </w:r>
    </w:p>
    <w:p w14:paraId="42C6470A" w14:textId="77777777" w:rsidR="00BC2898" w:rsidRPr="004C406F" w:rsidRDefault="00BC2898" w:rsidP="004E020A">
      <w:pPr>
        <w:pStyle w:val="Bullet2"/>
      </w:pPr>
      <w:r w:rsidRPr="004C406F">
        <w:t>Metadata Register</w:t>
      </w:r>
      <w:r>
        <w:t>;</w:t>
      </w:r>
    </w:p>
    <w:p w14:paraId="4BA02AEA" w14:textId="77777777" w:rsidR="00BC2898" w:rsidRDefault="00BC2898" w:rsidP="004E020A">
      <w:pPr>
        <w:pStyle w:val="Bullet2"/>
      </w:pPr>
      <w:r>
        <w:t>Data Producer Code Register.</w:t>
      </w:r>
    </w:p>
    <w:p w14:paraId="5A9B3C81" w14:textId="77777777" w:rsidR="00BC2898" w:rsidRDefault="00BC2898" w:rsidP="00AD70B2">
      <w:pPr>
        <w:pStyle w:val="Bullet2"/>
        <w:numPr>
          <w:ilvl w:val="0"/>
          <w:numId w:val="0"/>
        </w:numPr>
        <w:ind w:left="1701" w:hanging="567"/>
      </w:pPr>
    </w:p>
    <w:p w14:paraId="442A6B67" w14:textId="4CD851F7" w:rsidR="00BC2898" w:rsidRPr="004C406F" w:rsidRDefault="00BC2898" w:rsidP="00991AC9">
      <w:pPr>
        <w:pStyle w:val="Bullet2"/>
        <w:numPr>
          <w:ilvl w:val="0"/>
          <w:numId w:val="0"/>
        </w:numPr>
        <w:ind w:left="1134"/>
      </w:pPr>
      <w:r>
        <w:t>It is likely that IALA will come with a request for change to add registers</w:t>
      </w:r>
      <w:r w:rsidR="00991AC9">
        <w:t xml:space="preserve">, such as a </w:t>
      </w:r>
      <w:r>
        <w:t>User requirements register.</w:t>
      </w:r>
    </w:p>
    <w:p w14:paraId="2A671E38" w14:textId="77777777" w:rsidR="00BC2898" w:rsidRPr="00991AC9" w:rsidRDefault="00BC2898" w:rsidP="004C406F">
      <w:pPr>
        <w:pStyle w:val="Bullet1"/>
        <w:rPr>
          <w:lang w:val="en-AU"/>
        </w:rPr>
      </w:pPr>
      <w:r w:rsidRPr="00991AC9">
        <w:rPr>
          <w:lang w:val="en-AU"/>
        </w:rPr>
        <w:t xml:space="preserve">The </w:t>
      </w:r>
      <w:r w:rsidRPr="00991AC9">
        <w:rPr>
          <w:b/>
          <w:bCs/>
          <w:lang w:val="en-AU"/>
        </w:rPr>
        <w:t>Feature Concept Dictionary Register, Portrayal and Metadata Registers</w:t>
      </w:r>
      <w:r w:rsidRPr="00991AC9">
        <w:rPr>
          <w:lang w:val="en-AU"/>
        </w:rPr>
        <w:t xml:space="preserve"> are managed lists of items.  Selections from these three Registers are used to define Feature and Portrayal Catalogues used in individual product specifications.</w:t>
      </w:r>
    </w:p>
    <w:p w14:paraId="50FF0EFA" w14:textId="77777777" w:rsidR="00BC2898" w:rsidRPr="00F85B14" w:rsidRDefault="00BC2898" w:rsidP="004C406F">
      <w:pPr>
        <w:pStyle w:val="Bullet1"/>
        <w:rPr>
          <w:lang w:val="en-AU"/>
        </w:rPr>
      </w:pPr>
      <w:r w:rsidRPr="00F85B14">
        <w:rPr>
          <w:lang w:val="en-AU"/>
        </w:rPr>
        <w:t xml:space="preserve">The </w:t>
      </w:r>
      <w:r w:rsidRPr="00F85B14">
        <w:rPr>
          <w:b/>
          <w:bCs/>
          <w:lang w:val="en-AU"/>
        </w:rPr>
        <w:t>Product Specification Register</w:t>
      </w:r>
      <w:r w:rsidRPr="00F85B14">
        <w:rPr>
          <w:lang w:val="en-AU"/>
        </w:rPr>
        <w:t xml:space="preserve"> is a list of Product Specifications created by recognized organizations</w:t>
      </w:r>
      <w:r>
        <w:rPr>
          <w:lang w:val="en-AU"/>
        </w:rPr>
        <w:t>, which is currently confined to IHO Registry</w:t>
      </w:r>
      <w:r w:rsidRPr="00F85B14">
        <w:rPr>
          <w:lang w:val="en-AU"/>
        </w:rPr>
        <w:t xml:space="preserve"> based </w:t>
      </w:r>
      <w:r>
        <w:rPr>
          <w:lang w:val="en-AU"/>
        </w:rPr>
        <w:t>product s</w:t>
      </w:r>
      <w:r w:rsidRPr="00F85B14">
        <w:rPr>
          <w:lang w:val="en-AU"/>
        </w:rPr>
        <w:t>pecifications</w:t>
      </w:r>
      <w:r>
        <w:rPr>
          <w:lang w:val="en-AU"/>
        </w:rPr>
        <w:t>. It contains</w:t>
      </w:r>
      <w:r w:rsidRPr="00F85B14">
        <w:rPr>
          <w:lang w:val="en-AU"/>
        </w:rPr>
        <w:t xml:space="preserve"> meta</w:t>
      </w:r>
      <w:r>
        <w:rPr>
          <w:lang w:val="en-AU"/>
        </w:rPr>
        <w:t>data</w:t>
      </w:r>
      <w:r w:rsidRPr="00F85B14">
        <w:rPr>
          <w:lang w:val="en-AU"/>
        </w:rPr>
        <w:t xml:space="preserve"> about the content, purpose, version, loca</w:t>
      </w:r>
      <w:r>
        <w:rPr>
          <w:lang w:val="en-AU"/>
        </w:rPr>
        <w:t>tion and availability of those product s</w:t>
      </w:r>
      <w:r w:rsidRPr="00F85B14">
        <w:rPr>
          <w:lang w:val="en-AU"/>
        </w:rPr>
        <w:t>pecifications.</w:t>
      </w:r>
    </w:p>
    <w:p w14:paraId="63EE7558" w14:textId="77777777" w:rsidR="00BC2898" w:rsidRPr="00F85B14" w:rsidRDefault="00BC2898" w:rsidP="0005196A">
      <w:pPr>
        <w:pStyle w:val="Bullet1"/>
        <w:rPr>
          <w:lang w:val="en-AU"/>
        </w:rPr>
      </w:pPr>
      <w:r w:rsidRPr="00F85B14">
        <w:rPr>
          <w:lang w:val="en-AU"/>
        </w:rPr>
        <w:t xml:space="preserve">The </w:t>
      </w:r>
      <w:r w:rsidRPr="00F85B14">
        <w:rPr>
          <w:b/>
          <w:bCs/>
          <w:lang w:val="en-AU"/>
        </w:rPr>
        <w:t>Data Producer Code Register</w:t>
      </w:r>
      <w:r w:rsidRPr="00F85B14">
        <w:rPr>
          <w:lang w:val="en-AU"/>
        </w:rPr>
        <w:t xml:space="preserve"> is the authoritative list of the codes </w:t>
      </w:r>
      <w:r>
        <w:rPr>
          <w:lang w:val="en-AU"/>
        </w:rPr>
        <w:t>that</w:t>
      </w:r>
      <w:r w:rsidRPr="00F85B14">
        <w:rPr>
          <w:lang w:val="en-AU"/>
        </w:rPr>
        <w:t xml:space="preserve"> can,</w:t>
      </w:r>
      <w:r>
        <w:rPr>
          <w:lang w:val="en-AU"/>
        </w:rPr>
        <w:t xml:space="preserve"> if required, be stipulated in p</w:t>
      </w:r>
      <w:r w:rsidRPr="00F85B14">
        <w:rPr>
          <w:lang w:val="en-AU"/>
        </w:rPr>
        <w:t xml:space="preserve">roduct </w:t>
      </w:r>
      <w:r>
        <w:rPr>
          <w:lang w:val="en-AU"/>
        </w:rPr>
        <w:t>s</w:t>
      </w:r>
      <w:r w:rsidRPr="00F85B14">
        <w:rPr>
          <w:lang w:val="en-AU"/>
        </w:rPr>
        <w:t>pecifications to identify the producers of a particular data product.</w:t>
      </w:r>
      <w:r>
        <w:rPr>
          <w:lang w:val="en-AU"/>
        </w:rPr>
        <w:t xml:space="preserve">  This register is currently restricted to IHO products and so is not considered applicable for IALA’s purposes.</w:t>
      </w:r>
    </w:p>
    <w:p w14:paraId="4E1899B8" w14:textId="77777777" w:rsidR="00BC2898" w:rsidRPr="00C77BCC" w:rsidRDefault="00BC2898" w:rsidP="00C77BCC">
      <w:pPr>
        <w:pStyle w:val="Bullet1"/>
        <w:rPr>
          <w:b/>
          <w:lang w:val="en-AU"/>
        </w:rPr>
      </w:pPr>
      <w:bookmarkStart w:id="26" w:name="_Toc272598996"/>
      <w:r w:rsidRPr="00C77BCC">
        <w:rPr>
          <w:b/>
          <w:lang w:val="en-AU"/>
        </w:rPr>
        <w:t xml:space="preserve">Main and Supplementary </w:t>
      </w:r>
      <w:r>
        <w:rPr>
          <w:b/>
          <w:lang w:val="en-AU"/>
        </w:rPr>
        <w:t>Space</w:t>
      </w:r>
      <w:r w:rsidRPr="00C77BCC">
        <w:rPr>
          <w:b/>
          <w:lang w:val="en-AU"/>
        </w:rPr>
        <w:t>s</w:t>
      </w:r>
      <w:bookmarkEnd w:id="26"/>
      <w:r>
        <w:rPr>
          <w:b/>
          <w:lang w:val="en-AU"/>
        </w:rPr>
        <w:t>.</w:t>
      </w:r>
      <w:r w:rsidRPr="00C77BCC">
        <w:rPr>
          <w:b/>
          <w:lang w:val="en-AU"/>
        </w:rPr>
        <w:t xml:space="preserve"> </w:t>
      </w:r>
      <w:r>
        <w:rPr>
          <w:b/>
          <w:lang w:val="en-AU"/>
        </w:rPr>
        <w:t xml:space="preserve"> </w:t>
      </w:r>
      <w:r w:rsidRPr="00C77BCC">
        <w:rPr>
          <w:lang w:val="en-AU"/>
        </w:rPr>
        <w:t>Each of the Registers</w:t>
      </w:r>
      <w:r>
        <w:rPr>
          <w:lang w:val="en-AU"/>
        </w:rPr>
        <w:t xml:space="preserve"> above</w:t>
      </w:r>
      <w:r w:rsidRPr="00C77BCC">
        <w:rPr>
          <w:lang w:val="en-AU"/>
        </w:rPr>
        <w:t xml:space="preserve"> </w:t>
      </w:r>
      <w:r>
        <w:rPr>
          <w:lang w:val="en-AU"/>
        </w:rPr>
        <w:t>are</w:t>
      </w:r>
      <w:r w:rsidRPr="00C77BCC">
        <w:rPr>
          <w:lang w:val="en-AU"/>
        </w:rPr>
        <w:t xml:space="preserve"> </w:t>
      </w:r>
      <w:r>
        <w:rPr>
          <w:lang w:val="en-AU"/>
        </w:rPr>
        <w:t xml:space="preserve">currently </w:t>
      </w:r>
      <w:r w:rsidRPr="00C77BCC">
        <w:rPr>
          <w:lang w:val="en-AU"/>
        </w:rPr>
        <w:t>subdivided into:</w:t>
      </w:r>
    </w:p>
    <w:p w14:paraId="20CDFF23" w14:textId="77777777" w:rsidR="00BC2898" w:rsidRPr="004E020A" w:rsidRDefault="00BC2898" w:rsidP="004E020A">
      <w:pPr>
        <w:pStyle w:val="Bullet2"/>
      </w:pPr>
      <w:r w:rsidRPr="004E020A">
        <w:t xml:space="preserve">The Main </w:t>
      </w:r>
      <w:r>
        <w:t>Space</w:t>
      </w:r>
      <w:r w:rsidRPr="004E020A">
        <w:t xml:space="preserve"> of each Register is maintained by IHO for the purpose of directly supporting the official hydrographic products and services required to meet the chart and publications carriage requirements of the Convention on the Safety of Life at Sea (SOLAS);</w:t>
      </w:r>
    </w:p>
    <w:p w14:paraId="19C1ACA5" w14:textId="77777777" w:rsidR="00BC2898" w:rsidRDefault="00BC2898" w:rsidP="004E020A">
      <w:pPr>
        <w:pStyle w:val="Bullet2"/>
      </w:pPr>
      <w:r w:rsidRPr="004E020A">
        <w:t xml:space="preserve">The Supplementary </w:t>
      </w:r>
      <w:r>
        <w:t>Space</w:t>
      </w:r>
      <w:r w:rsidRPr="004E020A">
        <w:t xml:space="preserve"> of each Register allows organizations recognized by the IHO to register items not already included in the Main </w:t>
      </w:r>
      <w:r>
        <w:t>Space</w:t>
      </w:r>
      <w:r w:rsidRPr="004E020A">
        <w:t xml:space="preserve"> or </w:t>
      </w:r>
      <w:r>
        <w:t>items that</w:t>
      </w:r>
      <w:r w:rsidRPr="004E020A">
        <w:t xml:space="preserve"> extend</w:t>
      </w:r>
      <w:r>
        <w:t xml:space="preserve"> existing</w:t>
      </w:r>
      <w:r w:rsidRPr="004E020A">
        <w:t xml:space="preserve"> items in the Main </w:t>
      </w:r>
      <w:r>
        <w:t>Space</w:t>
      </w:r>
      <w:r w:rsidRPr="004E020A">
        <w:t>.</w:t>
      </w:r>
    </w:p>
    <w:p w14:paraId="360901FF" w14:textId="77777777" w:rsidR="00BC2898" w:rsidRPr="00240B4C" w:rsidRDefault="00BC2898" w:rsidP="00F137EA">
      <w:pPr>
        <w:pStyle w:val="Heading2"/>
        <w:tabs>
          <w:tab w:val="clear" w:pos="1701"/>
        </w:tabs>
      </w:pPr>
      <w:bookmarkStart w:id="27" w:name="_Toc336438513"/>
      <w:r w:rsidRPr="00240B4C">
        <w:t>Acronyms</w:t>
      </w:r>
      <w:bookmarkEnd w:id="27"/>
    </w:p>
    <w:p w14:paraId="129E5521" w14:textId="77777777" w:rsidR="00BC2898" w:rsidRDefault="00BC2898" w:rsidP="00240B4C">
      <w:pPr>
        <w:tabs>
          <w:tab w:val="left" w:pos="1701"/>
        </w:tabs>
        <w:ind w:left="1701" w:hanging="1701"/>
      </w:pPr>
      <w:r>
        <w:t>AtoN</w:t>
      </w:r>
      <w:r>
        <w:tab/>
      </w:r>
      <w:r w:rsidRPr="00B0211F">
        <w:t>Aid</w:t>
      </w:r>
      <w:r>
        <w:t>(</w:t>
      </w:r>
      <w:r w:rsidRPr="00B0211F">
        <w:t>s</w:t>
      </w:r>
      <w:r>
        <w:t>)</w:t>
      </w:r>
      <w:r w:rsidRPr="00B0211F">
        <w:t xml:space="preserve"> to Navigation</w:t>
      </w:r>
    </w:p>
    <w:p w14:paraId="5F347D05" w14:textId="77777777" w:rsidR="00BC2898" w:rsidRDefault="00BC2898" w:rsidP="00240B4C">
      <w:pPr>
        <w:tabs>
          <w:tab w:val="left" w:pos="1701"/>
        </w:tabs>
        <w:ind w:left="1701" w:hanging="1701"/>
      </w:pPr>
      <w:r>
        <w:t>CMDS</w:t>
      </w:r>
      <w:r>
        <w:tab/>
      </w:r>
      <w:r w:rsidRPr="007076CB">
        <w:t>Common Maritime Data Structure</w:t>
      </w:r>
    </w:p>
    <w:p w14:paraId="7BAD2532" w14:textId="77777777" w:rsidR="00BC2898" w:rsidRDefault="00BC2898" w:rsidP="00240B4C">
      <w:pPr>
        <w:tabs>
          <w:tab w:val="left" w:pos="1701"/>
        </w:tabs>
        <w:ind w:left="1701" w:hanging="1701"/>
      </w:pPr>
      <w:r>
        <w:t>ENC</w:t>
      </w:r>
      <w:r>
        <w:tab/>
        <w:t>Electronic Nautical Chart</w:t>
      </w:r>
    </w:p>
    <w:p w14:paraId="3C78DD16" w14:textId="77777777" w:rsidR="00BC2898" w:rsidRDefault="00BC2898" w:rsidP="00240B4C">
      <w:pPr>
        <w:tabs>
          <w:tab w:val="left" w:pos="1701"/>
        </w:tabs>
        <w:ind w:left="1701" w:hanging="1701"/>
      </w:pPr>
      <w:r>
        <w:t>HDM</w:t>
      </w:r>
      <w:r>
        <w:tab/>
        <w:t>Harmonised Data Model</w:t>
      </w:r>
    </w:p>
    <w:p w14:paraId="03C65A74" w14:textId="77777777" w:rsidR="00BC2898" w:rsidRDefault="00BC2898" w:rsidP="00240B4C">
      <w:pPr>
        <w:tabs>
          <w:tab w:val="left" w:pos="1701"/>
        </w:tabs>
        <w:ind w:left="1701" w:hanging="1701"/>
      </w:pPr>
      <w:r>
        <w:t>HGDM</w:t>
      </w:r>
      <w:r>
        <w:tab/>
      </w:r>
      <w:r w:rsidRPr="007076CB">
        <w:t>IMO</w:t>
      </w:r>
      <w:r>
        <w:t>/IHO Harmonization</w:t>
      </w:r>
      <w:r w:rsidRPr="007076CB">
        <w:t xml:space="preserve"> Group on Data Modelling</w:t>
      </w:r>
    </w:p>
    <w:p w14:paraId="6B88D63A" w14:textId="77777777" w:rsidR="00BC2898" w:rsidRDefault="00BC2898" w:rsidP="00240B4C">
      <w:pPr>
        <w:tabs>
          <w:tab w:val="left" w:pos="1701"/>
        </w:tabs>
        <w:ind w:left="1701" w:hanging="1701"/>
      </w:pPr>
      <w:r>
        <w:t>IALA</w:t>
      </w:r>
      <w:r>
        <w:tab/>
        <w:t>International Association of Marine Aids to Navigation and Lighthouse Authorities</w:t>
      </w:r>
    </w:p>
    <w:p w14:paraId="7B8F50D9" w14:textId="77777777" w:rsidR="00BC2898" w:rsidRDefault="00BC2898" w:rsidP="00240B4C">
      <w:pPr>
        <w:tabs>
          <w:tab w:val="left" w:pos="1701"/>
        </w:tabs>
        <w:ind w:left="1701" w:hanging="1701"/>
      </w:pPr>
      <w:r>
        <w:t>IHO</w:t>
      </w:r>
      <w:r>
        <w:tab/>
        <w:t>International Hydrographic Organization</w:t>
      </w:r>
    </w:p>
    <w:p w14:paraId="441D96AF" w14:textId="77777777" w:rsidR="00BC2898" w:rsidRDefault="00BC2898" w:rsidP="00240B4C">
      <w:pPr>
        <w:tabs>
          <w:tab w:val="left" w:pos="1701"/>
        </w:tabs>
        <w:ind w:left="1701" w:hanging="1701"/>
      </w:pPr>
      <w:r>
        <w:t>IMO</w:t>
      </w:r>
      <w:r>
        <w:tab/>
        <w:t>International Maritime Organization</w:t>
      </w:r>
    </w:p>
    <w:p w14:paraId="3E2A892C" w14:textId="77777777" w:rsidR="00BC2898" w:rsidRDefault="00BC2898" w:rsidP="00240B4C">
      <w:pPr>
        <w:tabs>
          <w:tab w:val="left" w:pos="1701"/>
        </w:tabs>
        <w:ind w:left="1701" w:hanging="1701"/>
      </w:pPr>
      <w:r>
        <w:t>ISO</w:t>
      </w:r>
      <w:r>
        <w:tab/>
        <w:t>International Standards Organization</w:t>
      </w:r>
    </w:p>
    <w:p w14:paraId="00DD2F69" w14:textId="77777777" w:rsidR="00BC2898" w:rsidRDefault="00BC2898" w:rsidP="00240B4C">
      <w:pPr>
        <w:tabs>
          <w:tab w:val="left" w:pos="1701"/>
        </w:tabs>
        <w:ind w:left="1701" w:hanging="1701"/>
      </w:pPr>
      <w:r>
        <w:t>IWRAP</w:t>
      </w:r>
      <w:r>
        <w:tab/>
        <w:t>IALA Waterways Risk Assessment Program</w:t>
      </w:r>
    </w:p>
    <w:p w14:paraId="40707B21" w14:textId="77777777" w:rsidR="00BC2898" w:rsidRDefault="00BC2898" w:rsidP="00240B4C">
      <w:pPr>
        <w:tabs>
          <w:tab w:val="left" w:pos="1701"/>
        </w:tabs>
        <w:ind w:left="1701" w:hanging="1701"/>
      </w:pPr>
      <w:r>
        <w:t>MoU</w:t>
      </w:r>
      <w:r>
        <w:tab/>
        <w:t>Memorandum of Understanding</w:t>
      </w:r>
    </w:p>
    <w:p w14:paraId="36306C5E" w14:textId="77777777" w:rsidR="00BC2898" w:rsidRDefault="00BC2898" w:rsidP="00240B4C">
      <w:pPr>
        <w:tabs>
          <w:tab w:val="left" w:pos="1701"/>
        </w:tabs>
        <w:ind w:left="1701" w:hanging="1701"/>
      </w:pPr>
      <w:r>
        <w:t>NAV</w:t>
      </w:r>
      <w:r>
        <w:tab/>
        <w:t>IMO Sub-Committee on Safety of Navigation</w:t>
      </w:r>
    </w:p>
    <w:p w14:paraId="7ABA2D1C" w14:textId="77777777" w:rsidR="00BC2898" w:rsidRDefault="00BC2898"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14:paraId="536178A4" w14:textId="77777777" w:rsidR="00BC2898" w:rsidRDefault="00BC2898" w:rsidP="00240B4C">
      <w:pPr>
        <w:tabs>
          <w:tab w:val="left" w:pos="1701"/>
        </w:tabs>
        <w:ind w:left="1701" w:hanging="1701"/>
        <w:rPr>
          <w:rFonts w:cs="Arial"/>
        </w:rPr>
      </w:pPr>
      <w:r>
        <w:rPr>
          <w:rFonts w:cs="Arial"/>
        </w:rPr>
        <w:t>SN Circ.</w:t>
      </w:r>
      <w:r>
        <w:rPr>
          <w:rFonts w:cs="Arial"/>
        </w:rPr>
        <w:tab/>
        <w:t>Safety of Navigation Circular (IMO)</w:t>
      </w:r>
    </w:p>
    <w:p w14:paraId="5D5E13F4" w14:textId="77777777" w:rsidR="00BC2898" w:rsidRDefault="00BC2898"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14:paraId="7D305273" w14:textId="77777777" w:rsidR="00BC2898" w:rsidRDefault="00BC2898" w:rsidP="00240B4C">
      <w:pPr>
        <w:tabs>
          <w:tab w:val="left" w:pos="1701"/>
        </w:tabs>
        <w:ind w:left="1701" w:hanging="1701"/>
      </w:pPr>
      <w:r>
        <w:rPr>
          <w:rFonts w:cs="Arial"/>
        </w:rPr>
        <w:t>S-100</w:t>
      </w:r>
      <w:r>
        <w:rPr>
          <w:rFonts w:cs="Arial"/>
        </w:rPr>
        <w:tab/>
      </w:r>
      <w:r w:rsidRPr="00302613">
        <w:t>Universal Hydrographic Data Mode</w:t>
      </w:r>
      <w:r>
        <w:t>l</w:t>
      </w:r>
    </w:p>
    <w:p w14:paraId="41D80BAD" w14:textId="77777777" w:rsidR="00BC2898" w:rsidRDefault="00BC2898" w:rsidP="00240B4C">
      <w:pPr>
        <w:tabs>
          <w:tab w:val="left" w:pos="1701"/>
        </w:tabs>
        <w:ind w:left="1701" w:hanging="1701"/>
      </w:pPr>
      <w:r>
        <w:t>VTS</w:t>
      </w:r>
      <w:r>
        <w:tab/>
        <w:t>Vessel Traffic Services</w:t>
      </w:r>
    </w:p>
    <w:p w14:paraId="1844B61B" w14:textId="77777777" w:rsidR="00BC2898" w:rsidRPr="00F137EA" w:rsidRDefault="00BC2898" w:rsidP="00241649">
      <w:pPr>
        <w:tabs>
          <w:tab w:val="left" w:pos="1701"/>
        </w:tabs>
        <w:ind w:left="1701" w:hanging="1701"/>
      </w:pPr>
      <w:r>
        <w:t>WWRN</w:t>
      </w:r>
      <w:r>
        <w:tab/>
        <w:t>World-Wide RadioNavigation</w:t>
      </w:r>
    </w:p>
    <w:p w14:paraId="1F0ADD83" w14:textId="77777777" w:rsidR="00BC2898" w:rsidRDefault="00BC2898" w:rsidP="004F026F">
      <w:pPr>
        <w:pStyle w:val="Heading1"/>
      </w:pPr>
      <w:bookmarkStart w:id="28" w:name="_Toc336438514"/>
      <w:r>
        <w:rPr>
          <w:caps w:val="0"/>
        </w:rPr>
        <w:t>REFERENCES</w:t>
      </w:r>
      <w:bookmarkEnd w:id="28"/>
    </w:p>
    <w:p w14:paraId="7EE0AACD" w14:textId="77777777" w:rsidR="00BC2898" w:rsidRDefault="00BC2898" w:rsidP="004F026F">
      <w:pPr>
        <w:pStyle w:val="References"/>
      </w:pPr>
      <w:r>
        <w:t xml:space="preserve">IHO </w:t>
      </w:r>
      <w:r w:rsidRPr="00302613">
        <w:t>S-99 Operational procedures for the organisation and management of the S-100 Geospatial Information Registry, January 2011.</w:t>
      </w:r>
    </w:p>
    <w:p w14:paraId="0C056DDE" w14:textId="77777777" w:rsidR="00BC2898" w:rsidRDefault="00BC2898" w:rsidP="00D8462C">
      <w:pPr>
        <w:pStyle w:val="References"/>
      </w:pPr>
      <w:r>
        <w:t xml:space="preserve">IHO </w:t>
      </w:r>
      <w:r w:rsidRPr="00302613">
        <w:t>S-100</w:t>
      </w:r>
      <w:r>
        <w:t xml:space="preserve"> </w:t>
      </w:r>
      <w:r w:rsidRPr="00302613">
        <w:t>Universal Hydrographic Data Model, January 2010.</w:t>
      </w:r>
    </w:p>
    <w:p w14:paraId="475486A2" w14:textId="77777777" w:rsidR="00BC2898" w:rsidRPr="00217016" w:rsidRDefault="00BC2898" w:rsidP="00217016">
      <w:pPr>
        <w:pStyle w:val="References"/>
      </w:pPr>
      <w:r>
        <w:t>ISO 19115 Geographic Information – Metadata, 2003.</w:t>
      </w:r>
    </w:p>
    <w:p w14:paraId="10BDDC68" w14:textId="77777777" w:rsidR="00BC2898" w:rsidRDefault="00BC2898">
      <w:pPr>
        <w:rPr>
          <w:szCs w:val="20"/>
        </w:rPr>
      </w:pPr>
      <w:r>
        <w:br w:type="page"/>
      </w:r>
    </w:p>
    <w:p w14:paraId="5EBD364E" w14:textId="77777777" w:rsidR="00BC2898" w:rsidRPr="00371BEF" w:rsidRDefault="00BC2898" w:rsidP="00B21362">
      <w:pPr>
        <w:pStyle w:val="Annex"/>
      </w:pPr>
      <w:bookmarkStart w:id="29" w:name="_Toc191700871"/>
      <w:r>
        <w:t>Extract from ISO19115</w:t>
      </w:r>
      <w:bookmarkStart w:id="30" w:name="_GoBack"/>
      <w:bookmarkEnd w:id="29"/>
      <w:bookmarkEnd w:id="30"/>
    </w:p>
    <w:p w14:paraId="1BD934D7" w14:textId="77777777" w:rsidR="00BC2898" w:rsidRPr="00ED018C" w:rsidRDefault="00BC2898" w:rsidP="00DE68FF">
      <w:pPr>
        <w:pStyle w:val="BodyText"/>
      </w:pPr>
      <w:r w:rsidRPr="00ED018C">
        <w:t>The ISO 19115 International Standard defines an extensive set of metadata elements; typically only a subset of the full number of elements is used for any particular product specification.  However, it is essential that a basic minimum number of metadata element</w:t>
      </w:r>
      <w:r>
        <w:t>s be maintained for a dataset.</w:t>
      </w:r>
    </w:p>
    <w:p w14:paraId="76CCE229" w14:textId="77777777" w:rsidR="00BC2898" w:rsidRPr="00ED018C" w:rsidRDefault="00BC2898" w:rsidP="00DE68FF">
      <w:pPr>
        <w:pStyle w:val="BodyText"/>
      </w:pPr>
      <w:r w:rsidRPr="00ED018C">
        <w:t>Listed are the core metadata elements required to identify a dataset, typically for catalogue purposes.  This list contains metadata elements answering the following questions:  “Does a dataset on a specific topic exist (‘what’)?”, “For a specific place (‘where’)?”, “For a specific date or period (‘when’)?” and “A point of contact to learn more about or order the dataset (‘who’)?”.  Using the recommended optional elements in ISO/DIS 19115 addition to the mandatory elements will increase interoperability, allowing users to understand without ambiguity the geographic data and the related metadata provided by either the producer or the distributor.  Dataset metadata profiles of this International Standard shall include this core.</w:t>
      </w:r>
    </w:p>
    <w:p w14:paraId="2D0D38BB" w14:textId="77777777" w:rsidR="00BC2898" w:rsidRPr="00ED018C" w:rsidRDefault="00BC2898" w:rsidP="00DE68FF">
      <w:pPr>
        <w:pStyle w:val="BodyText"/>
      </w:pPr>
      <w:r w:rsidRPr="00ED018C">
        <w:t>Metadata entity set information consists of the entity (UML class) MD_Metadata, which is mandatory. The MD_Metadata entity contains both mandatory and optional metadata elements (UML attributes). The MD_Metadata entity is an aggregate of the following entities (which are further explained in the following subclauses):</w:t>
      </w:r>
    </w:p>
    <w:p w14:paraId="6F461EE5" w14:textId="77777777" w:rsidR="00BC2898" w:rsidRPr="00ED018C" w:rsidRDefault="00BC2898" w:rsidP="00B21362">
      <w:r w:rsidRPr="00ED018C">
        <w:t>• MD_Identification</w:t>
      </w:r>
    </w:p>
    <w:p w14:paraId="701C2389" w14:textId="77777777" w:rsidR="00BC2898" w:rsidRPr="00ED018C" w:rsidRDefault="00BC2898" w:rsidP="00B21362">
      <w:r w:rsidRPr="00ED018C">
        <w:t>• MD_Constraints</w:t>
      </w:r>
    </w:p>
    <w:p w14:paraId="028C31CA" w14:textId="77777777" w:rsidR="00BC2898" w:rsidRPr="00ED018C" w:rsidRDefault="00BC2898" w:rsidP="00B21362">
      <w:r w:rsidRPr="00ED018C">
        <w:t>• DQ_DataQuality</w:t>
      </w:r>
      <w:r>
        <w:t xml:space="preserve">      </w:t>
      </w:r>
    </w:p>
    <w:p w14:paraId="575EBEF7" w14:textId="77777777" w:rsidR="00BC2898" w:rsidRPr="00ED018C" w:rsidRDefault="00BC2898" w:rsidP="00B21362">
      <w:r w:rsidRPr="00ED018C">
        <w:t>• MD_MaintenanceInformation</w:t>
      </w:r>
    </w:p>
    <w:p w14:paraId="68D0E67E" w14:textId="77777777" w:rsidR="00BC2898" w:rsidRPr="00ED018C" w:rsidRDefault="00BC2898" w:rsidP="00B21362">
      <w:r w:rsidRPr="00ED018C">
        <w:t>• MD_SpatialRepresentation</w:t>
      </w:r>
    </w:p>
    <w:p w14:paraId="31275BAC" w14:textId="77777777" w:rsidR="00BC2898" w:rsidRPr="00ED018C" w:rsidRDefault="00BC2898" w:rsidP="00B21362">
      <w:r w:rsidRPr="00ED018C">
        <w:t>• MD_ReferenceSystem</w:t>
      </w:r>
    </w:p>
    <w:p w14:paraId="4DF49E8A" w14:textId="77777777" w:rsidR="00BC2898" w:rsidRPr="00ED018C" w:rsidRDefault="00BC2898" w:rsidP="00B21362">
      <w:r w:rsidRPr="00ED018C">
        <w:t>• MD_ContentInformation</w:t>
      </w:r>
    </w:p>
    <w:p w14:paraId="3C72F1CB" w14:textId="77777777" w:rsidR="00BC2898" w:rsidRPr="00ED018C" w:rsidRDefault="00BC2898" w:rsidP="00B21362">
      <w:r w:rsidRPr="00ED018C">
        <w:t>• MD_PortrayalCatalogueReference</w:t>
      </w:r>
    </w:p>
    <w:p w14:paraId="20B2D489" w14:textId="77777777" w:rsidR="00BC2898" w:rsidRPr="00ED018C" w:rsidRDefault="00BC2898" w:rsidP="00B21362">
      <w:r w:rsidRPr="00ED018C">
        <w:t>• MD_Distribution</w:t>
      </w:r>
    </w:p>
    <w:p w14:paraId="079052CE" w14:textId="77777777" w:rsidR="00BC2898" w:rsidRPr="00ED018C" w:rsidRDefault="00BC2898" w:rsidP="00B21362">
      <w:r w:rsidRPr="00ED018C">
        <w:t>• MD_MetadataExtensionInformation</w:t>
      </w:r>
    </w:p>
    <w:p w14:paraId="46C563CE" w14:textId="77777777" w:rsidR="00BC2898" w:rsidRPr="00ED018C" w:rsidRDefault="00BC2898" w:rsidP="00B21362">
      <w:r w:rsidRPr="00ED018C">
        <w:t>• MD_ApplicationSchemaInformation</w:t>
      </w:r>
    </w:p>
    <w:p w14:paraId="1D92ADCE" w14:textId="77777777" w:rsidR="00BC2898" w:rsidRPr="00ED018C" w:rsidRDefault="00BC2898" w:rsidP="00B21362"/>
    <w:p w14:paraId="1F2274C1" w14:textId="77777777" w:rsidR="00BC2898" w:rsidRPr="00ED018C" w:rsidRDefault="00BC2898" w:rsidP="00217016">
      <w:pPr>
        <w:pStyle w:val="BodyText"/>
      </w:pPr>
      <w:r w:rsidRPr="00ED018C">
        <w:t>ISO 19115:2003 defines the conceptual model required for describing geographic information and services. It provides information about the identification, the extent, the quality, the spatial and temporal schema, spatial reference, and distribution of digital geographic data.</w:t>
      </w:r>
    </w:p>
    <w:p w14:paraId="07E5DD71" w14:textId="77777777" w:rsidR="00BC2898" w:rsidRDefault="00BC2898" w:rsidP="00217016">
      <w:pPr>
        <w:pStyle w:val="BodyText"/>
      </w:pPr>
      <w:r w:rsidRPr="00ED018C">
        <w:t>The 19115 international metadata standard defines the mandatory and conditional metadata sections, metadata entities, and metadata elements; the minimum set of metadata required to serve the full range of metadata applications (data discovery, determining data fitness for use, data access, data transfer, and use of digital data); optional metadata elements - to allow for a more extensive standard description of geographic data, if required; a method for extending metadata to fit specialized needs.</w:t>
      </w:r>
    </w:p>
    <w:sectPr w:rsidR="00BC2898" w:rsidSect="009E559D">
      <w:headerReference w:type="default" r:id="rId13"/>
      <w:footerReference w:type="default" r:id="rId14"/>
      <w:headerReference w:type="first" r:id="rId15"/>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8519C16" w14:textId="77777777" w:rsidR="00BC2898" w:rsidRDefault="00BC2898" w:rsidP="009E1230">
      <w:r>
        <w:separator/>
      </w:r>
    </w:p>
  </w:endnote>
  <w:endnote w:type="continuationSeparator" w:id="0">
    <w:p w14:paraId="1F1B88D5" w14:textId="77777777" w:rsidR="00BC2898" w:rsidRDefault="00BC289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86"/>
    <w:family w:val="auto"/>
    <w:notTrueType/>
    <w:pitch w:val="variable"/>
    <w:sig w:usb0="00000001" w:usb1="080E0000" w:usb2="00000010" w:usb3="00000000" w:csb0="00040000"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4C538" w14:textId="77777777" w:rsidR="00BC2898" w:rsidRPr="008136BC" w:rsidRDefault="00BC289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91AC9">
      <w:rPr>
        <w:noProof/>
        <w:lang w:val="en-US"/>
      </w:rPr>
      <w:t>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91AC9">
      <w:rPr>
        <w:noProof/>
        <w:lang w:val="en-US"/>
      </w:rPr>
      <w:t>12</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B460A38" w14:textId="77777777" w:rsidR="00BC2898" w:rsidRDefault="00BC2898" w:rsidP="009E1230">
      <w:r>
        <w:separator/>
      </w:r>
    </w:p>
  </w:footnote>
  <w:footnote w:type="continuationSeparator" w:id="0">
    <w:p w14:paraId="18255476" w14:textId="77777777" w:rsidR="00BC2898" w:rsidRDefault="00BC2898" w:rsidP="009E1230">
      <w:r>
        <w:continuationSeparator/>
      </w:r>
    </w:p>
  </w:footnote>
  <w:footnote w:id="1">
    <w:p w14:paraId="7780BF7C" w14:textId="77777777" w:rsidR="00BC2898" w:rsidRDefault="00BC2898" w:rsidP="00DF6A42">
      <w:pPr>
        <w:pStyle w:val="FootnoteText"/>
        <w:ind w:left="284" w:hanging="284"/>
      </w:pPr>
      <w:r>
        <w:rPr>
          <w:rStyle w:val="FootnoteReference"/>
          <w:rFonts w:cs="Calibri"/>
        </w:rPr>
        <w:footnoteRef/>
      </w:r>
      <w:r>
        <w:t xml:space="preserve"> </w:t>
      </w:r>
      <w:r>
        <w:rPr>
          <w:lang w:val="en-US"/>
        </w:rPr>
        <w:tab/>
        <w:t xml:space="preserve">In the context of Main and Supplementary Registers, as used in IHO’s S-99 </w:t>
      </w:r>
      <w:proofErr w:type="gramStart"/>
      <w:r>
        <w:rPr>
          <w:lang w:val="en-US"/>
        </w:rPr>
        <w:t>Standard</w:t>
      </w:r>
      <w:proofErr w:type="gramEnd"/>
      <w:r>
        <w:rPr>
          <w:lang w:val="en-US"/>
        </w:rPr>
        <w:t>, the term ‘Space’ is used here to avoid possible confusion with the repeated use of the term ‘Register’.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D2C80" w14:textId="77777777" w:rsidR="00BC2898" w:rsidRPr="006B795C" w:rsidRDefault="00BC2898" w:rsidP="008136BC">
    <w:pPr>
      <w:jc w:val="center"/>
      <w:rPr>
        <w:rFonts w:cs="Arial"/>
        <w:sz w:val="20"/>
      </w:rPr>
    </w:pPr>
    <w:r w:rsidRPr="006B795C">
      <w:rPr>
        <w:rFonts w:cs="Arial"/>
        <w:sz w:val="20"/>
      </w:rPr>
      <w:t xml:space="preserve">Guideline </w:t>
    </w:r>
    <w:r w:rsidRPr="007B41CC">
      <w:rPr>
        <w:rFonts w:cs="Arial"/>
        <w:sz w:val="20"/>
        <w:highlight w:val="yellow"/>
      </w:rPr>
      <w:t>####</w:t>
    </w:r>
    <w:r w:rsidRPr="006B795C">
      <w:rPr>
        <w:rFonts w:cs="Arial"/>
        <w:sz w:val="20"/>
      </w:rPr>
      <w:t xml:space="preserve"> –</w:t>
    </w:r>
    <w:r w:rsidRPr="000F445D">
      <w:rPr>
        <w:rFonts w:cs="Arial"/>
      </w:rPr>
      <w:t xml:space="preserve"> </w:t>
    </w:r>
    <w:r w:rsidRPr="006B795C">
      <w:t>Procedures for the Management of t</w:t>
    </w:r>
    <w:r>
      <w:t>he IALA Domains under the IHO</w:t>
    </w:r>
    <w:r w:rsidRPr="006B795C">
      <w:t xml:space="preserve"> Registry</w:t>
    </w:r>
  </w:p>
  <w:p w14:paraId="757116EB" w14:textId="77777777" w:rsidR="00BC2898" w:rsidRDefault="00BC2898" w:rsidP="006B795C">
    <w:pPr>
      <w:pBdr>
        <w:bottom w:val="single" w:sz="4" w:space="1" w:color="auto"/>
      </w:pBdr>
      <w:jc w:val="center"/>
      <w:rPr>
        <w:sz w:val="20"/>
      </w:rPr>
    </w:pPr>
    <w:r>
      <w:rPr>
        <w:rFonts w:cs="Arial"/>
        <w:sz w:val="20"/>
      </w:rPr>
      <w:t>Date Issued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ayout w:type="fixed"/>
      <w:tblLook w:val="0000" w:firstRow="0" w:lastRow="0" w:firstColumn="0" w:lastColumn="0" w:noHBand="0" w:noVBand="0"/>
    </w:tblPr>
    <w:tblGrid>
      <w:gridCol w:w="4428"/>
      <w:gridCol w:w="5461"/>
    </w:tblGrid>
    <w:tr w:rsidR="00BC2898" w:rsidRPr="00D15A93" w14:paraId="55F1F9C9" w14:textId="77777777" w:rsidTr="00267F74">
      <w:tc>
        <w:tcPr>
          <w:tcW w:w="4428" w:type="dxa"/>
        </w:tcPr>
        <w:p w14:paraId="21155205" w14:textId="77777777" w:rsidR="00BC2898" w:rsidRPr="00D15A93" w:rsidRDefault="00BC2898" w:rsidP="00267F74">
          <w:pPr>
            <w:tabs>
              <w:tab w:val="left" w:pos="851"/>
            </w:tabs>
          </w:pPr>
          <w:proofErr w:type="gramStart"/>
          <w:r w:rsidRPr="00D15A93">
            <w:t>e</w:t>
          </w:r>
          <w:proofErr w:type="gramEnd"/>
          <w:r w:rsidRPr="00D15A93">
            <w:t>-NAV Committee</w:t>
          </w:r>
        </w:p>
      </w:tc>
      <w:tc>
        <w:tcPr>
          <w:tcW w:w="5461" w:type="dxa"/>
        </w:tcPr>
        <w:p w14:paraId="49F84EC0" w14:textId="77777777" w:rsidR="00BC2898" w:rsidRPr="00D15A93" w:rsidRDefault="00BC2898" w:rsidP="00C8376A">
          <w:pPr>
            <w:jc w:val="right"/>
          </w:pPr>
          <w:proofErr w:type="gramStart"/>
          <w:r>
            <w:t>e</w:t>
          </w:r>
          <w:proofErr w:type="gramEnd"/>
          <w:r>
            <w:t>-NAV12/output/13</w:t>
          </w:r>
        </w:p>
      </w:tc>
    </w:tr>
    <w:tr w:rsidR="00BC2898" w:rsidRPr="00D15A93" w14:paraId="43EB8AE8" w14:textId="77777777" w:rsidTr="00267F74">
      <w:tc>
        <w:tcPr>
          <w:tcW w:w="4428" w:type="dxa"/>
        </w:tcPr>
        <w:p w14:paraId="3F086C49" w14:textId="77777777" w:rsidR="00BC2898" w:rsidRPr="00D15A93" w:rsidRDefault="00BC2898" w:rsidP="00267F74">
          <w:pPr>
            <w:tabs>
              <w:tab w:val="left" w:pos="851"/>
            </w:tabs>
          </w:pPr>
          <w:r>
            <w:t>12</w:t>
          </w:r>
          <w:r w:rsidRPr="00C92A86">
            <w:rPr>
              <w:vertAlign w:val="superscript"/>
            </w:rPr>
            <w:t>th</w:t>
          </w:r>
          <w:r>
            <w:t xml:space="preserve"> Session</w:t>
          </w:r>
        </w:p>
      </w:tc>
      <w:tc>
        <w:tcPr>
          <w:tcW w:w="5461" w:type="dxa"/>
        </w:tcPr>
        <w:p w14:paraId="412F054F" w14:textId="77777777" w:rsidR="00BC2898" w:rsidRPr="00D15A93" w:rsidRDefault="00BC2898" w:rsidP="00267F74">
          <w:pPr>
            <w:jc w:val="right"/>
          </w:pPr>
          <w:r>
            <w:t>26 Sept</w:t>
          </w:r>
          <w:r w:rsidRPr="00D15A93">
            <w:t xml:space="preserve"> 2012</w:t>
          </w:r>
        </w:p>
      </w:tc>
    </w:tr>
  </w:tbl>
  <w:p w14:paraId="3E3CACA4" w14:textId="77777777" w:rsidR="00BC2898" w:rsidRDefault="00BC28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B5C2497C"/>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2DCE8CC6"/>
    <w:lvl w:ilvl="0">
      <w:start w:val="1"/>
      <w:numFmt w:val="bullet"/>
      <w:lvlText w:val=""/>
      <w:lvlJc w:val="left"/>
      <w:pPr>
        <w:tabs>
          <w:tab w:val="num" w:pos="360"/>
        </w:tabs>
        <w:ind w:left="360" w:hanging="360"/>
      </w:pPr>
      <w:rPr>
        <w:rFonts w:ascii="Symbol" w:hAnsi="Symbol" w:hint="default"/>
      </w:rPr>
    </w:lvl>
  </w:abstractNum>
  <w:abstractNum w:abstractNumId="2">
    <w:nsid w:val="19C37E91"/>
    <w:multiLevelType w:val="multilevel"/>
    <w:tmpl w:val="77AEBF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634C1CBF"/>
    <w:multiLevelType w:val="singleLevel"/>
    <w:tmpl w:val="F5FEC14A"/>
    <w:lvl w:ilvl="0">
      <w:start w:val="1"/>
      <w:numFmt w:val="decimal"/>
      <w:lvlText w:val="Figure %1"/>
      <w:lvlJc w:val="left"/>
      <w:pPr>
        <w:tabs>
          <w:tab w:val="num" w:pos="1134"/>
        </w:tabs>
        <w:ind w:left="1134" w:hanging="1134"/>
      </w:pPr>
      <w:rPr>
        <w:rFonts w:ascii="Arial" w:hAnsi="Arial" w:cs="Times New Roman" w:hint="default"/>
        <w:b w:val="0"/>
        <w:i/>
        <w:sz w:val="22"/>
      </w:rPr>
    </w:lvl>
  </w:abstractNum>
  <w:abstractNum w:abstractNumId="1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1"/>
  </w:num>
  <w:num w:numId="3">
    <w:abstractNumId w:val="4"/>
  </w:num>
  <w:num w:numId="4">
    <w:abstractNumId w:val="15"/>
  </w:num>
  <w:num w:numId="5">
    <w:abstractNumId w:val="12"/>
  </w:num>
  <w:num w:numId="6">
    <w:abstractNumId w:val="9"/>
  </w:num>
  <w:num w:numId="7">
    <w:abstractNumId w:val="7"/>
  </w:num>
  <w:num w:numId="8">
    <w:abstractNumId w:val="14"/>
  </w:num>
  <w:num w:numId="9">
    <w:abstractNumId w:val="5"/>
  </w:num>
  <w:num w:numId="10">
    <w:abstractNumId w:val="10"/>
  </w:num>
  <w:num w:numId="11">
    <w:abstractNumId w:val="6"/>
  </w:num>
  <w:num w:numId="12">
    <w:abstractNumId w:val="13"/>
  </w:num>
  <w:num w:numId="13">
    <w:abstractNumId w:val="2"/>
  </w:num>
  <w:num w:numId="14">
    <w:abstractNumId w:val="8"/>
  </w:num>
  <w:num w:numId="15">
    <w:abstractNumId w:val="3"/>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attachedTemplate r:id="rId1"/>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5D4"/>
    <w:rsid w:val="00000DCC"/>
    <w:rsid w:val="0001052B"/>
    <w:rsid w:val="00031877"/>
    <w:rsid w:val="000328BE"/>
    <w:rsid w:val="00032948"/>
    <w:rsid w:val="000420D8"/>
    <w:rsid w:val="00042542"/>
    <w:rsid w:val="000448A8"/>
    <w:rsid w:val="00046819"/>
    <w:rsid w:val="0005196A"/>
    <w:rsid w:val="00055398"/>
    <w:rsid w:val="000619C7"/>
    <w:rsid w:val="00063447"/>
    <w:rsid w:val="00083A9B"/>
    <w:rsid w:val="00083D7C"/>
    <w:rsid w:val="000A7615"/>
    <w:rsid w:val="000B0BF4"/>
    <w:rsid w:val="000B3EE5"/>
    <w:rsid w:val="000B58F1"/>
    <w:rsid w:val="000D2E9A"/>
    <w:rsid w:val="000E230F"/>
    <w:rsid w:val="000F445D"/>
    <w:rsid w:val="000F4BA1"/>
    <w:rsid w:val="00100463"/>
    <w:rsid w:val="001048CA"/>
    <w:rsid w:val="00107208"/>
    <w:rsid w:val="0011312B"/>
    <w:rsid w:val="00122298"/>
    <w:rsid w:val="00126198"/>
    <w:rsid w:val="001344BB"/>
    <w:rsid w:val="00137456"/>
    <w:rsid w:val="00145B50"/>
    <w:rsid w:val="00161829"/>
    <w:rsid w:val="0016258A"/>
    <w:rsid w:val="00162C42"/>
    <w:rsid w:val="00162C91"/>
    <w:rsid w:val="0017153E"/>
    <w:rsid w:val="00176DE3"/>
    <w:rsid w:val="00185140"/>
    <w:rsid w:val="0018656F"/>
    <w:rsid w:val="00187EF0"/>
    <w:rsid w:val="00190B2B"/>
    <w:rsid w:val="00192A16"/>
    <w:rsid w:val="00193286"/>
    <w:rsid w:val="001A2B50"/>
    <w:rsid w:val="001C6BCC"/>
    <w:rsid w:val="001D3B7C"/>
    <w:rsid w:val="001D5DFD"/>
    <w:rsid w:val="001D7DDD"/>
    <w:rsid w:val="001E0413"/>
    <w:rsid w:val="001F3841"/>
    <w:rsid w:val="001F40E3"/>
    <w:rsid w:val="002002DA"/>
    <w:rsid w:val="00207DD1"/>
    <w:rsid w:val="00217016"/>
    <w:rsid w:val="002204A8"/>
    <w:rsid w:val="00221A8C"/>
    <w:rsid w:val="00240B4C"/>
    <w:rsid w:val="00241649"/>
    <w:rsid w:val="00244044"/>
    <w:rsid w:val="002607B4"/>
    <w:rsid w:val="002635D4"/>
    <w:rsid w:val="002660CE"/>
    <w:rsid w:val="00267F74"/>
    <w:rsid w:val="00273B11"/>
    <w:rsid w:val="00276417"/>
    <w:rsid w:val="00277327"/>
    <w:rsid w:val="0028169B"/>
    <w:rsid w:val="00282F88"/>
    <w:rsid w:val="002835CE"/>
    <w:rsid w:val="002A0A74"/>
    <w:rsid w:val="002A2E57"/>
    <w:rsid w:val="002A6AAB"/>
    <w:rsid w:val="002B4117"/>
    <w:rsid w:val="002B4786"/>
    <w:rsid w:val="002B51AB"/>
    <w:rsid w:val="002D6AE7"/>
    <w:rsid w:val="002E7CE7"/>
    <w:rsid w:val="002F7535"/>
    <w:rsid w:val="00302613"/>
    <w:rsid w:val="00311A79"/>
    <w:rsid w:val="003139D7"/>
    <w:rsid w:val="00315269"/>
    <w:rsid w:val="00316EB2"/>
    <w:rsid w:val="00317D7F"/>
    <w:rsid w:val="00323DB2"/>
    <w:rsid w:val="00326FBD"/>
    <w:rsid w:val="0032752D"/>
    <w:rsid w:val="00346164"/>
    <w:rsid w:val="0035198E"/>
    <w:rsid w:val="00354539"/>
    <w:rsid w:val="003613A1"/>
    <w:rsid w:val="00362F9D"/>
    <w:rsid w:val="00371BEF"/>
    <w:rsid w:val="00374EAE"/>
    <w:rsid w:val="003763E8"/>
    <w:rsid w:val="00380C7B"/>
    <w:rsid w:val="00395D68"/>
    <w:rsid w:val="00396DE1"/>
    <w:rsid w:val="003A2960"/>
    <w:rsid w:val="003A46E4"/>
    <w:rsid w:val="003A4769"/>
    <w:rsid w:val="003A5BFB"/>
    <w:rsid w:val="003A76A8"/>
    <w:rsid w:val="003B3173"/>
    <w:rsid w:val="003C0E08"/>
    <w:rsid w:val="003C25A1"/>
    <w:rsid w:val="003C4ACD"/>
    <w:rsid w:val="003D1751"/>
    <w:rsid w:val="003D214A"/>
    <w:rsid w:val="003D21B9"/>
    <w:rsid w:val="003E396A"/>
    <w:rsid w:val="003E3B81"/>
    <w:rsid w:val="003F23D2"/>
    <w:rsid w:val="003F4965"/>
    <w:rsid w:val="003F5480"/>
    <w:rsid w:val="003F609C"/>
    <w:rsid w:val="004210F6"/>
    <w:rsid w:val="00422E65"/>
    <w:rsid w:val="0042477C"/>
    <w:rsid w:val="0043163D"/>
    <w:rsid w:val="004338CB"/>
    <w:rsid w:val="00434578"/>
    <w:rsid w:val="0044047B"/>
    <w:rsid w:val="00460028"/>
    <w:rsid w:val="00463204"/>
    <w:rsid w:val="00471903"/>
    <w:rsid w:val="00472E39"/>
    <w:rsid w:val="0047583C"/>
    <w:rsid w:val="00483379"/>
    <w:rsid w:val="00484E44"/>
    <w:rsid w:val="004A104C"/>
    <w:rsid w:val="004A3893"/>
    <w:rsid w:val="004B0F05"/>
    <w:rsid w:val="004B3F97"/>
    <w:rsid w:val="004B5EC1"/>
    <w:rsid w:val="004C2F5C"/>
    <w:rsid w:val="004C32AF"/>
    <w:rsid w:val="004C406F"/>
    <w:rsid w:val="004E020A"/>
    <w:rsid w:val="004E0594"/>
    <w:rsid w:val="004F026F"/>
    <w:rsid w:val="004F17F7"/>
    <w:rsid w:val="004F325C"/>
    <w:rsid w:val="004F72F9"/>
    <w:rsid w:val="0052391D"/>
    <w:rsid w:val="005253D2"/>
    <w:rsid w:val="00527B29"/>
    <w:rsid w:val="00541D01"/>
    <w:rsid w:val="00553E8B"/>
    <w:rsid w:val="00554345"/>
    <w:rsid w:val="00556861"/>
    <w:rsid w:val="00564600"/>
    <w:rsid w:val="005736ED"/>
    <w:rsid w:val="00582569"/>
    <w:rsid w:val="00582BF8"/>
    <w:rsid w:val="00595EBB"/>
    <w:rsid w:val="005A00BC"/>
    <w:rsid w:val="005A0487"/>
    <w:rsid w:val="005A6C35"/>
    <w:rsid w:val="005B6574"/>
    <w:rsid w:val="005C028D"/>
    <w:rsid w:val="005C1481"/>
    <w:rsid w:val="005C6780"/>
    <w:rsid w:val="005E4D80"/>
    <w:rsid w:val="005F544A"/>
    <w:rsid w:val="00607D3C"/>
    <w:rsid w:val="00614B1B"/>
    <w:rsid w:val="00632734"/>
    <w:rsid w:val="006427BF"/>
    <w:rsid w:val="00646A91"/>
    <w:rsid w:val="00653EBD"/>
    <w:rsid w:val="00655287"/>
    <w:rsid w:val="0065564B"/>
    <w:rsid w:val="00666C42"/>
    <w:rsid w:val="00673832"/>
    <w:rsid w:val="0067399E"/>
    <w:rsid w:val="006875FA"/>
    <w:rsid w:val="0068795A"/>
    <w:rsid w:val="006978F4"/>
    <w:rsid w:val="006A5D1D"/>
    <w:rsid w:val="006B2D05"/>
    <w:rsid w:val="006B795C"/>
    <w:rsid w:val="006C1E1F"/>
    <w:rsid w:val="006D146F"/>
    <w:rsid w:val="006F5BF7"/>
    <w:rsid w:val="0070727C"/>
    <w:rsid w:val="007076CB"/>
    <w:rsid w:val="00711669"/>
    <w:rsid w:val="00713387"/>
    <w:rsid w:val="00721DBE"/>
    <w:rsid w:val="00726843"/>
    <w:rsid w:val="0073008A"/>
    <w:rsid w:val="007367B0"/>
    <w:rsid w:val="007379A8"/>
    <w:rsid w:val="0075170E"/>
    <w:rsid w:val="00752173"/>
    <w:rsid w:val="00767FC6"/>
    <w:rsid w:val="00780956"/>
    <w:rsid w:val="00783BD6"/>
    <w:rsid w:val="007865C1"/>
    <w:rsid w:val="007A16E3"/>
    <w:rsid w:val="007A6254"/>
    <w:rsid w:val="007B41CC"/>
    <w:rsid w:val="007B5563"/>
    <w:rsid w:val="007B779A"/>
    <w:rsid w:val="007C19BB"/>
    <w:rsid w:val="007C4F9D"/>
    <w:rsid w:val="007D0F2A"/>
    <w:rsid w:val="007E4370"/>
    <w:rsid w:val="007E43BC"/>
    <w:rsid w:val="007F00C6"/>
    <w:rsid w:val="007F03B0"/>
    <w:rsid w:val="008118D0"/>
    <w:rsid w:val="008136BC"/>
    <w:rsid w:val="00822659"/>
    <w:rsid w:val="0083120D"/>
    <w:rsid w:val="008378C9"/>
    <w:rsid w:val="00841FFE"/>
    <w:rsid w:val="00852555"/>
    <w:rsid w:val="00852892"/>
    <w:rsid w:val="008568A3"/>
    <w:rsid w:val="00857962"/>
    <w:rsid w:val="00863D8E"/>
    <w:rsid w:val="008661D3"/>
    <w:rsid w:val="00866587"/>
    <w:rsid w:val="0087060C"/>
    <w:rsid w:val="00870A1B"/>
    <w:rsid w:val="0087112A"/>
    <w:rsid w:val="00875D90"/>
    <w:rsid w:val="00877268"/>
    <w:rsid w:val="00877F00"/>
    <w:rsid w:val="00882C40"/>
    <w:rsid w:val="00883711"/>
    <w:rsid w:val="00890A6E"/>
    <w:rsid w:val="00891268"/>
    <w:rsid w:val="00891D8D"/>
    <w:rsid w:val="00893F1B"/>
    <w:rsid w:val="008A292A"/>
    <w:rsid w:val="008A789C"/>
    <w:rsid w:val="008B16AE"/>
    <w:rsid w:val="008C68EF"/>
    <w:rsid w:val="008D0D6B"/>
    <w:rsid w:val="008D2652"/>
    <w:rsid w:val="008D3B4D"/>
    <w:rsid w:val="008D3E6A"/>
    <w:rsid w:val="008E2B62"/>
    <w:rsid w:val="008E665E"/>
    <w:rsid w:val="008F5390"/>
    <w:rsid w:val="0090673F"/>
    <w:rsid w:val="00913A19"/>
    <w:rsid w:val="00921872"/>
    <w:rsid w:val="00922B53"/>
    <w:rsid w:val="009230B3"/>
    <w:rsid w:val="00932AEE"/>
    <w:rsid w:val="0093597E"/>
    <w:rsid w:val="00936FBF"/>
    <w:rsid w:val="009426DC"/>
    <w:rsid w:val="009504E2"/>
    <w:rsid w:val="009509CC"/>
    <w:rsid w:val="0095506C"/>
    <w:rsid w:val="00956293"/>
    <w:rsid w:val="00966A73"/>
    <w:rsid w:val="00972505"/>
    <w:rsid w:val="00981030"/>
    <w:rsid w:val="00983B71"/>
    <w:rsid w:val="00986D5A"/>
    <w:rsid w:val="00991AC9"/>
    <w:rsid w:val="00997D1C"/>
    <w:rsid w:val="009A2C02"/>
    <w:rsid w:val="009A3B27"/>
    <w:rsid w:val="009B2B94"/>
    <w:rsid w:val="009B30D7"/>
    <w:rsid w:val="009B4C8D"/>
    <w:rsid w:val="009B54A0"/>
    <w:rsid w:val="009B6F9C"/>
    <w:rsid w:val="009C22FA"/>
    <w:rsid w:val="009C293D"/>
    <w:rsid w:val="009C2D0C"/>
    <w:rsid w:val="009D05DF"/>
    <w:rsid w:val="009D215E"/>
    <w:rsid w:val="009D6334"/>
    <w:rsid w:val="009E1230"/>
    <w:rsid w:val="009E2F87"/>
    <w:rsid w:val="009E4278"/>
    <w:rsid w:val="009E559D"/>
    <w:rsid w:val="009E618D"/>
    <w:rsid w:val="009E7767"/>
    <w:rsid w:val="009F7F65"/>
    <w:rsid w:val="00A02B80"/>
    <w:rsid w:val="00A07388"/>
    <w:rsid w:val="00A10C41"/>
    <w:rsid w:val="00A11716"/>
    <w:rsid w:val="00A14A4B"/>
    <w:rsid w:val="00A163D8"/>
    <w:rsid w:val="00A21909"/>
    <w:rsid w:val="00A27A7A"/>
    <w:rsid w:val="00A41A5C"/>
    <w:rsid w:val="00A44622"/>
    <w:rsid w:val="00A57473"/>
    <w:rsid w:val="00A6234F"/>
    <w:rsid w:val="00A909F4"/>
    <w:rsid w:val="00A91A87"/>
    <w:rsid w:val="00A926EC"/>
    <w:rsid w:val="00A9555C"/>
    <w:rsid w:val="00AA3D25"/>
    <w:rsid w:val="00AB113A"/>
    <w:rsid w:val="00AB4AF7"/>
    <w:rsid w:val="00AB5153"/>
    <w:rsid w:val="00AB5CAB"/>
    <w:rsid w:val="00AC056A"/>
    <w:rsid w:val="00AC2C6D"/>
    <w:rsid w:val="00AC5F56"/>
    <w:rsid w:val="00AD551C"/>
    <w:rsid w:val="00AD632F"/>
    <w:rsid w:val="00AD70B2"/>
    <w:rsid w:val="00AE0DF6"/>
    <w:rsid w:val="00AE5700"/>
    <w:rsid w:val="00AF2D46"/>
    <w:rsid w:val="00AF5C95"/>
    <w:rsid w:val="00AF615B"/>
    <w:rsid w:val="00B0211F"/>
    <w:rsid w:val="00B03104"/>
    <w:rsid w:val="00B1446E"/>
    <w:rsid w:val="00B21362"/>
    <w:rsid w:val="00B214E5"/>
    <w:rsid w:val="00B22CB5"/>
    <w:rsid w:val="00B27EA7"/>
    <w:rsid w:val="00B3386D"/>
    <w:rsid w:val="00B377F6"/>
    <w:rsid w:val="00B43C65"/>
    <w:rsid w:val="00B534F2"/>
    <w:rsid w:val="00B552BA"/>
    <w:rsid w:val="00B6686E"/>
    <w:rsid w:val="00B66DC6"/>
    <w:rsid w:val="00B752C1"/>
    <w:rsid w:val="00B75C73"/>
    <w:rsid w:val="00B75D7E"/>
    <w:rsid w:val="00B77284"/>
    <w:rsid w:val="00BA2B5E"/>
    <w:rsid w:val="00BB5C83"/>
    <w:rsid w:val="00BC2898"/>
    <w:rsid w:val="00BC39EE"/>
    <w:rsid w:val="00BC687C"/>
    <w:rsid w:val="00BD11AF"/>
    <w:rsid w:val="00BD70AF"/>
    <w:rsid w:val="00BE1BEC"/>
    <w:rsid w:val="00BF19DA"/>
    <w:rsid w:val="00C10937"/>
    <w:rsid w:val="00C139CE"/>
    <w:rsid w:val="00C27F6B"/>
    <w:rsid w:val="00C34ADC"/>
    <w:rsid w:val="00C436C2"/>
    <w:rsid w:val="00C47FA9"/>
    <w:rsid w:val="00C528B9"/>
    <w:rsid w:val="00C531DA"/>
    <w:rsid w:val="00C63838"/>
    <w:rsid w:val="00C6709E"/>
    <w:rsid w:val="00C75503"/>
    <w:rsid w:val="00C75607"/>
    <w:rsid w:val="00C75842"/>
    <w:rsid w:val="00C77BCC"/>
    <w:rsid w:val="00C8376A"/>
    <w:rsid w:val="00C92711"/>
    <w:rsid w:val="00C92A86"/>
    <w:rsid w:val="00C93761"/>
    <w:rsid w:val="00CA02F5"/>
    <w:rsid w:val="00CB22B3"/>
    <w:rsid w:val="00CB2614"/>
    <w:rsid w:val="00CB5315"/>
    <w:rsid w:val="00CB5860"/>
    <w:rsid w:val="00CC41C3"/>
    <w:rsid w:val="00CD7575"/>
    <w:rsid w:val="00CE09FC"/>
    <w:rsid w:val="00CE486E"/>
    <w:rsid w:val="00CE5F37"/>
    <w:rsid w:val="00D06C0A"/>
    <w:rsid w:val="00D0708A"/>
    <w:rsid w:val="00D145F2"/>
    <w:rsid w:val="00D15A93"/>
    <w:rsid w:val="00D218F5"/>
    <w:rsid w:val="00D2246C"/>
    <w:rsid w:val="00D22662"/>
    <w:rsid w:val="00D33C9E"/>
    <w:rsid w:val="00D3428B"/>
    <w:rsid w:val="00D344A7"/>
    <w:rsid w:val="00D41383"/>
    <w:rsid w:val="00D41C61"/>
    <w:rsid w:val="00D50131"/>
    <w:rsid w:val="00D52150"/>
    <w:rsid w:val="00D70FE5"/>
    <w:rsid w:val="00D73312"/>
    <w:rsid w:val="00D8462C"/>
    <w:rsid w:val="00D847AD"/>
    <w:rsid w:val="00D8519B"/>
    <w:rsid w:val="00D86532"/>
    <w:rsid w:val="00D86B1A"/>
    <w:rsid w:val="00D879DA"/>
    <w:rsid w:val="00D901BD"/>
    <w:rsid w:val="00D96AD4"/>
    <w:rsid w:val="00DA1EE9"/>
    <w:rsid w:val="00DB567E"/>
    <w:rsid w:val="00DB585F"/>
    <w:rsid w:val="00DC1CA6"/>
    <w:rsid w:val="00DD6174"/>
    <w:rsid w:val="00DE5827"/>
    <w:rsid w:val="00DE68FF"/>
    <w:rsid w:val="00DE7FF5"/>
    <w:rsid w:val="00DF6A42"/>
    <w:rsid w:val="00E074D1"/>
    <w:rsid w:val="00E0752C"/>
    <w:rsid w:val="00E10B92"/>
    <w:rsid w:val="00E2155E"/>
    <w:rsid w:val="00E2586E"/>
    <w:rsid w:val="00E2682A"/>
    <w:rsid w:val="00E30FC3"/>
    <w:rsid w:val="00E37CF6"/>
    <w:rsid w:val="00E41399"/>
    <w:rsid w:val="00E46596"/>
    <w:rsid w:val="00E47133"/>
    <w:rsid w:val="00E63128"/>
    <w:rsid w:val="00E6712D"/>
    <w:rsid w:val="00E711D8"/>
    <w:rsid w:val="00E740BF"/>
    <w:rsid w:val="00E7550C"/>
    <w:rsid w:val="00E81DE2"/>
    <w:rsid w:val="00E86036"/>
    <w:rsid w:val="00E95DC2"/>
    <w:rsid w:val="00E966B6"/>
    <w:rsid w:val="00E96B82"/>
    <w:rsid w:val="00EA330F"/>
    <w:rsid w:val="00EA3FCF"/>
    <w:rsid w:val="00EB1BC9"/>
    <w:rsid w:val="00ED018C"/>
    <w:rsid w:val="00ED2684"/>
    <w:rsid w:val="00ED296D"/>
    <w:rsid w:val="00EE6FC2"/>
    <w:rsid w:val="00EF10B6"/>
    <w:rsid w:val="00F106D3"/>
    <w:rsid w:val="00F10E62"/>
    <w:rsid w:val="00F11318"/>
    <w:rsid w:val="00F137EA"/>
    <w:rsid w:val="00F1531A"/>
    <w:rsid w:val="00F155DC"/>
    <w:rsid w:val="00F23EA4"/>
    <w:rsid w:val="00F2792E"/>
    <w:rsid w:val="00F358F9"/>
    <w:rsid w:val="00F43499"/>
    <w:rsid w:val="00F61197"/>
    <w:rsid w:val="00F70C1B"/>
    <w:rsid w:val="00F710A0"/>
    <w:rsid w:val="00F7257F"/>
    <w:rsid w:val="00F7574F"/>
    <w:rsid w:val="00F85B14"/>
    <w:rsid w:val="00F87F67"/>
    <w:rsid w:val="00F903DE"/>
    <w:rsid w:val="00FA0F94"/>
    <w:rsid w:val="00FA436B"/>
    <w:rsid w:val="00FB0226"/>
    <w:rsid w:val="00FB02D4"/>
    <w:rsid w:val="00FB5A77"/>
    <w:rsid w:val="00FC4E60"/>
    <w:rsid w:val="00FC5083"/>
    <w:rsid w:val="00FD4D80"/>
    <w:rsid w:val="00FD7852"/>
    <w:rsid w:val="00FE0B9F"/>
    <w:rsid w:val="00FE0DD9"/>
    <w:rsid w:val="00FE1FB7"/>
    <w:rsid w:val="00FE4F51"/>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892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40B4C"/>
    <w:rPr>
      <w:rFonts w:ascii="Arial" w:hAnsi="Arial" w:cs="Calibri"/>
      <w:lang w:val="en-GB" w:eastAsia="en-GB"/>
    </w:rPr>
  </w:style>
  <w:style w:type="paragraph" w:styleId="Heading1">
    <w:name w:val="heading 1"/>
    <w:basedOn w:val="Normal"/>
    <w:next w:val="BodyText"/>
    <w:link w:val="Heading1Char"/>
    <w:uiPriority w:val="99"/>
    <w:qFormat/>
    <w:rsid w:val="009E559D"/>
    <w:pPr>
      <w:keepNext/>
      <w:numPr>
        <w:numId w:val="13"/>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9E559D"/>
    <w:pPr>
      <w:numPr>
        <w:ilvl w:val="1"/>
      </w:numPr>
      <w:tabs>
        <w:tab w:val="left" w:pos="851"/>
        <w:tab w:val="num" w:pos="170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9E559D"/>
    <w:pPr>
      <w:keepNext/>
      <w:numPr>
        <w:ilvl w:val="2"/>
        <w:numId w:val="13"/>
      </w:numPr>
      <w:spacing w:after="120"/>
      <w:outlineLvl w:val="2"/>
    </w:pPr>
    <w:rPr>
      <w:rFonts w:eastAsia="MS ??" w:cs="Times New Roman"/>
      <w:lang w:val="nl-NL" w:eastAsia="de-DE"/>
    </w:rPr>
  </w:style>
  <w:style w:type="paragraph" w:styleId="Heading4">
    <w:name w:val="heading 4"/>
    <w:basedOn w:val="Normal"/>
    <w:next w:val="BodyTextIndent"/>
    <w:link w:val="Heading4Char"/>
    <w:uiPriority w:val="99"/>
    <w:qFormat/>
    <w:rsid w:val="009E559D"/>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uiPriority w:val="99"/>
    <w:qFormat/>
    <w:rsid w:val="009E559D"/>
    <w:pPr>
      <w:numPr>
        <w:ilvl w:val="4"/>
        <w:numId w:val="13"/>
      </w:numPr>
      <w:spacing w:before="240" w:after="120"/>
      <w:outlineLvl w:val="4"/>
    </w:pPr>
    <w:rPr>
      <w:szCs w:val="20"/>
      <w:lang w:val="de-DE" w:eastAsia="de-DE"/>
    </w:rPr>
  </w:style>
  <w:style w:type="paragraph" w:styleId="Heading6">
    <w:name w:val="heading 6"/>
    <w:basedOn w:val="Normal"/>
    <w:next w:val="Normal"/>
    <w:link w:val="Heading6Char"/>
    <w:uiPriority w:val="99"/>
    <w:qFormat/>
    <w:rsid w:val="009E559D"/>
    <w:pPr>
      <w:numPr>
        <w:ilvl w:val="5"/>
        <w:numId w:val="13"/>
      </w:numPr>
      <w:spacing w:before="240" w:after="60"/>
      <w:outlineLvl w:val="5"/>
    </w:pPr>
    <w:rPr>
      <w:rFonts w:ascii="Calibri" w:eastAsia="MS ??" w:hAnsi="Calibri" w:cs="Times New Roman"/>
      <w:b/>
      <w:bCs/>
    </w:rPr>
  </w:style>
  <w:style w:type="paragraph" w:styleId="Heading7">
    <w:name w:val="heading 7"/>
    <w:basedOn w:val="Normal"/>
    <w:next w:val="Normal"/>
    <w:link w:val="Heading7Char"/>
    <w:uiPriority w:val="99"/>
    <w:qFormat/>
    <w:rsid w:val="009E559D"/>
    <w:pPr>
      <w:numPr>
        <w:ilvl w:val="6"/>
        <w:numId w:val="13"/>
      </w:numPr>
      <w:spacing w:before="240" w:after="60"/>
      <w:outlineLvl w:val="6"/>
    </w:pPr>
    <w:rPr>
      <w:rFonts w:ascii="Calibri" w:eastAsia="MS ??" w:hAnsi="Calibri" w:cs="Times New Roman"/>
    </w:rPr>
  </w:style>
  <w:style w:type="paragraph" w:styleId="Heading8">
    <w:name w:val="heading 8"/>
    <w:basedOn w:val="Normal"/>
    <w:next w:val="Normal"/>
    <w:link w:val="Heading8Char"/>
    <w:uiPriority w:val="99"/>
    <w:qFormat/>
    <w:rsid w:val="009E559D"/>
    <w:pPr>
      <w:numPr>
        <w:ilvl w:val="7"/>
        <w:numId w:val="13"/>
      </w:numPr>
      <w:spacing w:before="240" w:after="60"/>
      <w:outlineLvl w:val="7"/>
    </w:pPr>
    <w:rPr>
      <w:rFonts w:ascii="Calibri" w:eastAsia="MS ??" w:hAnsi="Calibri" w:cs="Times New Roman"/>
      <w:i/>
      <w:iCs/>
    </w:rPr>
  </w:style>
  <w:style w:type="paragraph" w:styleId="Heading9">
    <w:name w:val="heading 9"/>
    <w:basedOn w:val="Normal"/>
    <w:next w:val="Normal"/>
    <w:link w:val="Heading9Char"/>
    <w:uiPriority w:val="99"/>
    <w:qFormat/>
    <w:rsid w:val="009E559D"/>
    <w:pPr>
      <w:numPr>
        <w:ilvl w:val="8"/>
        <w:numId w:val="13"/>
      </w:numPr>
      <w:spacing w:before="240" w:after="60"/>
      <w:outlineLvl w:val="8"/>
    </w:pPr>
    <w:rPr>
      <w:rFonts w:ascii="Cambria" w:eastAsia="MS ????"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559D"/>
    <w:rPr>
      <w:rFonts w:ascii="Arial" w:hAnsi="Arial" w:cs="Calibri"/>
      <w:b/>
      <w:caps/>
      <w:kern w:val="28"/>
      <w:sz w:val="24"/>
      <w:lang w:val="en-GB" w:eastAsia="de-DE"/>
    </w:rPr>
  </w:style>
  <w:style w:type="character" w:customStyle="1" w:styleId="Heading2Char">
    <w:name w:val="Heading 2 Char"/>
    <w:basedOn w:val="DefaultParagraphFont"/>
    <w:link w:val="Heading2"/>
    <w:uiPriority w:val="99"/>
    <w:locked/>
    <w:rsid w:val="009E559D"/>
    <w:rPr>
      <w:rFonts w:ascii="Arial" w:eastAsia="MS Mincho" w:hAnsi="Arial"/>
      <w:b/>
      <w:kern w:val="28"/>
      <w:szCs w:val="20"/>
      <w:lang w:val="en-GB" w:eastAsia="de-DE"/>
    </w:rPr>
  </w:style>
  <w:style w:type="character" w:customStyle="1" w:styleId="Heading3Char">
    <w:name w:val="Heading 3 Char"/>
    <w:basedOn w:val="DefaultParagraphFont"/>
    <w:link w:val="Heading3"/>
    <w:uiPriority w:val="99"/>
    <w:locked/>
    <w:rsid w:val="009E559D"/>
    <w:rPr>
      <w:rFonts w:ascii="Arial" w:eastAsia="MS ??" w:hAnsi="Arial"/>
      <w:lang w:eastAsia="de-DE"/>
    </w:rPr>
  </w:style>
  <w:style w:type="character" w:customStyle="1" w:styleId="Heading4Char">
    <w:name w:val="Heading 4 Char"/>
    <w:basedOn w:val="DefaultParagraphFont"/>
    <w:link w:val="Heading4"/>
    <w:uiPriority w:val="99"/>
    <w:locked/>
    <w:rsid w:val="009E559D"/>
    <w:rPr>
      <w:rFonts w:ascii="Arial" w:hAnsi="Arial" w:cs="Calibri"/>
      <w:szCs w:val="20"/>
      <w:lang w:val="en-US" w:eastAsia="de-DE"/>
    </w:rPr>
  </w:style>
  <w:style w:type="character" w:customStyle="1" w:styleId="Heading5Char">
    <w:name w:val="Heading 5 Char"/>
    <w:basedOn w:val="DefaultParagraphFont"/>
    <w:link w:val="Heading5"/>
    <w:uiPriority w:val="99"/>
    <w:locked/>
    <w:rsid w:val="009E559D"/>
    <w:rPr>
      <w:rFonts w:ascii="Arial" w:hAnsi="Arial" w:cs="Calibri"/>
      <w:szCs w:val="20"/>
      <w:lang w:val="de-DE" w:eastAsia="de-DE"/>
    </w:rPr>
  </w:style>
  <w:style w:type="character" w:customStyle="1" w:styleId="Heading6Char">
    <w:name w:val="Heading 6 Char"/>
    <w:basedOn w:val="DefaultParagraphFont"/>
    <w:link w:val="Heading6"/>
    <w:uiPriority w:val="99"/>
    <w:locked/>
    <w:rsid w:val="009E559D"/>
    <w:rPr>
      <w:rFonts w:ascii="Calibri" w:eastAsia="MS ??" w:hAnsi="Calibri"/>
      <w:b/>
      <w:bCs/>
      <w:lang w:val="en-GB" w:eastAsia="en-GB"/>
    </w:rPr>
  </w:style>
  <w:style w:type="character" w:customStyle="1" w:styleId="Heading7Char">
    <w:name w:val="Heading 7 Char"/>
    <w:basedOn w:val="DefaultParagraphFont"/>
    <w:link w:val="Heading7"/>
    <w:uiPriority w:val="99"/>
    <w:locked/>
    <w:rsid w:val="009E559D"/>
    <w:rPr>
      <w:rFonts w:ascii="Calibri" w:eastAsia="MS ??" w:hAnsi="Calibri"/>
      <w:lang w:val="en-GB" w:eastAsia="en-GB"/>
    </w:rPr>
  </w:style>
  <w:style w:type="character" w:customStyle="1" w:styleId="Heading8Char">
    <w:name w:val="Heading 8 Char"/>
    <w:basedOn w:val="DefaultParagraphFont"/>
    <w:link w:val="Heading8"/>
    <w:uiPriority w:val="99"/>
    <w:locked/>
    <w:rsid w:val="009E559D"/>
    <w:rPr>
      <w:rFonts w:ascii="Calibri" w:eastAsia="MS ??" w:hAnsi="Calibri"/>
      <w:i/>
      <w:iCs/>
      <w:lang w:val="en-GB" w:eastAsia="en-GB"/>
    </w:rPr>
  </w:style>
  <w:style w:type="character" w:customStyle="1" w:styleId="Heading9Char">
    <w:name w:val="Heading 9 Char"/>
    <w:basedOn w:val="DefaultParagraphFont"/>
    <w:link w:val="Heading9"/>
    <w:uiPriority w:val="99"/>
    <w:locked/>
    <w:rsid w:val="009E559D"/>
    <w:rPr>
      <w:rFonts w:ascii="Cambria" w:eastAsia="MS ????" w:hAnsi="Cambria"/>
      <w:lang w:val="en-GB" w:eastAsia="en-GB"/>
    </w:rPr>
  </w:style>
  <w:style w:type="paragraph" w:styleId="BodyText">
    <w:name w:val="Body Text"/>
    <w:basedOn w:val="Normal"/>
    <w:link w:val="BodyTextChar"/>
    <w:uiPriority w:val="99"/>
    <w:rsid w:val="00240B4C"/>
    <w:pPr>
      <w:spacing w:after="120"/>
      <w:jc w:val="both"/>
    </w:pPr>
  </w:style>
  <w:style w:type="character" w:customStyle="1" w:styleId="BodyTextChar">
    <w:name w:val="Body Text Char"/>
    <w:basedOn w:val="DefaultParagraphFont"/>
    <w:link w:val="BodyText"/>
    <w:uiPriority w:val="99"/>
    <w:locked/>
    <w:rsid w:val="00240B4C"/>
    <w:rPr>
      <w:rFonts w:ascii="Arial" w:hAnsi="Arial" w:cs="Calibri"/>
      <w:sz w:val="22"/>
      <w:szCs w:val="22"/>
    </w:rPr>
  </w:style>
  <w:style w:type="paragraph" w:customStyle="1" w:styleId="Annex">
    <w:name w:val="Annex"/>
    <w:basedOn w:val="Heading1"/>
    <w:next w:val="Normal"/>
    <w:autoRedefine/>
    <w:uiPriority w:val="99"/>
    <w:rsid w:val="009E559D"/>
    <w:pPr>
      <w:numPr>
        <w:numId w:val="5"/>
      </w:numPr>
      <w:jc w:val="both"/>
    </w:pPr>
  </w:style>
  <w:style w:type="paragraph" w:customStyle="1" w:styleId="Appendix">
    <w:name w:val="Appendix"/>
    <w:basedOn w:val="Normal"/>
    <w:next w:val="Normal"/>
    <w:uiPriority w:val="99"/>
    <w:rsid w:val="009E559D"/>
    <w:pPr>
      <w:tabs>
        <w:tab w:val="num" w:pos="360"/>
        <w:tab w:val="left" w:pos="1985"/>
      </w:tabs>
      <w:spacing w:before="120" w:after="240"/>
      <w:ind w:left="720" w:hanging="360"/>
    </w:pPr>
    <w:rPr>
      <w:b/>
      <w:sz w:val="24"/>
      <w:szCs w:val="28"/>
    </w:rPr>
  </w:style>
  <w:style w:type="paragraph" w:styleId="BalloonText">
    <w:name w:val="Balloon Text"/>
    <w:basedOn w:val="Normal"/>
    <w:link w:val="BalloonTextChar"/>
    <w:uiPriority w:val="99"/>
    <w:rsid w:val="00240B4C"/>
    <w:rPr>
      <w:rFonts w:ascii="Tahoma" w:hAnsi="Tahoma" w:cs="Tahoma"/>
      <w:sz w:val="16"/>
      <w:szCs w:val="16"/>
    </w:rPr>
  </w:style>
  <w:style w:type="character" w:customStyle="1" w:styleId="BalloonTextChar">
    <w:name w:val="Balloon Text Char"/>
    <w:basedOn w:val="DefaultParagraphFont"/>
    <w:link w:val="BalloonText"/>
    <w:uiPriority w:val="99"/>
    <w:locked/>
    <w:rsid w:val="00240B4C"/>
    <w:rPr>
      <w:rFonts w:ascii="Tahoma" w:hAnsi="Tahoma" w:cs="Tahoma"/>
      <w:sz w:val="16"/>
      <w:szCs w:val="16"/>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240B4C"/>
    <w:pPr>
      <w:spacing w:after="120"/>
      <w:ind w:left="567"/>
    </w:pPr>
  </w:style>
  <w:style w:type="character" w:customStyle="1" w:styleId="BodyTextIndentChar">
    <w:name w:val="Body Text Indent Char"/>
    <w:basedOn w:val="DefaultParagraphFont"/>
    <w:link w:val="BodyTextIndent"/>
    <w:uiPriority w:val="99"/>
    <w:locked/>
    <w:rsid w:val="00240B4C"/>
    <w:rPr>
      <w:rFonts w:ascii="Arial" w:hAnsi="Arial" w:cs="Calibri"/>
      <w:sz w:val="22"/>
      <w:szCs w:val="22"/>
    </w:rPr>
  </w:style>
  <w:style w:type="paragraph" w:styleId="BodyTextIndent2">
    <w:name w:val="Body Text Indent 2"/>
    <w:basedOn w:val="Normal"/>
    <w:link w:val="BodyTextIndent2Char"/>
    <w:uiPriority w:val="99"/>
    <w:rsid w:val="00240B4C"/>
    <w:pPr>
      <w:spacing w:after="120"/>
      <w:ind w:left="1134"/>
      <w:jc w:val="both"/>
    </w:pPr>
    <w:rPr>
      <w:lang w:eastAsia="de-DE"/>
    </w:rPr>
  </w:style>
  <w:style w:type="character" w:customStyle="1" w:styleId="BodyTextIndent2Char">
    <w:name w:val="Body Text Indent 2 Char"/>
    <w:basedOn w:val="DefaultParagraphFont"/>
    <w:link w:val="BodyTextIndent2"/>
    <w:uiPriority w:val="99"/>
    <w:locked/>
    <w:rsid w:val="00240B4C"/>
    <w:rPr>
      <w:rFonts w:ascii="Arial" w:hAnsi="Arial" w:cs="Calibri"/>
      <w:sz w:val="22"/>
      <w:szCs w:val="22"/>
      <w:lang w:eastAsia="de-DE"/>
    </w:rPr>
  </w:style>
  <w:style w:type="paragraph" w:customStyle="1" w:styleId="Bullet1">
    <w:name w:val="Bullet 1"/>
    <w:basedOn w:val="Normal"/>
    <w:uiPriority w:val="99"/>
    <w:rsid w:val="009E559D"/>
    <w:pPr>
      <w:numPr>
        <w:numId w:val="10"/>
      </w:numPr>
      <w:spacing w:after="120"/>
      <w:jc w:val="both"/>
      <w:outlineLvl w:val="0"/>
    </w:pPr>
    <w:rPr>
      <w:rFonts w:cs="Arial"/>
    </w:rPr>
  </w:style>
  <w:style w:type="paragraph" w:customStyle="1" w:styleId="Bullet1text">
    <w:name w:val="Bullet 1 text"/>
    <w:basedOn w:val="Normal"/>
    <w:uiPriority w:val="99"/>
    <w:rsid w:val="00240B4C"/>
    <w:pPr>
      <w:suppressAutoHyphens/>
      <w:spacing w:after="120"/>
      <w:ind w:left="1134"/>
      <w:jc w:val="both"/>
    </w:pPr>
    <w:rPr>
      <w:rFonts w:cs="Arial"/>
      <w:lang w:val="fr-FR"/>
    </w:rPr>
  </w:style>
  <w:style w:type="paragraph" w:customStyle="1" w:styleId="Bullet2">
    <w:name w:val="Bullet 2"/>
    <w:basedOn w:val="Normal"/>
    <w:uiPriority w:val="99"/>
    <w:rsid w:val="009E559D"/>
    <w:pPr>
      <w:numPr>
        <w:ilvl w:val="1"/>
        <w:numId w:val="10"/>
      </w:numPr>
      <w:spacing w:after="120"/>
      <w:jc w:val="both"/>
    </w:pPr>
    <w:rPr>
      <w:rFonts w:cs="Arial"/>
    </w:rPr>
  </w:style>
  <w:style w:type="paragraph" w:customStyle="1" w:styleId="Bullet2text">
    <w:name w:val="Bullet 2 text"/>
    <w:basedOn w:val="Normal"/>
    <w:uiPriority w:val="99"/>
    <w:rsid w:val="00240B4C"/>
    <w:pPr>
      <w:suppressAutoHyphens/>
      <w:spacing w:after="120"/>
      <w:ind w:left="1701"/>
      <w:jc w:val="both"/>
    </w:pPr>
    <w:rPr>
      <w:rFonts w:cs="Arial"/>
    </w:rPr>
  </w:style>
  <w:style w:type="paragraph" w:customStyle="1" w:styleId="Bullet3">
    <w:name w:val="Bullet 3"/>
    <w:basedOn w:val="Normal"/>
    <w:uiPriority w:val="99"/>
    <w:rsid w:val="009E559D"/>
    <w:pPr>
      <w:numPr>
        <w:ilvl w:val="2"/>
        <w:numId w:val="10"/>
      </w:numPr>
      <w:spacing w:after="60"/>
      <w:jc w:val="both"/>
    </w:pPr>
    <w:rPr>
      <w:rFonts w:cs="Arial"/>
      <w:sz w:val="20"/>
    </w:rPr>
  </w:style>
  <w:style w:type="paragraph" w:customStyle="1" w:styleId="Bullet3text">
    <w:name w:val="Bullet 3 text"/>
    <w:basedOn w:val="Normal"/>
    <w:uiPriority w:val="99"/>
    <w:rsid w:val="00240B4C"/>
    <w:pPr>
      <w:suppressAutoHyphens/>
      <w:spacing w:after="60"/>
      <w:ind w:left="2268"/>
    </w:pPr>
    <w:rPr>
      <w:rFonts w:cs="Arial"/>
      <w:sz w:val="20"/>
    </w:rPr>
  </w:style>
  <w:style w:type="character" w:styleId="CommentReference">
    <w:name w:val="annotation reference"/>
    <w:basedOn w:val="DefaultParagraphFont"/>
    <w:uiPriority w:val="99"/>
    <w:rsid w:val="00B534F2"/>
    <w:rPr>
      <w:rFonts w:cs="Times New Roman"/>
      <w:sz w:val="16"/>
    </w:rPr>
  </w:style>
  <w:style w:type="paragraph" w:styleId="CommentText">
    <w:name w:val="annotation text"/>
    <w:basedOn w:val="Normal"/>
    <w:link w:val="CommentTextChar"/>
    <w:uiPriority w:val="99"/>
    <w:rsid w:val="00B534F2"/>
    <w:rPr>
      <w:rFonts w:cs="Times New Roman"/>
      <w:szCs w:val="24"/>
      <w:lang w:val="nl-NL"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basedOn w:val="CommentText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240B4C"/>
    <w:rPr>
      <w:rFonts w:ascii="Tahoma" w:hAnsi="Tahoma" w:cs="Tahoma"/>
      <w:shd w:val="clear" w:color="auto" w:fill="000080"/>
    </w:rPr>
  </w:style>
  <w:style w:type="character" w:styleId="Emphasis">
    <w:name w:val="Emphasis"/>
    <w:basedOn w:val="DefaultParagraphFont"/>
    <w:uiPriority w:val="99"/>
    <w:qFormat/>
    <w:rsid w:val="00B534F2"/>
    <w:rPr>
      <w:rFonts w:cs="Times New Roman"/>
      <w:i/>
    </w:rPr>
  </w:style>
  <w:style w:type="paragraph" w:customStyle="1" w:styleId="equation">
    <w:name w:val="equation"/>
    <w:basedOn w:val="Normal"/>
    <w:next w:val="BodyText"/>
    <w:uiPriority w:val="99"/>
    <w:rsid w:val="009E559D"/>
    <w:pPr>
      <w:keepNext/>
      <w:numPr>
        <w:numId w:val="11"/>
      </w:numPr>
      <w:tabs>
        <w:tab w:val="left" w:pos="142"/>
      </w:tabs>
      <w:spacing w:after="120"/>
      <w:jc w:val="right"/>
    </w:pPr>
  </w:style>
  <w:style w:type="paragraph" w:customStyle="1" w:styleId="Figure">
    <w:name w:val="Figure_#"/>
    <w:basedOn w:val="Normal"/>
    <w:next w:val="Normal"/>
    <w:uiPriority w:val="99"/>
    <w:rsid w:val="009E559D"/>
    <w:pPr>
      <w:numPr>
        <w:numId w:val="12"/>
      </w:numPr>
      <w:spacing w:before="120" w:after="120"/>
      <w:jc w:val="center"/>
    </w:pPr>
    <w:rPr>
      <w:i/>
      <w:szCs w:val="20"/>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240B4C"/>
    <w:pPr>
      <w:tabs>
        <w:tab w:val="center" w:pos="4820"/>
        <w:tab w:val="right" w:pos="9639"/>
      </w:tabs>
    </w:pPr>
  </w:style>
  <w:style w:type="character" w:customStyle="1" w:styleId="FooterChar">
    <w:name w:val="Footer Char"/>
    <w:basedOn w:val="DefaultParagraphFont"/>
    <w:link w:val="Footer"/>
    <w:uiPriority w:val="99"/>
    <w:locked/>
    <w:rsid w:val="00240B4C"/>
    <w:rPr>
      <w:rFonts w:ascii="Arial" w:hAnsi="Arial" w:cs="Calibri"/>
      <w:sz w:val="22"/>
      <w:szCs w:val="22"/>
    </w:rPr>
  </w:style>
  <w:style w:type="character" w:styleId="FootnoteReference">
    <w:name w:val="footnote reference"/>
    <w:basedOn w:val="DefaultParagraphFont"/>
    <w:uiPriority w:val="99"/>
    <w:rsid w:val="00240B4C"/>
    <w:rPr>
      <w:rFonts w:ascii="Arial" w:hAnsi="Arial" w:cs="Times New Roman"/>
      <w:sz w:val="16"/>
    </w:rPr>
  </w:style>
  <w:style w:type="paragraph" w:styleId="FootnoteText">
    <w:name w:val="footnote text"/>
    <w:basedOn w:val="Normal"/>
    <w:link w:val="FootnoteTextChar"/>
    <w:uiPriority w:val="99"/>
    <w:rsid w:val="00240B4C"/>
    <w:rPr>
      <w:sz w:val="20"/>
      <w:szCs w:val="20"/>
    </w:rPr>
  </w:style>
  <w:style w:type="character" w:customStyle="1" w:styleId="FootnoteTextChar">
    <w:name w:val="Footnote Text Char"/>
    <w:basedOn w:val="DefaultParagraphFont"/>
    <w:link w:val="FootnoteText"/>
    <w:uiPriority w:val="99"/>
    <w:locked/>
    <w:rsid w:val="00240B4C"/>
    <w:rPr>
      <w:rFonts w:ascii="Arial" w:hAnsi="Arial" w:cs="Calibri"/>
    </w:rPr>
  </w:style>
  <w:style w:type="paragraph" w:styleId="Header">
    <w:name w:val="header"/>
    <w:basedOn w:val="Normal"/>
    <w:link w:val="HeaderChar"/>
    <w:uiPriority w:val="99"/>
    <w:rsid w:val="00240B4C"/>
    <w:pPr>
      <w:tabs>
        <w:tab w:val="center" w:pos="4820"/>
        <w:tab w:val="right" w:pos="9639"/>
      </w:tabs>
    </w:pPr>
  </w:style>
  <w:style w:type="character" w:customStyle="1" w:styleId="HeaderChar">
    <w:name w:val="Header Char"/>
    <w:basedOn w:val="DefaultParagraphFont"/>
    <w:link w:val="Header"/>
    <w:uiPriority w:val="99"/>
    <w:locked/>
    <w:rsid w:val="00240B4C"/>
    <w:rPr>
      <w:rFonts w:ascii="Arial" w:hAnsi="Arial" w:cs="Calibri"/>
      <w:sz w:val="22"/>
      <w:szCs w:val="22"/>
    </w:rPr>
  </w:style>
  <w:style w:type="character" w:styleId="Hyperlink">
    <w:name w:val="Hyperlink"/>
    <w:basedOn w:val="DefaultParagraphFont"/>
    <w:uiPriority w:val="99"/>
    <w:rsid w:val="00240B4C"/>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9E559D"/>
    <w:pPr>
      <w:numPr>
        <w:numId w:val="14"/>
      </w:numPr>
      <w:spacing w:after="120"/>
      <w:jc w:val="both"/>
    </w:pPr>
    <w:rPr>
      <w:rFonts w:eastAsia="MS Mincho"/>
    </w:rPr>
  </w:style>
  <w:style w:type="paragraph" w:customStyle="1" w:styleId="List1indent">
    <w:name w:val="List 1 indent"/>
    <w:basedOn w:val="Normal"/>
    <w:uiPriority w:val="99"/>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9E559D"/>
    <w:pPr>
      <w:widowControl w:val="0"/>
      <w:numPr>
        <w:ilvl w:val="2"/>
        <w:numId w:val="14"/>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240B4C"/>
    <w:pPr>
      <w:spacing w:after="60"/>
      <w:ind w:left="1701"/>
      <w:jc w:val="both"/>
    </w:pPr>
    <w:rPr>
      <w:rFonts w:cs="Arial"/>
      <w:sz w:val="20"/>
    </w:rPr>
  </w:style>
  <w:style w:type="paragraph" w:customStyle="1" w:styleId="List1indenttext">
    <w:name w:val="List 1 indent text"/>
    <w:basedOn w:val="Normal"/>
    <w:uiPriority w:val="99"/>
    <w:rsid w:val="00240B4C"/>
    <w:pPr>
      <w:spacing w:after="120"/>
      <w:ind w:left="1134"/>
      <w:jc w:val="both"/>
    </w:pPr>
    <w:rPr>
      <w:szCs w:val="20"/>
    </w:rPr>
  </w:style>
  <w:style w:type="paragraph" w:customStyle="1" w:styleId="List1text">
    <w:name w:val="List 1 text"/>
    <w:basedOn w:val="Normal"/>
    <w:uiPriority w:val="99"/>
    <w:rsid w:val="00240B4C"/>
    <w:pPr>
      <w:tabs>
        <w:tab w:val="left" w:pos="8222"/>
      </w:tabs>
      <w:spacing w:after="120"/>
      <w:ind w:left="851"/>
      <w:jc w:val="both"/>
    </w:pPr>
    <w:rPr>
      <w:rFonts w:cs="Arial"/>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9E559D"/>
    <w:pPr>
      <w:numPr>
        <w:numId w:val="1"/>
      </w:numPr>
      <w:ind w:left="360"/>
    </w:pPr>
  </w:style>
  <w:style w:type="paragraph" w:styleId="NormalWeb">
    <w:name w:val="Normal (Web)"/>
    <w:basedOn w:val="Normal"/>
    <w:uiPriority w:val="99"/>
    <w:rsid w:val="00240B4C"/>
    <w:pPr>
      <w:spacing w:before="100" w:beforeAutospacing="1" w:after="100" w:afterAutospacing="1"/>
    </w:pPr>
  </w:style>
  <w:style w:type="character" w:styleId="PageNumber">
    <w:name w:val="page number"/>
    <w:basedOn w:val="DefaultParagraphFont"/>
    <w:uiPriority w:val="99"/>
    <w:rsid w:val="00240B4C"/>
    <w:rPr>
      <w:rFonts w:cs="Times New Roman"/>
    </w:rPr>
  </w:style>
  <w:style w:type="paragraph" w:styleId="Quote">
    <w:name w:val="Quote"/>
    <w:basedOn w:val="Normal"/>
    <w:next w:val="Normal"/>
    <w:link w:val="QuoteChar"/>
    <w:uiPriority w:val="99"/>
    <w:qFormat/>
    <w:rsid w:val="00240B4C"/>
    <w:rPr>
      <w:i/>
      <w:iCs/>
      <w:color w:val="000000"/>
    </w:rPr>
  </w:style>
  <w:style w:type="character" w:customStyle="1" w:styleId="QuoteChar">
    <w:name w:val="Quote Char"/>
    <w:basedOn w:val="DefaultParagraphFont"/>
    <w:link w:val="Quote"/>
    <w:uiPriority w:val="99"/>
    <w:locked/>
    <w:rsid w:val="00240B4C"/>
    <w:rPr>
      <w:rFonts w:ascii="Arial" w:hAnsi="Arial" w:cs="Calibri"/>
      <w:i/>
      <w:iCs/>
      <w:color w:val="000000"/>
      <w:sz w:val="22"/>
      <w:szCs w:val="22"/>
    </w:rPr>
  </w:style>
  <w:style w:type="paragraph" w:customStyle="1" w:styleId="References">
    <w:name w:val="References"/>
    <w:basedOn w:val="Normal"/>
    <w:uiPriority w:val="99"/>
    <w:rsid w:val="009E559D"/>
    <w:pPr>
      <w:numPr>
        <w:numId w:val="15"/>
      </w:numPr>
      <w:spacing w:after="120"/>
    </w:pPr>
    <w:rPr>
      <w:rFonts w:cs="Times New Roman"/>
      <w:szCs w:val="20"/>
      <w:lang w:eastAsia="en-US"/>
    </w:rPr>
  </w:style>
  <w:style w:type="paragraph" w:styleId="Subtitle">
    <w:name w:val="Subtitle"/>
    <w:basedOn w:val="Normal"/>
    <w:link w:val="SubtitleChar"/>
    <w:uiPriority w:val="99"/>
    <w:qFormat/>
    <w:rsid w:val="00B534F2"/>
    <w:pPr>
      <w:spacing w:after="60"/>
      <w:jc w:val="center"/>
      <w:outlineLvl w:val="1"/>
    </w:pPr>
    <w:rPr>
      <w:rFonts w:cs="Times New Roman"/>
      <w:b/>
      <w:sz w:val="28"/>
      <w:szCs w:val="28"/>
      <w:lang w:val="nl-NL" w:eastAsia="en-US"/>
    </w:rPr>
  </w:style>
  <w:style w:type="character" w:customStyle="1" w:styleId="SubtitleChar">
    <w:name w:val="Subtitle Char"/>
    <w:basedOn w:val="DefaultParagraphFont"/>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rsid w:val="00FF7BED"/>
    <w:pPr>
      <w:tabs>
        <w:tab w:val="left" w:pos="1418"/>
        <w:tab w:val="right" w:pos="9639"/>
      </w:tabs>
      <w:spacing w:before="120" w:after="120"/>
      <w:ind w:right="284"/>
    </w:pPr>
    <w:rPr>
      <w:rFonts w:cs="Times New Roman"/>
      <w:szCs w:val="24"/>
      <w:lang w:eastAsia="en-US"/>
    </w:rPr>
  </w:style>
  <w:style w:type="paragraph" w:customStyle="1" w:styleId="Table">
    <w:name w:val="Table_#"/>
    <w:basedOn w:val="Normal"/>
    <w:next w:val="Normal"/>
    <w:uiPriority w:val="99"/>
    <w:rsid w:val="009E559D"/>
    <w:pPr>
      <w:numPr>
        <w:numId w:val="16"/>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240B4C"/>
    <w:rPr>
      <w:rFonts w:ascii="Arial" w:hAnsi="Arial" w:cs="Arial"/>
      <w:b/>
      <w:bCs/>
      <w:kern w:val="28"/>
      <w:sz w:val="32"/>
      <w:szCs w:val="32"/>
    </w:rPr>
  </w:style>
  <w:style w:type="paragraph" w:styleId="TOC1">
    <w:name w:val="toc 1"/>
    <w:basedOn w:val="Normal"/>
    <w:next w:val="Normal"/>
    <w:uiPriority w:val="99"/>
    <w:rsid w:val="00FF7BED"/>
    <w:pPr>
      <w:tabs>
        <w:tab w:val="left" w:pos="567"/>
        <w:tab w:val="right" w:pos="9639"/>
      </w:tabs>
      <w:spacing w:before="120" w:after="120"/>
      <w:ind w:left="567" w:right="284" w:hanging="567"/>
    </w:pPr>
    <w:rPr>
      <w:rFonts w:ascii="Calibri" w:eastAsia="MS ??" w:hAnsi="Calibri" w:cs="Times New Roman"/>
      <w:noProof/>
      <w:sz w:val="24"/>
      <w:szCs w:val="24"/>
      <w:lang w:val="en-US" w:eastAsia="ja-JP"/>
    </w:rPr>
  </w:style>
  <w:style w:type="paragraph" w:styleId="TOC2">
    <w:name w:val="toc 2"/>
    <w:basedOn w:val="Normal"/>
    <w:next w:val="Normal"/>
    <w:uiPriority w:val="99"/>
    <w:rsid w:val="00FF7BED"/>
    <w:pPr>
      <w:tabs>
        <w:tab w:val="left" w:pos="1418"/>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TOC3">
    <w:name w:val="toc 3"/>
    <w:basedOn w:val="Normal"/>
    <w:next w:val="Normal"/>
    <w:uiPriority w:val="99"/>
    <w:rsid w:val="00FF7BED"/>
    <w:pPr>
      <w:tabs>
        <w:tab w:val="left" w:pos="2268"/>
        <w:tab w:val="right" w:pos="9639"/>
      </w:tabs>
      <w:ind w:left="2268" w:right="284" w:hanging="850"/>
    </w:pPr>
    <w:rPr>
      <w:rFonts w:ascii="Calibri" w:eastAsia="MS ??" w:hAnsi="Calibri" w:cs="Times New Roman"/>
      <w:noProof/>
      <w:sz w:val="24"/>
      <w:szCs w:val="24"/>
      <w:lang w:val="en-US" w:eastAsia="ja-JP"/>
    </w:rPr>
  </w:style>
  <w:style w:type="paragraph" w:styleId="TOC4">
    <w:name w:val="toc 4"/>
    <w:basedOn w:val="Normal"/>
    <w:next w:val="Normal"/>
    <w:uiPriority w:val="99"/>
    <w:rsid w:val="00240B4C"/>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rsid w:val="00240B4C"/>
    <w:pPr>
      <w:tabs>
        <w:tab w:val="right" w:pos="9639"/>
      </w:tabs>
      <w:spacing w:after="120"/>
      <w:ind w:right="284"/>
    </w:pPr>
    <w:rPr>
      <w:rFonts w:cs="Times New Roman"/>
      <w:szCs w:val="24"/>
      <w:lang w:eastAsia="en-US"/>
    </w:rPr>
  </w:style>
  <w:style w:type="paragraph" w:styleId="TOC6">
    <w:name w:val="toc 6"/>
    <w:basedOn w:val="Normal"/>
    <w:next w:val="Normal"/>
    <w:autoRedefine/>
    <w:uiPriority w:val="99"/>
    <w:rsid w:val="009E559D"/>
    <w:pPr>
      <w:tabs>
        <w:tab w:val="right" w:pos="9639"/>
      </w:tabs>
      <w:spacing w:after="120"/>
      <w:ind w:right="284"/>
      <w:jc w:val="both"/>
    </w:pPr>
    <w:rPr>
      <w:rFonts w:cs="Times New Roman"/>
      <w:b/>
      <w:bCs/>
      <w:caps/>
      <w:sz w:val="24"/>
      <w:szCs w:val="24"/>
      <w:lang w:eastAsia="en-US"/>
    </w:rPr>
  </w:style>
  <w:style w:type="paragraph" w:styleId="TOC7">
    <w:name w:val="toc 7"/>
    <w:basedOn w:val="Normal"/>
    <w:next w:val="Normal"/>
    <w:autoRedefine/>
    <w:uiPriority w:val="99"/>
    <w:rsid w:val="00240B4C"/>
    <w:pPr>
      <w:ind w:left="1200"/>
    </w:pPr>
    <w:rPr>
      <w:sz w:val="20"/>
      <w:szCs w:val="20"/>
    </w:rPr>
  </w:style>
  <w:style w:type="paragraph" w:styleId="TOC8">
    <w:name w:val="toc 8"/>
    <w:basedOn w:val="Normal"/>
    <w:next w:val="Normal"/>
    <w:autoRedefine/>
    <w:uiPriority w:val="99"/>
    <w:rsid w:val="00240B4C"/>
    <w:pPr>
      <w:ind w:left="1440"/>
    </w:pPr>
    <w:rPr>
      <w:sz w:val="20"/>
      <w:szCs w:val="20"/>
    </w:rPr>
  </w:style>
  <w:style w:type="paragraph" w:styleId="TOC9">
    <w:name w:val="toc 9"/>
    <w:basedOn w:val="Normal"/>
    <w:next w:val="Normal"/>
    <w:autoRedefine/>
    <w:uiPriority w:val="99"/>
    <w:rsid w:val="00240B4C"/>
    <w:pPr>
      <w:ind w:left="1680"/>
    </w:pPr>
    <w:rPr>
      <w:sz w:val="20"/>
      <w:szCs w:val="20"/>
    </w:rPr>
  </w:style>
  <w:style w:type="table" w:styleId="TableGrid">
    <w:name w:val="Table Grid"/>
    <w:basedOn w:val="TableNormal"/>
    <w:uiPriority w:val="9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rPr>
  </w:style>
  <w:style w:type="paragraph" w:customStyle="1" w:styleId="AnnexHeading2">
    <w:name w:val="Annex Heading 2"/>
    <w:basedOn w:val="Normal"/>
    <w:next w:val="BodyText"/>
    <w:uiPriority w:val="99"/>
    <w:rsid w:val="00F710A0"/>
    <w:pPr>
      <w:spacing w:before="120" w:after="120"/>
    </w:pPr>
    <w:rPr>
      <w:rFonts w:cs="Arial"/>
      <w:b/>
    </w:rPr>
  </w:style>
  <w:style w:type="paragraph" w:customStyle="1" w:styleId="AnnexHeading3">
    <w:name w:val="Annex Heading 3"/>
    <w:basedOn w:val="Normal"/>
    <w:next w:val="Normal"/>
    <w:uiPriority w:val="99"/>
    <w:rsid w:val="00F710A0"/>
    <w:pPr>
      <w:spacing w:before="120" w:after="120"/>
    </w:pPr>
    <w:rPr>
      <w:rFonts w:cs="Arial"/>
    </w:rPr>
  </w:style>
  <w:style w:type="paragraph" w:customStyle="1" w:styleId="AnnexHeading4">
    <w:name w:val="Annex Heading 4"/>
    <w:basedOn w:val="Normal"/>
    <w:next w:val="BodyText"/>
    <w:uiPriority w:val="99"/>
    <w:rsid w:val="00F710A0"/>
    <w:pPr>
      <w:spacing w:before="120" w:after="120"/>
    </w:pPr>
    <w:rPr>
      <w:rFonts w:cs="Arial"/>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rFonts w:cs="Times New Roman"/>
      <w:lang w:val="nl-NL" w:eastAsia="en-US"/>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9E559D"/>
    <w:pPr>
      <w:numPr>
        <w:numId w:val="9"/>
      </w:numPr>
      <w:spacing w:before="120" w:after="120"/>
    </w:pPr>
    <w:rPr>
      <w:rFonts w:cs="Arial"/>
      <w:b/>
      <w:caps/>
      <w:sz w:val="24"/>
    </w:rPr>
  </w:style>
  <w:style w:type="paragraph" w:customStyle="1" w:styleId="AppendixHeading2">
    <w:name w:val="Appendix Heading 2"/>
    <w:basedOn w:val="Normal"/>
    <w:next w:val="BodyText"/>
    <w:uiPriority w:val="99"/>
    <w:rsid w:val="009E559D"/>
    <w:pPr>
      <w:numPr>
        <w:ilvl w:val="1"/>
        <w:numId w:val="9"/>
      </w:numPr>
      <w:spacing w:before="120" w:after="120"/>
    </w:pPr>
    <w:rPr>
      <w:rFonts w:cs="Arial"/>
      <w:b/>
    </w:rPr>
  </w:style>
  <w:style w:type="paragraph" w:styleId="BodyTextFirstIndent">
    <w:name w:val="Body Text First Indent"/>
    <w:basedOn w:val="BodyText"/>
    <w:link w:val="BodyTextFirstIndentChar"/>
    <w:uiPriority w:val="99"/>
    <w:rsid w:val="00DD6174"/>
    <w:pPr>
      <w:ind w:firstLine="210"/>
      <w:jc w:val="left"/>
    </w:pPr>
    <w:rPr>
      <w:rFonts w:cs="Times New Roman"/>
      <w:szCs w:val="24"/>
      <w:lang w:val="nl-NL" w:eastAsia="en-US"/>
    </w:rPr>
  </w:style>
  <w:style w:type="character" w:customStyle="1" w:styleId="BodyTextFirstIndentChar">
    <w:name w:val="Body Text First Indent Char"/>
    <w:basedOn w:val="BodyTextChar"/>
    <w:link w:val="BodyTextFirstIndent"/>
    <w:uiPriority w:val="99"/>
    <w:locked/>
    <w:rsid w:val="00DD6174"/>
    <w:rPr>
      <w:rFonts w:ascii="Arial" w:hAnsi="Arial" w:cs="Calibri"/>
      <w:sz w:val="22"/>
      <w:szCs w:val="22"/>
      <w:lang w:eastAsia="en-US"/>
    </w:rPr>
  </w:style>
  <w:style w:type="paragraph" w:styleId="BodyTextFirstIndent2">
    <w:name w:val="Body Text First Indent 2"/>
    <w:basedOn w:val="BodyTextIndent"/>
    <w:link w:val="BodyTextFirstIndent2Char"/>
    <w:uiPriority w:val="99"/>
    <w:rsid w:val="00DD6174"/>
    <w:pPr>
      <w:ind w:left="283" w:firstLine="210"/>
    </w:pPr>
    <w:rPr>
      <w:rFonts w:cs="Times New Roman"/>
      <w:szCs w:val="24"/>
      <w:lang w:val="nl-NL" w:eastAsia="en-US"/>
    </w:rPr>
  </w:style>
  <w:style w:type="character" w:customStyle="1" w:styleId="BodyTextFirstIndent2Char">
    <w:name w:val="Body Text First Indent 2 Char"/>
    <w:basedOn w:val="BodyTextIndentChar"/>
    <w:link w:val="BodyTextFirstIndent2"/>
    <w:uiPriority w:val="99"/>
    <w:locked/>
    <w:rsid w:val="00DD6174"/>
    <w:rPr>
      <w:rFonts w:ascii="Arial" w:hAnsi="Arial" w:cs="Calibri"/>
      <w:sz w:val="22"/>
      <w:szCs w:val="22"/>
      <w:lang w:eastAsia="en-US"/>
    </w:rPr>
  </w:style>
  <w:style w:type="paragraph" w:styleId="BodyText2">
    <w:name w:val="Body Text 2"/>
    <w:basedOn w:val="Normal"/>
    <w:link w:val="BodyText2Char"/>
    <w:uiPriority w:val="99"/>
    <w:rsid w:val="00240B4C"/>
    <w:pPr>
      <w:spacing w:line="480" w:lineRule="auto"/>
    </w:pPr>
  </w:style>
  <w:style w:type="character" w:customStyle="1" w:styleId="BodyText2Char">
    <w:name w:val="Body Text 2 Char"/>
    <w:basedOn w:val="DefaultParagraphFont"/>
    <w:link w:val="BodyText2"/>
    <w:uiPriority w:val="99"/>
    <w:locked/>
    <w:rsid w:val="00240B4C"/>
    <w:rPr>
      <w:rFonts w:ascii="Arial" w:hAnsi="Arial" w:cs="Calibri"/>
      <w:sz w:val="22"/>
      <w:szCs w:val="22"/>
    </w:rPr>
  </w:style>
  <w:style w:type="paragraph" w:customStyle="1" w:styleId="AppendixHeading3">
    <w:name w:val="Appendix Heading 3"/>
    <w:basedOn w:val="Normal"/>
    <w:next w:val="Normal"/>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Heading2"/>
    <w:uiPriority w:val="99"/>
    <w:rsid w:val="009E559D"/>
    <w:pPr>
      <w:spacing w:before="240"/>
    </w:pPr>
    <w:rPr>
      <w:rFonts w:cs="Arial"/>
      <w:bCs/>
      <w:i/>
      <w:iCs/>
      <w:szCs w:val="22"/>
      <w:lang w:val="en-US"/>
    </w:rPr>
  </w:style>
  <w:style w:type="paragraph" w:customStyle="1" w:styleId="StyleHeading4Rubpytte10ptNotBold">
    <w:name w:val="Style Heading 4Rub pytte + 10 pt Not Bold"/>
    <w:basedOn w:val="Heading4"/>
    <w:uiPriority w:val="99"/>
    <w:rsid w:val="009E559D"/>
    <w:pPr>
      <w:tabs>
        <w:tab w:val="num" w:pos="1148"/>
      </w:tabs>
      <w:ind w:left="1148"/>
    </w:pPr>
    <w:rPr>
      <w:rFonts w:cs="Arial"/>
      <w:b/>
      <w:bCs/>
      <w:sz w:val="20"/>
      <w:lang w:eastAsia="en-US"/>
    </w:rPr>
  </w:style>
  <w:style w:type="paragraph" w:styleId="ListNumber2">
    <w:name w:val="List Number 2"/>
    <w:basedOn w:val="Normal"/>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uiPriority w:val="99"/>
    <w:rsid w:val="00187EF0"/>
    <w:rPr>
      <w:sz w:val="20"/>
      <w:szCs w:val="20"/>
    </w:rPr>
  </w:style>
  <w:style w:type="character" w:customStyle="1" w:styleId="EndnoteTextChar">
    <w:name w:val="Endnote Text Char"/>
    <w:basedOn w:val="DefaultParagraphFont"/>
    <w:link w:val="EndnoteText"/>
    <w:uiPriority w:val="99"/>
    <w:locked/>
    <w:rsid w:val="00187EF0"/>
    <w:rPr>
      <w:rFonts w:ascii="Arial" w:hAnsi="Arial" w:cs="Times New Roman"/>
      <w:lang w:eastAsia="en-US"/>
    </w:rPr>
  </w:style>
  <w:style w:type="character" w:styleId="EndnoteReference">
    <w:name w:val="endnote reference"/>
    <w:basedOn w:val="DefaultParagraphFont"/>
    <w:uiPriority w:val="99"/>
    <w:rsid w:val="00187EF0"/>
    <w:rPr>
      <w:rFonts w:cs="Times New Roman"/>
      <w:vertAlign w:val="superscript"/>
    </w:rPr>
  </w:style>
  <w:style w:type="paragraph" w:styleId="Caption">
    <w:name w:val="caption"/>
    <w:basedOn w:val="Normal"/>
    <w:next w:val="Normal"/>
    <w:uiPriority w:val="99"/>
    <w:qFormat/>
    <w:rsid w:val="003A76A8"/>
    <w:pPr>
      <w:spacing w:after="200"/>
    </w:pPr>
    <w:rPr>
      <w:b/>
      <w:bCs/>
      <w:color w:val="4F81BD"/>
      <w:sz w:val="18"/>
      <w:szCs w:val="18"/>
    </w:rPr>
  </w:style>
  <w:style w:type="paragraph" w:customStyle="1" w:styleId="AnnexFigure">
    <w:name w:val="Annex Figure"/>
    <w:basedOn w:val="Normal"/>
    <w:next w:val="Normal"/>
    <w:uiPriority w:val="99"/>
    <w:rsid w:val="009E559D"/>
    <w:pPr>
      <w:numPr>
        <w:numId w:val="6"/>
      </w:numPr>
      <w:spacing w:before="120" w:after="120"/>
      <w:jc w:val="center"/>
    </w:pPr>
    <w:rPr>
      <w:i/>
    </w:rPr>
  </w:style>
  <w:style w:type="paragraph" w:customStyle="1" w:styleId="AnnexHead1">
    <w:name w:val="Annex Head 1"/>
    <w:basedOn w:val="Normal"/>
    <w:next w:val="Normal"/>
    <w:uiPriority w:val="99"/>
    <w:rsid w:val="009E559D"/>
    <w:pPr>
      <w:numPr>
        <w:numId w:val="7"/>
      </w:numPr>
    </w:pPr>
    <w:rPr>
      <w:b/>
      <w:caps/>
      <w:sz w:val="28"/>
    </w:rPr>
  </w:style>
  <w:style w:type="paragraph" w:customStyle="1" w:styleId="AnnexHead2">
    <w:name w:val="Annex Head 2"/>
    <w:basedOn w:val="Normal"/>
    <w:next w:val="Normal"/>
    <w:uiPriority w:val="99"/>
    <w:rsid w:val="009E559D"/>
    <w:pPr>
      <w:numPr>
        <w:ilvl w:val="1"/>
        <w:numId w:val="7"/>
      </w:numPr>
    </w:pPr>
    <w:rPr>
      <w:b/>
    </w:rPr>
  </w:style>
  <w:style w:type="paragraph" w:customStyle="1" w:styleId="AnnexHead3">
    <w:name w:val="Annex Head 3"/>
    <w:basedOn w:val="Normal"/>
    <w:next w:val="Normal"/>
    <w:uiPriority w:val="99"/>
    <w:rsid w:val="009E559D"/>
    <w:pPr>
      <w:numPr>
        <w:ilvl w:val="2"/>
        <w:numId w:val="7"/>
      </w:numPr>
    </w:pPr>
    <w:rPr>
      <w:b/>
    </w:rPr>
  </w:style>
  <w:style w:type="paragraph" w:customStyle="1" w:styleId="AnnexHead4">
    <w:name w:val="Annex Head 4"/>
    <w:basedOn w:val="Normal"/>
    <w:next w:val="Normal"/>
    <w:uiPriority w:val="99"/>
    <w:rsid w:val="009E559D"/>
    <w:pPr>
      <w:numPr>
        <w:ilvl w:val="3"/>
        <w:numId w:val="7"/>
      </w:numPr>
    </w:pPr>
  </w:style>
  <w:style w:type="paragraph" w:customStyle="1" w:styleId="AnnexTable">
    <w:name w:val="Annex Table"/>
    <w:basedOn w:val="Normal"/>
    <w:next w:val="Normal"/>
    <w:uiPriority w:val="99"/>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uiPriority w:val="99"/>
    <w:rsid w:val="009E559D"/>
    <w:pPr>
      <w:numPr>
        <w:ilvl w:val="3"/>
        <w:numId w:val="9"/>
      </w:numPr>
      <w:spacing w:before="120" w:after="120"/>
    </w:pPr>
    <w:rPr>
      <w:rFonts w:cs="Arial"/>
    </w:rPr>
  </w:style>
  <w:style w:type="paragraph" w:styleId="BodyText3">
    <w:name w:val="Body Text 3"/>
    <w:basedOn w:val="Normal"/>
    <w:link w:val="BodyText3Ch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40B4C"/>
    <w:rPr>
      <w:rFonts w:ascii="Arial" w:hAnsi="Arial" w:cs="Times New Roman"/>
      <w:bCs/>
      <w:i/>
      <w:iCs/>
      <w:sz w:val="24"/>
      <w:szCs w:val="24"/>
      <w:lang w:eastAsia="en-US"/>
    </w:rPr>
  </w:style>
  <w:style w:type="character" w:customStyle="1" w:styleId="descriptionblock">
    <w:name w:val="description block"/>
    <w:basedOn w:val="DefaultParagraphFont"/>
    <w:uiPriority w:val="99"/>
    <w:rsid w:val="00240B4C"/>
    <w:rPr>
      <w:rFonts w:cs="Times New Roman"/>
    </w:rPr>
  </w:style>
  <w:style w:type="paragraph" w:customStyle="1" w:styleId="List1indent1">
    <w:name w:val="List 1 indent 1"/>
    <w:basedOn w:val="Normal"/>
    <w:uiPriority w:val="99"/>
    <w:rsid w:val="009E559D"/>
    <w:pPr>
      <w:numPr>
        <w:ilvl w:val="1"/>
        <w:numId w:val="14"/>
      </w:numPr>
      <w:spacing w:after="120"/>
      <w:jc w:val="both"/>
    </w:pPr>
    <w:rPr>
      <w:rFonts w:cs="Arial"/>
    </w:rPr>
  </w:style>
  <w:style w:type="paragraph" w:customStyle="1" w:styleId="List1indent1text">
    <w:name w:val="List 1 indent 1 text"/>
    <w:basedOn w:val="Normal"/>
    <w:uiPriority w:val="99"/>
    <w:rsid w:val="00240B4C"/>
    <w:pPr>
      <w:spacing w:after="120"/>
      <w:ind w:left="1134"/>
      <w:jc w:val="both"/>
    </w:pPr>
    <w:rPr>
      <w:rFonts w:cs="Arial"/>
      <w:lang w:eastAsia="fr-FR"/>
    </w:rPr>
  </w:style>
  <w:style w:type="paragraph" w:styleId="ListParagraph">
    <w:name w:val="List Paragraph"/>
    <w:basedOn w:val="Normal"/>
    <w:uiPriority w:val="99"/>
    <w:qFormat/>
    <w:rsid w:val="00240B4C"/>
    <w:pPr>
      <w:ind w:left="720"/>
      <w:contextualSpacing/>
    </w:pPr>
  </w:style>
  <w:style w:type="numbering" w:styleId="ArticleSection">
    <w:name w:val="Outline List 3"/>
    <w:basedOn w:val="NoList"/>
    <w:uiPriority w:val="99"/>
    <w:semiHidden/>
    <w:unhideWhenUsed/>
    <w:locked/>
    <w:rsid w:val="00CC46DB"/>
    <w:pPr>
      <w:numPr>
        <w:numId w:val="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image" Target="media/image3.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ontact@iala-aism.org" TargetMode="External"/><Relationship Id="rId9" Type="http://schemas.openxmlformats.org/officeDocument/2006/relationships/hyperlink" Target="http://www.iala-aism.org" TargetMode="Externa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\Users\WRCairns\Desktop\IHO Meeting\Guidelline Template_Jun11.dotx</Template>
  <TotalTime>162</TotalTime>
  <Pages>12</Pages>
  <Words>3141</Words>
  <Characters>17905</Characters>
  <Application>Microsoft Macintosh Word</Application>
  <DocSecurity>0</DocSecurity>
  <Lines>149</Lines>
  <Paragraphs>42</Paragraphs>
  <ScaleCrop>false</ScaleCrop>
  <Company>United States Coast Guard</Company>
  <LinksUpToDate>false</LinksUpToDate>
  <CharactersWithSpaces>21004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William R Cairns</dc:creator>
  <cp:keywords/>
  <dc:description/>
  <cp:lastModifiedBy>Michael Hadley</cp:lastModifiedBy>
  <cp:revision>23</cp:revision>
  <cp:lastPrinted>2012-09-27T06:51:00Z</cp:lastPrinted>
  <dcterms:created xsi:type="dcterms:W3CDTF">2012-06-26T15:18:00Z</dcterms:created>
  <dcterms:modified xsi:type="dcterms:W3CDTF">2012-09-28T07:24:00Z</dcterms:modified>
</cp:coreProperties>
</file>